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0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8"/>
        <w:gridCol w:w="1867"/>
        <w:gridCol w:w="6525"/>
      </w:tblGrid>
      <w:tr w:rsidR="00A06A5E" w:rsidRPr="00387875" w14:paraId="070215B6" w14:textId="77777777" w:rsidTr="008574C8">
        <w:tc>
          <w:tcPr>
            <w:tcW w:w="1208" w:type="dxa"/>
          </w:tcPr>
          <w:p w14:paraId="6799DFE1" w14:textId="77777777" w:rsidR="00A06A5E" w:rsidRPr="00914249" w:rsidRDefault="00A06A5E" w:rsidP="008574C8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914249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1867" w:type="dxa"/>
          </w:tcPr>
          <w:p w14:paraId="152EB450" w14:textId="77777777" w:rsidR="00A06A5E" w:rsidRPr="00914249" w:rsidRDefault="00A06A5E" w:rsidP="008574C8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914249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525" w:type="dxa"/>
          </w:tcPr>
          <w:p w14:paraId="3BC81CB5" w14:textId="77777777" w:rsidR="00A06A5E" w:rsidRPr="00914249" w:rsidRDefault="00A06A5E" w:rsidP="00A97AB3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914249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914249" w:rsidRPr="00DA2326" w14:paraId="6F834ABC" w14:textId="77777777" w:rsidTr="008574C8">
        <w:tc>
          <w:tcPr>
            <w:tcW w:w="1208" w:type="dxa"/>
          </w:tcPr>
          <w:p w14:paraId="7607A54E" w14:textId="095A3E95" w:rsidR="00914249" w:rsidRPr="00914249" w:rsidRDefault="00914249" w:rsidP="0091424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0752352</w:t>
            </w:r>
            <w:r w:rsidR="00F2084C">
              <w:rPr>
                <w:rFonts w:ascii="Poppins" w:hAnsi="Poppins" w:cs="Poppins"/>
                <w:sz w:val="20"/>
              </w:rPr>
              <w:t>5</w:t>
            </w:r>
          </w:p>
        </w:tc>
        <w:tc>
          <w:tcPr>
            <w:tcW w:w="1867" w:type="dxa"/>
          </w:tcPr>
          <w:p w14:paraId="1E5D9866" w14:textId="77777777" w:rsidR="00F26DBC" w:rsidRDefault="00F26DBC" w:rsidP="0091424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Ventilconvettore</w:t>
            </w:r>
          </w:p>
          <w:p w14:paraId="07AC4CA9" w14:textId="77777777" w:rsidR="00914249" w:rsidRPr="00914249" w:rsidRDefault="00914249" w:rsidP="00914249">
            <w:pPr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SILENCE THIN ETWW 240 DQ</w:t>
            </w:r>
          </w:p>
        </w:tc>
        <w:tc>
          <w:tcPr>
            <w:tcW w:w="6525" w:type="dxa"/>
          </w:tcPr>
          <w:p w14:paraId="7805AD6F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Ventilconvettore a parete, di tipo compatto, versione “Termostato a bordo THINW-V-AUTO”, con tecnologia DC-Inverter.</w:t>
            </w:r>
          </w:p>
          <w:p w14:paraId="0CDB6474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Comando SMART TOUCH con display touchpad sul frontale e telecomando ad infrarossi (a corredo) per controllo temperatura ambiente, settaggio velocità ventilatore, modalità di funzionamento: Raffreddamento, Riscaldamento, Deumidificazione, Automatico, Ventilazione. Funzione Timer e Sleep (funzionamento notturno).</w:t>
            </w:r>
          </w:p>
          <w:p w14:paraId="57A9639F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185FAE6B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L’unità presenta il deflettore orizzontale con orientamento automatico del flusso dell’aria, filtro aria, raccordo scarico condensa, dima per fissaggio a muro.</w:t>
            </w:r>
          </w:p>
          <w:p w14:paraId="29B308AD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460AB77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914249">
              <w:rPr>
                <w:rFonts w:ascii="Poppins" w:hAnsi="Poppins" w:cs="Poppins"/>
                <w:b/>
              </w:rPr>
              <w:t>Dati tecnici:</w:t>
            </w:r>
          </w:p>
          <w:p w14:paraId="1B9ECD2C" w14:textId="77777777" w:rsidR="00914249" w:rsidRPr="00A97AB3" w:rsidRDefault="00BF210C" w:rsidP="00A97AB3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97AB3">
              <w:rPr>
                <w:rFonts w:ascii="Poppins" w:hAnsi="Poppins" w:cs="Poppins"/>
                <w:color w:val="000000"/>
              </w:rPr>
              <w:t>Potenza frigorifera med (</w:t>
            </w:r>
            <w:r w:rsidR="007F0804" w:rsidRPr="00A97AB3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A97AB3">
              <w:rPr>
                <w:rFonts w:ascii="Poppins" w:hAnsi="Poppins" w:cs="Poppins"/>
                <w:color w:val="000000"/>
              </w:rPr>
              <w:t xml:space="preserve"> - </w:t>
            </w:r>
            <w:r w:rsidR="007F0804" w:rsidRPr="00A97AB3">
              <w:rPr>
                <w:rFonts w:ascii="Poppins" w:hAnsi="Poppins" w:cs="Poppins"/>
                <w:color w:val="000000"/>
              </w:rPr>
              <w:t>max</w:t>
            </w:r>
            <w:r w:rsidRPr="00A97AB3">
              <w:rPr>
                <w:rFonts w:ascii="Poppins" w:hAnsi="Poppins" w:cs="Poppins"/>
                <w:color w:val="000000"/>
              </w:rPr>
              <w:t xml:space="preserve">): 0,80 (0,48 </w:t>
            </w:r>
            <w:r w:rsidR="003D0946" w:rsidRPr="00A97AB3">
              <w:rPr>
                <w:rFonts w:ascii="Poppins" w:hAnsi="Poppins" w:cs="Poppins"/>
                <w:color w:val="000000"/>
              </w:rPr>
              <w:t xml:space="preserve"> - </w:t>
            </w:r>
            <w:r w:rsidRPr="00A97AB3">
              <w:rPr>
                <w:rFonts w:ascii="Poppins" w:hAnsi="Poppins" w:cs="Poppins"/>
                <w:color w:val="000000"/>
              </w:rPr>
              <w:t>1,07) kW</w:t>
            </w:r>
          </w:p>
          <w:p w14:paraId="3631DBC4" w14:textId="77777777" w:rsidR="00914249" w:rsidRPr="00A97AB3" w:rsidRDefault="00914249" w:rsidP="00A97AB3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A97AB3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A97AB3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A97AB3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A97AB3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A97AB3">
              <w:rPr>
                <w:rFonts w:ascii="Poppins" w:hAnsi="Poppins" w:cs="Poppins"/>
                <w:color w:val="000000"/>
                <w:lang w:val="sv-SE"/>
              </w:rPr>
              <w:t xml:space="preserve">max): 138 (82 </w:t>
            </w:r>
            <w:r w:rsidR="003D0946" w:rsidRPr="00A97AB3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A97AB3">
              <w:rPr>
                <w:rFonts w:ascii="Poppins" w:hAnsi="Poppins" w:cs="Poppins"/>
                <w:color w:val="000000"/>
                <w:lang w:val="sv-SE"/>
              </w:rPr>
              <w:t>184) l/h</w:t>
            </w:r>
          </w:p>
          <w:p w14:paraId="7A878F84" w14:textId="0FE083F6" w:rsidR="00BF210C" w:rsidRPr="00A97AB3" w:rsidRDefault="00914249" w:rsidP="00A97AB3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97AB3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A97AB3">
              <w:rPr>
                <w:rFonts w:ascii="Poppins" w:hAnsi="Poppins" w:cs="Poppins"/>
                <w:color w:val="000000"/>
              </w:rPr>
              <w:t xml:space="preserve"> - </w:t>
            </w:r>
            <w:r w:rsidRPr="00A97AB3">
              <w:rPr>
                <w:rFonts w:ascii="Poppins" w:hAnsi="Poppins" w:cs="Poppins"/>
                <w:color w:val="000000"/>
              </w:rPr>
              <w:t xml:space="preserve">max): 3,0 (1.1 </w:t>
            </w:r>
            <w:r w:rsidR="003D0946" w:rsidRPr="00A97AB3">
              <w:rPr>
                <w:rFonts w:ascii="Poppins" w:hAnsi="Poppins" w:cs="Poppins"/>
                <w:color w:val="000000"/>
              </w:rPr>
              <w:t xml:space="preserve"> - </w:t>
            </w:r>
            <w:r w:rsidRPr="00A97AB3">
              <w:rPr>
                <w:rFonts w:ascii="Poppins" w:hAnsi="Poppins" w:cs="Poppins"/>
                <w:color w:val="000000"/>
              </w:rPr>
              <w:t>2,5) kPa</w:t>
            </w:r>
            <w:r w:rsidR="00A97AB3">
              <w:rPr>
                <w:rFonts w:ascii="Poppins" w:hAnsi="Poppins" w:cs="Poppins"/>
                <w:color w:val="000000"/>
              </w:rPr>
              <w:t xml:space="preserve"> </w:t>
            </w:r>
            <w:r w:rsidR="00BF210C" w:rsidRPr="00A97AB3">
              <w:rPr>
                <w:rFonts w:ascii="Poppins" w:hAnsi="Poppins" w:cs="Poppins"/>
              </w:rPr>
              <w:t>(temperatura acqua 7°C Dt 5°C; temperatura aria 27 °C b.s./19 °C b.u.)</w:t>
            </w:r>
          </w:p>
          <w:p w14:paraId="3D99B0F7" w14:textId="77777777" w:rsidR="00914249" w:rsidRPr="00A97AB3" w:rsidRDefault="00BF210C" w:rsidP="00A97AB3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97AB3">
              <w:rPr>
                <w:rFonts w:ascii="Poppins" w:hAnsi="Poppins" w:cs="Poppins"/>
                <w:color w:val="000000"/>
              </w:rPr>
              <w:t>Potenza termica med (</w:t>
            </w:r>
            <w:r w:rsidR="007F0804" w:rsidRPr="00A97AB3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A97AB3">
              <w:rPr>
                <w:rFonts w:ascii="Poppins" w:hAnsi="Poppins" w:cs="Poppins"/>
                <w:color w:val="000000"/>
              </w:rPr>
              <w:t xml:space="preserve"> - </w:t>
            </w:r>
            <w:r w:rsidR="007F0804" w:rsidRPr="00A97AB3">
              <w:rPr>
                <w:rFonts w:ascii="Poppins" w:hAnsi="Poppins" w:cs="Poppins"/>
                <w:color w:val="000000"/>
              </w:rPr>
              <w:t>max</w:t>
            </w:r>
            <w:r w:rsidRPr="00A97AB3">
              <w:rPr>
                <w:rFonts w:ascii="Poppins" w:hAnsi="Poppins" w:cs="Poppins"/>
                <w:color w:val="000000"/>
              </w:rPr>
              <w:t xml:space="preserve">): 0,94 (0,53 </w:t>
            </w:r>
            <w:r w:rsidR="003D0946" w:rsidRPr="00A97AB3">
              <w:rPr>
                <w:rFonts w:ascii="Poppins" w:hAnsi="Poppins" w:cs="Poppins"/>
                <w:color w:val="000000"/>
              </w:rPr>
              <w:t xml:space="preserve"> - </w:t>
            </w:r>
            <w:r w:rsidRPr="00A97AB3">
              <w:rPr>
                <w:rFonts w:ascii="Poppins" w:hAnsi="Poppins" w:cs="Poppins"/>
                <w:color w:val="000000"/>
              </w:rPr>
              <w:t>1,27) kW</w:t>
            </w:r>
          </w:p>
          <w:p w14:paraId="4C26D0DE" w14:textId="77777777" w:rsidR="00914249" w:rsidRPr="00A97AB3" w:rsidRDefault="00BF210C" w:rsidP="00A97AB3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A97AB3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A97AB3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A97AB3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A97AB3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A97AB3">
              <w:rPr>
                <w:rFonts w:ascii="Poppins" w:hAnsi="Poppins" w:cs="Poppins"/>
                <w:color w:val="000000"/>
                <w:lang w:val="sv-SE"/>
              </w:rPr>
              <w:t xml:space="preserve">max): 162 (92 </w:t>
            </w:r>
            <w:r w:rsidR="003D0946" w:rsidRPr="00A97AB3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A97AB3">
              <w:rPr>
                <w:rFonts w:ascii="Poppins" w:hAnsi="Poppins" w:cs="Poppins"/>
                <w:color w:val="000000"/>
                <w:lang w:val="sv-SE"/>
              </w:rPr>
              <w:t>218) l/h</w:t>
            </w:r>
          </w:p>
          <w:p w14:paraId="7418F1B1" w14:textId="63AAD85C" w:rsidR="00914249" w:rsidRPr="00EC7DB2" w:rsidRDefault="00BF210C" w:rsidP="00EC7DB2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97AB3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A97AB3">
              <w:rPr>
                <w:rFonts w:ascii="Poppins" w:hAnsi="Poppins" w:cs="Poppins"/>
                <w:color w:val="000000"/>
              </w:rPr>
              <w:t xml:space="preserve"> - </w:t>
            </w:r>
            <w:r w:rsidRPr="00A97AB3">
              <w:rPr>
                <w:rFonts w:ascii="Poppins" w:hAnsi="Poppins" w:cs="Poppins"/>
                <w:color w:val="000000"/>
              </w:rPr>
              <w:t xml:space="preserve">max): 3,1 (1,1 </w:t>
            </w:r>
            <w:r w:rsidR="003D0946" w:rsidRPr="00A97AB3">
              <w:rPr>
                <w:rFonts w:ascii="Poppins" w:hAnsi="Poppins" w:cs="Poppins"/>
                <w:color w:val="000000"/>
              </w:rPr>
              <w:t xml:space="preserve"> - </w:t>
            </w:r>
            <w:r w:rsidRPr="00A97AB3">
              <w:rPr>
                <w:rFonts w:ascii="Poppins" w:hAnsi="Poppins" w:cs="Poppins"/>
                <w:color w:val="000000"/>
              </w:rPr>
              <w:t>5,4) kPa</w:t>
            </w:r>
            <w:r w:rsidR="00EC7DB2">
              <w:rPr>
                <w:rFonts w:ascii="Poppins" w:hAnsi="Poppins" w:cs="Poppins"/>
                <w:color w:val="000000"/>
              </w:rPr>
              <w:t xml:space="preserve"> </w:t>
            </w:r>
            <w:r w:rsidRPr="00EC7DB2">
              <w:rPr>
                <w:rFonts w:ascii="Poppins" w:hAnsi="Poppins" w:cs="Poppins"/>
              </w:rPr>
              <w:t>(temperatura acqua 45°C Dt 5°C; temperatura aria 20 °C)</w:t>
            </w:r>
          </w:p>
          <w:p w14:paraId="7BFD185F" w14:textId="77777777" w:rsidR="00914249" w:rsidRPr="00A97AB3" w:rsidRDefault="00BF210C" w:rsidP="00A97AB3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A97AB3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A97AB3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A97AB3">
              <w:rPr>
                <w:rFonts w:ascii="Poppins" w:hAnsi="Poppins" w:cs="Poppins"/>
                <w:color w:val="000000"/>
                <w:lang w:val="sv-SE"/>
              </w:rPr>
              <w:t xml:space="preserve">aria med (min </w:t>
            </w:r>
            <w:r w:rsidR="003D0946" w:rsidRPr="00A97AB3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A97AB3">
              <w:rPr>
                <w:rFonts w:ascii="Poppins" w:hAnsi="Poppins" w:cs="Poppins"/>
                <w:color w:val="000000"/>
                <w:lang w:val="sv-SE"/>
              </w:rPr>
              <w:t xml:space="preserve">max:) 155 (84 </w:t>
            </w:r>
            <w:r w:rsidR="003D0946" w:rsidRPr="00A97AB3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A97AB3">
              <w:rPr>
                <w:rFonts w:ascii="Poppins" w:hAnsi="Poppins" w:cs="Poppins"/>
                <w:color w:val="000000"/>
                <w:lang w:val="sv-SE"/>
              </w:rPr>
              <w:t>228) m3/h</w:t>
            </w:r>
          </w:p>
          <w:p w14:paraId="379CE521" w14:textId="77777777" w:rsidR="00914249" w:rsidRPr="00A97AB3" w:rsidRDefault="00BF210C" w:rsidP="00A97AB3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97AB3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190EFD21" w14:textId="77777777" w:rsidR="00914249" w:rsidRPr="00A97AB3" w:rsidRDefault="00BF210C" w:rsidP="00A97AB3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97AB3">
              <w:rPr>
                <w:rFonts w:ascii="Poppins" w:hAnsi="Poppins" w:cs="Poppins"/>
                <w:color w:val="000000"/>
              </w:rPr>
              <w:t>Potenza massima assorbita: 13 W</w:t>
            </w:r>
          </w:p>
          <w:p w14:paraId="6F11A22B" w14:textId="77777777" w:rsidR="00914249" w:rsidRPr="00A97AB3" w:rsidRDefault="00BF210C" w:rsidP="00A97AB3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97AB3">
              <w:rPr>
                <w:rFonts w:ascii="Poppins" w:hAnsi="Poppins" w:cs="Poppins"/>
                <w:color w:val="000000"/>
              </w:rPr>
              <w:t>Corrente assorbita: 0,10 A</w:t>
            </w:r>
          </w:p>
          <w:p w14:paraId="12873AE5" w14:textId="77777777" w:rsidR="00914249" w:rsidRPr="00A97AB3" w:rsidRDefault="00C2188A" w:rsidP="00A97AB3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97AB3">
              <w:rPr>
                <w:rFonts w:ascii="Poppins" w:hAnsi="Poppins" w:cs="Poppins"/>
              </w:rPr>
              <w:t>Livello di potenza sonora med (</w:t>
            </w:r>
            <w:r w:rsidR="007F0804" w:rsidRPr="00A97AB3">
              <w:rPr>
                <w:rFonts w:ascii="Poppins" w:hAnsi="Poppins" w:cs="Poppins"/>
              </w:rPr>
              <w:t xml:space="preserve">min </w:t>
            </w:r>
            <w:r w:rsidR="003D0946" w:rsidRPr="00A97AB3">
              <w:rPr>
                <w:rFonts w:ascii="Poppins" w:hAnsi="Poppins" w:cs="Poppins"/>
              </w:rPr>
              <w:t xml:space="preserve"> - </w:t>
            </w:r>
            <w:r w:rsidR="007F0804" w:rsidRPr="00A97AB3">
              <w:rPr>
                <w:rFonts w:ascii="Poppins" w:hAnsi="Poppins" w:cs="Poppins"/>
              </w:rPr>
              <w:t>max</w:t>
            </w:r>
            <w:r w:rsidRPr="00A97AB3">
              <w:rPr>
                <w:rFonts w:ascii="Poppins" w:hAnsi="Poppins" w:cs="Poppins"/>
              </w:rPr>
              <w:t xml:space="preserve">): </w:t>
            </w:r>
            <w:r w:rsidR="00914249" w:rsidRPr="00A97AB3">
              <w:rPr>
                <w:rFonts w:ascii="Poppins" w:hAnsi="Poppins" w:cs="Poppins"/>
                <w:color w:val="000000"/>
              </w:rPr>
              <w:t>38 (29</w:t>
            </w:r>
            <w:r w:rsidR="003D0946" w:rsidRPr="00A97AB3">
              <w:rPr>
                <w:rFonts w:ascii="Poppins" w:hAnsi="Poppins" w:cs="Poppins"/>
                <w:color w:val="000000"/>
              </w:rPr>
              <w:t xml:space="preserve"> - </w:t>
            </w:r>
            <w:r w:rsidR="00914249" w:rsidRPr="00A97AB3">
              <w:rPr>
                <w:rFonts w:ascii="Poppins" w:hAnsi="Poppins" w:cs="Poppins"/>
                <w:color w:val="000000"/>
              </w:rPr>
              <w:t>48)</w:t>
            </w:r>
            <w:r w:rsidR="00914249" w:rsidRPr="00A97AB3">
              <w:rPr>
                <w:rFonts w:ascii="Poppins" w:hAnsi="Poppins" w:cs="Poppins"/>
              </w:rPr>
              <w:t xml:space="preserve"> dB(A)</w:t>
            </w:r>
          </w:p>
          <w:p w14:paraId="68EB0CA0" w14:textId="7B81C57E" w:rsidR="00914249" w:rsidRPr="00A97AB3" w:rsidRDefault="00C2188A" w:rsidP="00A97AB3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97AB3">
              <w:rPr>
                <w:rFonts w:ascii="Poppins" w:hAnsi="Poppins" w:cs="Poppins"/>
              </w:rPr>
              <w:t>Livello di pressione sonora med (</w:t>
            </w:r>
            <w:r w:rsidR="007F0804" w:rsidRPr="00A97AB3">
              <w:rPr>
                <w:rFonts w:ascii="Poppins" w:hAnsi="Poppins" w:cs="Poppins"/>
              </w:rPr>
              <w:t xml:space="preserve">min </w:t>
            </w:r>
            <w:r w:rsidR="003D0946" w:rsidRPr="00A97AB3">
              <w:rPr>
                <w:rFonts w:ascii="Poppins" w:hAnsi="Poppins" w:cs="Poppins"/>
              </w:rPr>
              <w:t xml:space="preserve"> - </w:t>
            </w:r>
            <w:r w:rsidR="007F0804" w:rsidRPr="00A97AB3">
              <w:rPr>
                <w:rFonts w:ascii="Poppins" w:hAnsi="Poppins" w:cs="Poppins"/>
              </w:rPr>
              <w:t>max</w:t>
            </w:r>
            <w:r w:rsidRPr="00A97AB3">
              <w:rPr>
                <w:rFonts w:ascii="Poppins" w:hAnsi="Poppins" w:cs="Poppins"/>
              </w:rPr>
              <w:t xml:space="preserve">): </w:t>
            </w:r>
            <w:r w:rsidR="00914249" w:rsidRPr="00A97AB3">
              <w:rPr>
                <w:rFonts w:ascii="Poppins" w:hAnsi="Poppins" w:cs="Poppins"/>
              </w:rPr>
              <w:t>21 (12</w:t>
            </w:r>
            <w:r w:rsidR="003D0946" w:rsidRPr="00A97AB3">
              <w:rPr>
                <w:rFonts w:ascii="Poppins" w:hAnsi="Poppins" w:cs="Poppins"/>
              </w:rPr>
              <w:t xml:space="preserve"> - </w:t>
            </w:r>
            <w:r w:rsidR="00914249" w:rsidRPr="00A97AB3">
              <w:rPr>
                <w:rFonts w:ascii="Poppins" w:hAnsi="Poppins" w:cs="Poppins"/>
              </w:rPr>
              <w:t xml:space="preserve">31) dB(A) </w:t>
            </w:r>
            <w:r w:rsidR="003D0946" w:rsidRPr="00A97AB3">
              <w:rPr>
                <w:rFonts w:ascii="Poppins" w:hAnsi="Poppins" w:cs="Poppins"/>
              </w:rPr>
              <w:t xml:space="preserve"> - </w:t>
            </w:r>
            <w:r w:rsidR="00914249" w:rsidRPr="00A97AB3">
              <w:rPr>
                <w:rFonts w:ascii="Poppins" w:hAnsi="Poppins" w:cs="Poppins"/>
              </w:rPr>
              <w:t>valori riferiti a fattore di direzionalità pari a 2 in campo chiuso, costante d’ambiente 300 m2 e distanza pari a 5 m</w:t>
            </w:r>
          </w:p>
          <w:p w14:paraId="1C504120" w14:textId="77777777" w:rsidR="00914249" w:rsidRPr="00A97AB3" w:rsidRDefault="00C2188A" w:rsidP="00A97AB3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97AB3">
              <w:rPr>
                <w:rFonts w:ascii="Poppins" w:hAnsi="Poppins" w:cs="Poppins"/>
                <w:color w:val="000000"/>
              </w:rPr>
              <w:t xml:space="preserve">Dimensioni (LxHxP): </w:t>
            </w:r>
            <w:r w:rsidR="00914249" w:rsidRPr="00A97AB3">
              <w:rPr>
                <w:rFonts w:ascii="Poppins" w:hAnsi="Poppins" w:cs="Poppins"/>
                <w:color w:val="000000"/>
              </w:rPr>
              <w:t>902x335x128 mm</w:t>
            </w:r>
          </w:p>
          <w:p w14:paraId="4DDF2AC9" w14:textId="77777777" w:rsidR="00914249" w:rsidRPr="00A97AB3" w:rsidRDefault="00C2188A" w:rsidP="00A97AB3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97AB3">
              <w:rPr>
                <w:rFonts w:ascii="Poppins" w:hAnsi="Poppins" w:cs="Poppins"/>
                <w:color w:val="000000"/>
              </w:rPr>
              <w:t>Peso:</w:t>
            </w:r>
            <w:r w:rsidR="00914249" w:rsidRPr="00A97AB3">
              <w:rPr>
                <w:rFonts w:ascii="Poppins" w:hAnsi="Poppins" w:cs="Poppins"/>
                <w:color w:val="000000"/>
              </w:rPr>
              <w:t xml:space="preserve"> 14 kg</w:t>
            </w:r>
          </w:p>
          <w:p w14:paraId="057949C6" w14:textId="23DA1E10" w:rsidR="00914249" w:rsidRPr="00A97AB3" w:rsidRDefault="00914249" w:rsidP="00A97AB3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97AB3">
              <w:rPr>
                <w:rFonts w:ascii="Poppins" w:hAnsi="Poppins" w:cs="Poppins"/>
                <w:color w:val="000000"/>
              </w:rPr>
              <w:t xml:space="preserve">Temperatura acqua </w:t>
            </w:r>
            <w:proofErr w:type="gramStart"/>
            <w:r w:rsidR="007F0804" w:rsidRPr="00A97AB3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A97AB3">
              <w:rPr>
                <w:rFonts w:ascii="Poppins" w:hAnsi="Poppins" w:cs="Poppins"/>
                <w:color w:val="000000"/>
              </w:rPr>
              <w:t xml:space="preserve"> -</w:t>
            </w:r>
            <w:proofErr w:type="gramEnd"/>
            <w:r w:rsidR="003D0946" w:rsidRPr="00A97AB3">
              <w:rPr>
                <w:rFonts w:ascii="Poppins" w:hAnsi="Poppins" w:cs="Poppins"/>
                <w:color w:val="000000"/>
              </w:rPr>
              <w:t xml:space="preserve"> </w:t>
            </w:r>
            <w:r w:rsidR="007F0804" w:rsidRPr="00A97AB3">
              <w:rPr>
                <w:rFonts w:ascii="Poppins" w:hAnsi="Poppins" w:cs="Poppins"/>
                <w:color w:val="000000"/>
              </w:rPr>
              <w:t>max</w:t>
            </w:r>
            <w:r w:rsidRPr="00A97AB3">
              <w:rPr>
                <w:rFonts w:ascii="Poppins" w:hAnsi="Poppins" w:cs="Poppins"/>
                <w:color w:val="000000"/>
              </w:rPr>
              <w:t xml:space="preserve">: </w:t>
            </w:r>
            <w:r w:rsidR="00B051EA">
              <w:rPr>
                <w:rFonts w:ascii="Poppins" w:hAnsi="Poppins" w:cs="Poppins"/>
                <w:color w:val="000000"/>
              </w:rPr>
              <w:t>da 4 a 85 °C</w:t>
            </w:r>
          </w:p>
          <w:p w14:paraId="190FE1DC" w14:textId="10E93D7A" w:rsidR="00914249" w:rsidRPr="00A97AB3" w:rsidRDefault="00914249" w:rsidP="00A97AB3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97AB3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7F0804" w:rsidRPr="00A97AB3">
              <w:rPr>
                <w:rFonts w:ascii="Poppins" w:hAnsi="Poppins" w:cs="Poppins"/>
                <w:color w:val="000000"/>
              </w:rPr>
              <w:t>3/4”</w:t>
            </w:r>
            <w:r w:rsidRPr="00A97AB3">
              <w:rPr>
                <w:rFonts w:ascii="Poppins" w:hAnsi="Poppins" w:cs="Poppins"/>
                <w:color w:val="000000"/>
              </w:rPr>
              <w:t xml:space="preserve"> Eurocono, a destra</w:t>
            </w:r>
          </w:p>
          <w:p w14:paraId="11587FDA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0B2D9A40" w14:textId="62BB816A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914249">
              <w:rPr>
                <w:rFonts w:ascii="Poppins" w:hAnsi="Poppins" w:cs="Poppins"/>
                <w:b/>
              </w:rPr>
              <w:t xml:space="preserve">Marca </w:t>
            </w:r>
            <w:r w:rsidR="00542CF8">
              <w:rPr>
                <w:rFonts w:ascii="Poppins" w:hAnsi="Poppins" w:cs="Poppins"/>
                <w:b/>
              </w:rPr>
              <w:t>Emmeti</w:t>
            </w:r>
            <w:r w:rsidRPr="00914249">
              <w:rPr>
                <w:rFonts w:ascii="Poppins" w:hAnsi="Poppins" w:cs="Poppins"/>
                <w:b/>
              </w:rPr>
              <w:t xml:space="preserve"> – Modello </w:t>
            </w:r>
            <w:r w:rsidR="00A97AB3">
              <w:rPr>
                <w:rFonts w:ascii="Poppins" w:hAnsi="Poppins" w:cs="Poppins"/>
                <w:b/>
              </w:rPr>
              <w:t>Ventilconvettore</w:t>
            </w:r>
            <w:r w:rsidRPr="00914249">
              <w:rPr>
                <w:rFonts w:ascii="Poppins" w:hAnsi="Poppins" w:cs="Poppins"/>
                <w:b/>
              </w:rPr>
              <w:t xml:space="preserve"> SILENCE THIN ETWW 240 DQ o equivalente</w:t>
            </w:r>
            <w:r w:rsidR="00EC7DB2">
              <w:rPr>
                <w:rFonts w:ascii="Poppins" w:hAnsi="Poppins" w:cs="Poppins"/>
                <w:b/>
              </w:rPr>
              <w:t>.</w:t>
            </w:r>
          </w:p>
        </w:tc>
      </w:tr>
      <w:tr w:rsidR="00914249" w:rsidRPr="00D5395B" w14:paraId="3F6EA6B7" w14:textId="77777777" w:rsidTr="008574C8">
        <w:tc>
          <w:tcPr>
            <w:tcW w:w="1208" w:type="dxa"/>
          </w:tcPr>
          <w:p w14:paraId="1AD70510" w14:textId="1AAA4360" w:rsidR="00914249" w:rsidRPr="00914249" w:rsidRDefault="00914249" w:rsidP="0091424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lastRenderedPageBreak/>
              <w:t>0752353</w:t>
            </w:r>
            <w:r w:rsidR="00F2084C">
              <w:rPr>
                <w:rFonts w:ascii="Poppins" w:hAnsi="Poppins" w:cs="Poppins"/>
                <w:sz w:val="20"/>
              </w:rPr>
              <w:t>5</w:t>
            </w:r>
          </w:p>
        </w:tc>
        <w:tc>
          <w:tcPr>
            <w:tcW w:w="1867" w:type="dxa"/>
          </w:tcPr>
          <w:p w14:paraId="45E9E68B" w14:textId="77777777" w:rsidR="00F26DBC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Ventilconvettore</w:t>
            </w:r>
          </w:p>
          <w:p w14:paraId="393E3106" w14:textId="77777777" w:rsidR="00914249" w:rsidRPr="00914249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 xml:space="preserve">SILENCE THIN </w:t>
            </w:r>
            <w:r w:rsidR="00914249" w:rsidRPr="00914249">
              <w:rPr>
                <w:rFonts w:ascii="Poppins" w:hAnsi="Poppins" w:cs="Poppins"/>
                <w:sz w:val="20"/>
              </w:rPr>
              <w:t>ETWW 260 DQ</w:t>
            </w:r>
          </w:p>
        </w:tc>
        <w:tc>
          <w:tcPr>
            <w:tcW w:w="6525" w:type="dxa"/>
          </w:tcPr>
          <w:p w14:paraId="21EB7472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Ventilconvettore a parete, di tipo compatto, versione “Termostato a bordo THINW-V-AUTO”, con tecnologia DC-Inverter.</w:t>
            </w:r>
          </w:p>
          <w:p w14:paraId="60DEF4E8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Comando SMART TOUCH con display touchpad sul frontale e telecomando ad infrarossi (a corredo) per controllo temperatura ambiente, settaggio velocità ventilatore, modalità di funzionamento: Raffreddamento, Riscaldamento, Deumidificazione, Automatico, Ventilazione. Funzione Timer e Sleep (funzionamento notturno).</w:t>
            </w:r>
          </w:p>
          <w:p w14:paraId="64664AA9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434B2231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L’unità presenta il deflettore orizzontale con orientamento automatico del flusso dell’aria, filtro aria, raccordo scarico condensa, dima per fissaggio a muro.</w:t>
            </w:r>
          </w:p>
          <w:p w14:paraId="346B81C0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B5D7553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914249">
              <w:rPr>
                <w:rFonts w:ascii="Poppins" w:hAnsi="Poppins" w:cs="Poppins"/>
                <w:b/>
              </w:rPr>
              <w:t>Dati tecnici:</w:t>
            </w:r>
          </w:p>
          <w:p w14:paraId="6B6AAB12" w14:textId="77777777" w:rsidR="00914249" w:rsidRPr="009C0334" w:rsidRDefault="00914249" w:rsidP="009C0334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9C0334">
              <w:rPr>
                <w:rFonts w:ascii="Poppins" w:hAnsi="Poppins" w:cs="Poppins"/>
                <w:color w:val="000000"/>
              </w:rPr>
              <w:t>Potenza frigorifera med (</w:t>
            </w:r>
            <w:r w:rsidR="007F0804" w:rsidRPr="009C0334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9C0334">
              <w:rPr>
                <w:rFonts w:ascii="Poppins" w:hAnsi="Poppins" w:cs="Poppins"/>
                <w:color w:val="000000"/>
              </w:rPr>
              <w:t xml:space="preserve"> - </w:t>
            </w:r>
            <w:r w:rsidR="007F0804" w:rsidRPr="009C0334">
              <w:rPr>
                <w:rFonts w:ascii="Poppins" w:hAnsi="Poppins" w:cs="Poppins"/>
                <w:color w:val="000000"/>
              </w:rPr>
              <w:t>max</w:t>
            </w:r>
            <w:r w:rsidRPr="009C0334">
              <w:rPr>
                <w:rFonts w:ascii="Poppins" w:hAnsi="Poppins" w:cs="Poppins"/>
                <w:color w:val="000000"/>
              </w:rPr>
              <w:t>): 1,03 (0,58</w:t>
            </w:r>
            <w:r w:rsidR="003D0946" w:rsidRPr="009C0334">
              <w:rPr>
                <w:rFonts w:ascii="Poppins" w:hAnsi="Poppins" w:cs="Poppins"/>
                <w:color w:val="000000"/>
              </w:rPr>
              <w:t xml:space="preserve"> - </w:t>
            </w:r>
            <w:r w:rsidRPr="009C0334">
              <w:rPr>
                <w:rFonts w:ascii="Poppins" w:hAnsi="Poppins" w:cs="Poppins"/>
                <w:color w:val="000000"/>
              </w:rPr>
              <w:t>1,65) kW</w:t>
            </w:r>
          </w:p>
          <w:p w14:paraId="7631BB09" w14:textId="77777777" w:rsidR="00914249" w:rsidRPr="009C0334" w:rsidRDefault="007F0804" w:rsidP="009C0334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9C0334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9C0334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9C0334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9C033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9C0334">
              <w:rPr>
                <w:rFonts w:ascii="Poppins" w:hAnsi="Poppins" w:cs="Poppins"/>
                <w:color w:val="000000"/>
                <w:lang w:val="sv-SE"/>
              </w:rPr>
              <w:t xml:space="preserve">max): 177 (99 </w:t>
            </w:r>
            <w:r w:rsidR="003D0946" w:rsidRPr="009C033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9C0334">
              <w:rPr>
                <w:rFonts w:ascii="Poppins" w:hAnsi="Poppins" w:cs="Poppins"/>
                <w:color w:val="000000"/>
                <w:lang w:val="sv-SE"/>
              </w:rPr>
              <w:t>283) l/h</w:t>
            </w:r>
          </w:p>
          <w:p w14:paraId="18362C43" w14:textId="3A7D9669" w:rsidR="00914249" w:rsidRPr="009C0334" w:rsidRDefault="007F0804" w:rsidP="00F6793C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9C0334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9C0334">
              <w:rPr>
                <w:rFonts w:ascii="Poppins" w:hAnsi="Poppins" w:cs="Poppins"/>
                <w:color w:val="000000"/>
              </w:rPr>
              <w:t xml:space="preserve"> - </w:t>
            </w:r>
            <w:r w:rsidRPr="009C0334">
              <w:rPr>
                <w:rFonts w:ascii="Poppins" w:hAnsi="Poppins" w:cs="Poppins"/>
                <w:color w:val="000000"/>
              </w:rPr>
              <w:t xml:space="preserve">max): 4,8 (3,9 </w:t>
            </w:r>
            <w:r w:rsidR="003D0946" w:rsidRPr="009C0334">
              <w:rPr>
                <w:rFonts w:ascii="Poppins" w:hAnsi="Poppins" w:cs="Poppins"/>
                <w:color w:val="000000"/>
              </w:rPr>
              <w:t xml:space="preserve"> - </w:t>
            </w:r>
            <w:r w:rsidRPr="009C0334">
              <w:rPr>
                <w:rFonts w:ascii="Poppins" w:hAnsi="Poppins" w:cs="Poppins"/>
                <w:color w:val="000000"/>
              </w:rPr>
              <w:t>5,7) kPa</w:t>
            </w:r>
            <w:r w:rsidR="009C0334">
              <w:rPr>
                <w:rFonts w:ascii="Poppins" w:hAnsi="Poppins" w:cs="Poppins"/>
                <w:color w:val="000000"/>
              </w:rPr>
              <w:t xml:space="preserve"> </w:t>
            </w:r>
            <w:r w:rsidR="00BF210C" w:rsidRPr="009C0334">
              <w:rPr>
                <w:rFonts w:ascii="Poppins" w:hAnsi="Poppins" w:cs="Poppins"/>
              </w:rPr>
              <w:t>(temperatura acqua 7°C Dt 5°C; temperatura aria 27 °C b.s./19 °C b.u.)</w:t>
            </w:r>
          </w:p>
          <w:p w14:paraId="714CB6D1" w14:textId="77777777" w:rsidR="00914249" w:rsidRPr="009C0334" w:rsidRDefault="007F0804" w:rsidP="009C0334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9C0334">
              <w:rPr>
                <w:rFonts w:ascii="Poppins" w:hAnsi="Poppins" w:cs="Poppins"/>
                <w:color w:val="000000"/>
              </w:rPr>
              <w:t xml:space="preserve">Potenza termica med (min </w:t>
            </w:r>
            <w:r w:rsidR="003D0946" w:rsidRPr="009C0334">
              <w:rPr>
                <w:rFonts w:ascii="Poppins" w:hAnsi="Poppins" w:cs="Poppins"/>
                <w:color w:val="000000"/>
              </w:rPr>
              <w:t xml:space="preserve"> - </w:t>
            </w:r>
            <w:r w:rsidRPr="009C0334">
              <w:rPr>
                <w:rFonts w:ascii="Poppins" w:hAnsi="Poppins" w:cs="Poppins"/>
                <w:color w:val="000000"/>
              </w:rPr>
              <w:t>max): 1,26 (0,66</w:t>
            </w:r>
            <w:r w:rsidR="003D0946" w:rsidRPr="009C0334">
              <w:rPr>
                <w:rFonts w:ascii="Poppins" w:hAnsi="Poppins" w:cs="Poppins"/>
                <w:color w:val="000000"/>
              </w:rPr>
              <w:t xml:space="preserve"> - </w:t>
            </w:r>
            <w:r w:rsidRPr="009C0334">
              <w:rPr>
                <w:rFonts w:ascii="Poppins" w:hAnsi="Poppins" w:cs="Poppins"/>
                <w:color w:val="000000"/>
              </w:rPr>
              <w:t>1,80) kW</w:t>
            </w:r>
          </w:p>
          <w:p w14:paraId="270E5DC6" w14:textId="77777777" w:rsidR="00914249" w:rsidRPr="009C0334" w:rsidRDefault="007F0804" w:rsidP="009C0334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9C0334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9C0334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9C0334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9C033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9C0334">
              <w:rPr>
                <w:rFonts w:ascii="Poppins" w:hAnsi="Poppins" w:cs="Poppins"/>
                <w:color w:val="000000"/>
                <w:lang w:val="sv-SE"/>
              </w:rPr>
              <w:t xml:space="preserve">max): 217 (113 </w:t>
            </w:r>
            <w:r w:rsidR="003D0946" w:rsidRPr="009C033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9C0334">
              <w:rPr>
                <w:rFonts w:ascii="Poppins" w:hAnsi="Poppins" w:cs="Poppins"/>
                <w:color w:val="000000"/>
                <w:lang w:val="sv-SE"/>
              </w:rPr>
              <w:t>310) l/h</w:t>
            </w:r>
          </w:p>
          <w:p w14:paraId="6D345C4F" w14:textId="76A104D1" w:rsidR="00914249" w:rsidRPr="009C0334" w:rsidRDefault="007F0804" w:rsidP="009C0334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9C0334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9C0334">
              <w:rPr>
                <w:rFonts w:ascii="Poppins" w:hAnsi="Poppins" w:cs="Poppins"/>
                <w:color w:val="000000"/>
              </w:rPr>
              <w:t xml:space="preserve"> - </w:t>
            </w:r>
            <w:r w:rsidRPr="009C0334">
              <w:rPr>
                <w:rFonts w:ascii="Poppins" w:hAnsi="Poppins" w:cs="Poppins"/>
                <w:color w:val="000000"/>
              </w:rPr>
              <w:t xml:space="preserve">max): 3,5 (2,8 </w:t>
            </w:r>
            <w:r w:rsidR="003D0946" w:rsidRPr="009C0334">
              <w:rPr>
                <w:rFonts w:ascii="Poppins" w:hAnsi="Poppins" w:cs="Poppins"/>
                <w:color w:val="000000"/>
              </w:rPr>
              <w:t xml:space="preserve"> - </w:t>
            </w:r>
            <w:r w:rsidRPr="009C0334">
              <w:rPr>
                <w:rFonts w:ascii="Poppins" w:hAnsi="Poppins" w:cs="Poppins"/>
                <w:color w:val="000000"/>
              </w:rPr>
              <w:t>4,0) kPa</w:t>
            </w:r>
            <w:r w:rsidR="009C0334">
              <w:rPr>
                <w:rFonts w:ascii="Poppins" w:hAnsi="Poppins" w:cs="Poppins"/>
                <w:color w:val="000000"/>
              </w:rPr>
              <w:t xml:space="preserve"> </w:t>
            </w:r>
            <w:r w:rsidR="00BF210C" w:rsidRPr="009C0334">
              <w:rPr>
                <w:rFonts w:ascii="Poppins" w:hAnsi="Poppins" w:cs="Poppins"/>
              </w:rPr>
              <w:t>(temperatura acqua 45°C Dt 5°C; temperatura aria 20 °C)</w:t>
            </w:r>
          </w:p>
          <w:p w14:paraId="0CC64680" w14:textId="77777777" w:rsidR="00914249" w:rsidRPr="009C0334" w:rsidRDefault="007F0804" w:rsidP="009C0334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9C0334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9C0334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9C0334">
              <w:rPr>
                <w:rFonts w:ascii="Poppins" w:hAnsi="Poppins" w:cs="Poppins"/>
                <w:color w:val="000000"/>
                <w:lang w:val="sv-SE"/>
              </w:rPr>
              <w:t xml:space="preserve">aria med (min </w:t>
            </w:r>
            <w:r w:rsidR="003D0946" w:rsidRPr="009C033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9C0334">
              <w:rPr>
                <w:rFonts w:ascii="Poppins" w:hAnsi="Poppins" w:cs="Poppins"/>
                <w:color w:val="000000"/>
                <w:lang w:val="sv-SE"/>
              </w:rPr>
              <w:t xml:space="preserve">max): </w:t>
            </w:r>
            <w:r w:rsidR="00914249" w:rsidRPr="009C0334">
              <w:rPr>
                <w:rFonts w:ascii="Poppins" w:hAnsi="Poppins" w:cs="Poppins"/>
                <w:color w:val="000000"/>
                <w:lang w:val="sv-SE"/>
              </w:rPr>
              <w:t>229 (124</w:t>
            </w:r>
            <w:r w:rsidR="003D0946" w:rsidRPr="009C033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="00914249" w:rsidRPr="009C0334">
              <w:rPr>
                <w:rFonts w:ascii="Poppins" w:hAnsi="Poppins" w:cs="Poppins"/>
                <w:color w:val="000000"/>
                <w:lang w:val="sv-SE"/>
              </w:rPr>
              <w:t>331) m3/h</w:t>
            </w:r>
          </w:p>
          <w:p w14:paraId="2D8B6375" w14:textId="77777777" w:rsidR="00914249" w:rsidRPr="009C0334" w:rsidRDefault="00BF210C" w:rsidP="009C0334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9C0334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577359DE" w14:textId="77777777" w:rsidR="00914249" w:rsidRPr="009C0334" w:rsidRDefault="007F0804" w:rsidP="009C0334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9C0334">
              <w:rPr>
                <w:rFonts w:ascii="Poppins" w:hAnsi="Poppins" w:cs="Poppins"/>
                <w:color w:val="000000"/>
              </w:rPr>
              <w:t xml:space="preserve">Potenza massima assorbita: </w:t>
            </w:r>
            <w:r w:rsidR="00914249" w:rsidRPr="009C0334">
              <w:rPr>
                <w:rFonts w:ascii="Poppins" w:hAnsi="Poppins" w:cs="Poppins"/>
                <w:color w:val="000000"/>
              </w:rPr>
              <w:t>15 W</w:t>
            </w:r>
          </w:p>
          <w:p w14:paraId="7F4B75BB" w14:textId="77777777" w:rsidR="00914249" w:rsidRPr="009C0334" w:rsidRDefault="007F0804" w:rsidP="009C0334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9C0334">
              <w:rPr>
                <w:rFonts w:ascii="Poppins" w:hAnsi="Poppins" w:cs="Poppins"/>
                <w:color w:val="000000"/>
              </w:rPr>
              <w:t xml:space="preserve">Corrente assorbita: </w:t>
            </w:r>
            <w:r w:rsidR="00914249" w:rsidRPr="009C0334">
              <w:rPr>
                <w:rFonts w:ascii="Poppins" w:hAnsi="Poppins" w:cs="Poppins"/>
                <w:color w:val="000000"/>
              </w:rPr>
              <w:t>0,12 A</w:t>
            </w:r>
          </w:p>
          <w:p w14:paraId="0CF09035" w14:textId="77777777" w:rsidR="00914249" w:rsidRPr="009C0334" w:rsidRDefault="00C2188A" w:rsidP="009C0334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9C0334">
              <w:rPr>
                <w:rFonts w:ascii="Poppins" w:hAnsi="Poppins" w:cs="Poppins"/>
              </w:rPr>
              <w:t>Livello di potenza sonora med (</w:t>
            </w:r>
            <w:r w:rsidR="007F0804" w:rsidRPr="009C0334">
              <w:rPr>
                <w:rFonts w:ascii="Poppins" w:hAnsi="Poppins" w:cs="Poppins"/>
              </w:rPr>
              <w:t xml:space="preserve">min </w:t>
            </w:r>
            <w:r w:rsidR="003D0946" w:rsidRPr="009C0334">
              <w:rPr>
                <w:rFonts w:ascii="Poppins" w:hAnsi="Poppins" w:cs="Poppins"/>
              </w:rPr>
              <w:t xml:space="preserve"> - </w:t>
            </w:r>
            <w:r w:rsidR="007F0804" w:rsidRPr="009C0334">
              <w:rPr>
                <w:rFonts w:ascii="Poppins" w:hAnsi="Poppins" w:cs="Poppins"/>
              </w:rPr>
              <w:t>max</w:t>
            </w:r>
            <w:r w:rsidRPr="009C0334">
              <w:rPr>
                <w:rFonts w:ascii="Poppins" w:hAnsi="Poppins" w:cs="Poppins"/>
              </w:rPr>
              <w:t xml:space="preserve">): </w:t>
            </w:r>
            <w:r w:rsidR="00914249" w:rsidRPr="009C0334">
              <w:rPr>
                <w:rFonts w:ascii="Poppins" w:hAnsi="Poppins" w:cs="Poppins"/>
                <w:color w:val="000000"/>
              </w:rPr>
              <w:t>39 (29</w:t>
            </w:r>
            <w:r w:rsidR="003D0946" w:rsidRPr="009C0334">
              <w:rPr>
                <w:rFonts w:ascii="Poppins" w:hAnsi="Poppins" w:cs="Poppins"/>
                <w:color w:val="000000"/>
              </w:rPr>
              <w:t xml:space="preserve"> - </w:t>
            </w:r>
            <w:r w:rsidR="00914249" w:rsidRPr="009C0334">
              <w:rPr>
                <w:rFonts w:ascii="Poppins" w:hAnsi="Poppins" w:cs="Poppins"/>
                <w:color w:val="000000"/>
              </w:rPr>
              <w:t>49)</w:t>
            </w:r>
            <w:r w:rsidR="00914249" w:rsidRPr="009C0334">
              <w:rPr>
                <w:rFonts w:ascii="Poppins" w:hAnsi="Poppins" w:cs="Poppins"/>
              </w:rPr>
              <w:t xml:space="preserve"> dB(A)</w:t>
            </w:r>
          </w:p>
          <w:p w14:paraId="03D8EBBE" w14:textId="7152172E" w:rsidR="00914249" w:rsidRPr="009C0334" w:rsidRDefault="00C2188A" w:rsidP="009C0334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9C0334">
              <w:rPr>
                <w:rFonts w:ascii="Poppins" w:hAnsi="Poppins" w:cs="Poppins"/>
              </w:rPr>
              <w:t>Livello di pressione sonora med (</w:t>
            </w:r>
            <w:r w:rsidR="007F0804" w:rsidRPr="009C0334">
              <w:rPr>
                <w:rFonts w:ascii="Poppins" w:hAnsi="Poppins" w:cs="Poppins"/>
              </w:rPr>
              <w:t xml:space="preserve">min </w:t>
            </w:r>
            <w:r w:rsidR="003D0946" w:rsidRPr="009C0334">
              <w:rPr>
                <w:rFonts w:ascii="Poppins" w:hAnsi="Poppins" w:cs="Poppins"/>
              </w:rPr>
              <w:t xml:space="preserve"> - </w:t>
            </w:r>
            <w:r w:rsidR="007F0804" w:rsidRPr="009C0334">
              <w:rPr>
                <w:rFonts w:ascii="Poppins" w:hAnsi="Poppins" w:cs="Poppins"/>
              </w:rPr>
              <w:t>max</w:t>
            </w:r>
            <w:r w:rsidRPr="009C0334">
              <w:rPr>
                <w:rFonts w:ascii="Poppins" w:hAnsi="Poppins" w:cs="Poppins"/>
              </w:rPr>
              <w:t xml:space="preserve">): </w:t>
            </w:r>
            <w:r w:rsidR="00914249" w:rsidRPr="009C0334">
              <w:rPr>
                <w:rFonts w:ascii="Poppins" w:hAnsi="Poppins" w:cs="Poppins"/>
              </w:rPr>
              <w:t>22 (12</w:t>
            </w:r>
            <w:r w:rsidR="003D0946" w:rsidRPr="009C0334">
              <w:rPr>
                <w:rFonts w:ascii="Poppins" w:hAnsi="Poppins" w:cs="Poppins"/>
              </w:rPr>
              <w:t xml:space="preserve"> - </w:t>
            </w:r>
            <w:r w:rsidR="00914249" w:rsidRPr="009C0334">
              <w:rPr>
                <w:rFonts w:ascii="Poppins" w:hAnsi="Poppins" w:cs="Poppins"/>
              </w:rPr>
              <w:t xml:space="preserve">32) dB(A) </w:t>
            </w:r>
            <w:r w:rsidR="003D0946" w:rsidRPr="009C0334">
              <w:rPr>
                <w:rFonts w:ascii="Poppins" w:hAnsi="Poppins" w:cs="Poppins"/>
              </w:rPr>
              <w:t xml:space="preserve"> - </w:t>
            </w:r>
            <w:r w:rsidR="00914249" w:rsidRPr="009C0334">
              <w:rPr>
                <w:rFonts w:ascii="Poppins" w:hAnsi="Poppins" w:cs="Poppins"/>
              </w:rPr>
              <w:t>valori riferiti a fattore di direzionalità pari a 2 in campo chiuso, costante d’ambiente 300 m2 e distanza pari a 5 m</w:t>
            </w:r>
          </w:p>
          <w:p w14:paraId="33D88B20" w14:textId="77777777" w:rsidR="00914249" w:rsidRPr="009C0334" w:rsidRDefault="00C2188A" w:rsidP="009C0334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9C0334">
              <w:rPr>
                <w:rFonts w:ascii="Poppins" w:hAnsi="Poppins" w:cs="Poppins"/>
                <w:color w:val="000000"/>
              </w:rPr>
              <w:t xml:space="preserve">Dimensioni (LxHxP): </w:t>
            </w:r>
            <w:r w:rsidR="00914249" w:rsidRPr="009C0334">
              <w:rPr>
                <w:rFonts w:ascii="Poppins" w:hAnsi="Poppins" w:cs="Poppins"/>
                <w:color w:val="000000"/>
              </w:rPr>
              <w:t>1102x335x128 mm</w:t>
            </w:r>
          </w:p>
          <w:p w14:paraId="155E1FD2" w14:textId="77777777" w:rsidR="00914249" w:rsidRPr="009C0334" w:rsidRDefault="00C2188A" w:rsidP="009C0334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9C0334">
              <w:rPr>
                <w:rFonts w:ascii="Poppins" w:hAnsi="Poppins" w:cs="Poppins"/>
                <w:color w:val="000000"/>
              </w:rPr>
              <w:t>Peso:</w:t>
            </w:r>
            <w:r w:rsidR="00914249" w:rsidRPr="009C0334">
              <w:rPr>
                <w:rFonts w:ascii="Poppins" w:hAnsi="Poppins" w:cs="Poppins"/>
                <w:color w:val="000000"/>
              </w:rPr>
              <w:t xml:space="preserve"> 16 kg</w:t>
            </w:r>
          </w:p>
          <w:p w14:paraId="56F782EB" w14:textId="5D34D924" w:rsidR="00914249" w:rsidRPr="009C0334" w:rsidRDefault="00914249" w:rsidP="009C0334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9C0334">
              <w:rPr>
                <w:rFonts w:ascii="Poppins" w:hAnsi="Poppins" w:cs="Poppins"/>
                <w:color w:val="000000"/>
              </w:rPr>
              <w:lastRenderedPageBreak/>
              <w:t xml:space="preserve">Temperatura acqua </w:t>
            </w:r>
            <w:proofErr w:type="gramStart"/>
            <w:r w:rsidR="007F0804" w:rsidRPr="009C0334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9C0334">
              <w:rPr>
                <w:rFonts w:ascii="Poppins" w:hAnsi="Poppins" w:cs="Poppins"/>
                <w:color w:val="000000"/>
              </w:rPr>
              <w:t xml:space="preserve"> -</w:t>
            </w:r>
            <w:proofErr w:type="gramEnd"/>
            <w:r w:rsidR="003D0946" w:rsidRPr="009C0334">
              <w:rPr>
                <w:rFonts w:ascii="Poppins" w:hAnsi="Poppins" w:cs="Poppins"/>
                <w:color w:val="000000"/>
              </w:rPr>
              <w:t xml:space="preserve"> </w:t>
            </w:r>
            <w:r w:rsidR="007F0804" w:rsidRPr="009C0334">
              <w:rPr>
                <w:rFonts w:ascii="Poppins" w:hAnsi="Poppins" w:cs="Poppins"/>
                <w:color w:val="000000"/>
              </w:rPr>
              <w:t>max</w:t>
            </w:r>
            <w:r w:rsidRPr="009C0334">
              <w:rPr>
                <w:rFonts w:ascii="Poppins" w:hAnsi="Poppins" w:cs="Poppins"/>
                <w:color w:val="000000"/>
              </w:rPr>
              <w:t xml:space="preserve">: </w:t>
            </w:r>
            <w:r w:rsidR="00B051EA">
              <w:rPr>
                <w:rFonts w:ascii="Poppins" w:hAnsi="Poppins" w:cs="Poppins"/>
                <w:color w:val="000000"/>
              </w:rPr>
              <w:t>da 4 a 85 °C</w:t>
            </w:r>
          </w:p>
          <w:p w14:paraId="70666415" w14:textId="739DA1E0" w:rsidR="00914249" w:rsidRPr="009C0334" w:rsidRDefault="00914249" w:rsidP="009C0334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9C0334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7F0804" w:rsidRPr="009C0334">
              <w:rPr>
                <w:rFonts w:ascii="Poppins" w:hAnsi="Poppins" w:cs="Poppins"/>
                <w:color w:val="000000"/>
              </w:rPr>
              <w:t>3/4”</w:t>
            </w:r>
            <w:r w:rsidRPr="009C0334">
              <w:rPr>
                <w:rFonts w:ascii="Poppins" w:hAnsi="Poppins" w:cs="Poppins"/>
                <w:color w:val="000000"/>
              </w:rPr>
              <w:t xml:space="preserve"> Eurocono, a destra</w:t>
            </w:r>
          </w:p>
          <w:p w14:paraId="231A7D5B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4A47CC1F" w14:textId="798E37A6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914249">
              <w:rPr>
                <w:rFonts w:ascii="Poppins" w:hAnsi="Poppins" w:cs="Poppins"/>
                <w:b/>
              </w:rPr>
              <w:t xml:space="preserve">Marca </w:t>
            </w:r>
            <w:r w:rsidR="00542CF8">
              <w:rPr>
                <w:rFonts w:ascii="Poppins" w:hAnsi="Poppins" w:cs="Poppins"/>
                <w:b/>
              </w:rPr>
              <w:t>Emmeti</w:t>
            </w:r>
            <w:r w:rsidRPr="00914249">
              <w:rPr>
                <w:rFonts w:ascii="Poppins" w:hAnsi="Poppins" w:cs="Poppins"/>
                <w:b/>
              </w:rPr>
              <w:t xml:space="preserve"> – Modello </w:t>
            </w:r>
            <w:r w:rsidR="00A97AB3">
              <w:rPr>
                <w:rFonts w:ascii="Poppins" w:hAnsi="Poppins" w:cs="Poppins"/>
                <w:b/>
              </w:rPr>
              <w:t>Ventilconvettore</w:t>
            </w:r>
            <w:r w:rsidRPr="00914249">
              <w:rPr>
                <w:rFonts w:ascii="Poppins" w:hAnsi="Poppins" w:cs="Poppins"/>
                <w:b/>
              </w:rPr>
              <w:t xml:space="preserve"> SILENCE THIN ETWW 260 DQ o equivalente</w:t>
            </w:r>
            <w:r w:rsidR="009C0334">
              <w:rPr>
                <w:rFonts w:ascii="Poppins" w:hAnsi="Poppins" w:cs="Poppins"/>
                <w:b/>
              </w:rPr>
              <w:t>.</w:t>
            </w:r>
          </w:p>
        </w:tc>
      </w:tr>
      <w:tr w:rsidR="00914249" w:rsidRPr="00D5395B" w14:paraId="0C46E3B3" w14:textId="77777777" w:rsidTr="008574C8">
        <w:tc>
          <w:tcPr>
            <w:tcW w:w="1208" w:type="dxa"/>
          </w:tcPr>
          <w:p w14:paraId="12FE9213" w14:textId="7483B83F" w:rsidR="00914249" w:rsidRPr="00914249" w:rsidRDefault="00914249" w:rsidP="0091424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lastRenderedPageBreak/>
              <w:t>0752354</w:t>
            </w:r>
            <w:r w:rsidR="00F2084C">
              <w:rPr>
                <w:rFonts w:ascii="Poppins" w:hAnsi="Poppins" w:cs="Poppins"/>
                <w:sz w:val="20"/>
              </w:rPr>
              <w:t>5</w:t>
            </w:r>
          </w:p>
        </w:tc>
        <w:tc>
          <w:tcPr>
            <w:tcW w:w="1867" w:type="dxa"/>
          </w:tcPr>
          <w:p w14:paraId="4B36A357" w14:textId="77777777" w:rsidR="00F26DBC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Ventilconvettore</w:t>
            </w:r>
          </w:p>
          <w:p w14:paraId="0A25228A" w14:textId="77777777" w:rsidR="00914249" w:rsidRPr="00914249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 xml:space="preserve">SILENCE THIN </w:t>
            </w:r>
            <w:r w:rsidR="00914249" w:rsidRPr="00914249">
              <w:rPr>
                <w:rFonts w:ascii="Poppins" w:hAnsi="Poppins" w:cs="Poppins"/>
                <w:sz w:val="20"/>
              </w:rPr>
              <w:t>ETWW 280 DQ</w:t>
            </w:r>
          </w:p>
        </w:tc>
        <w:tc>
          <w:tcPr>
            <w:tcW w:w="6525" w:type="dxa"/>
          </w:tcPr>
          <w:p w14:paraId="4DAACB1E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Ventilconvettore a parete, di tipo compatto, versione “Termostato a bordo THINW-V-AUTO”, con tecnologia DC-Inverter.</w:t>
            </w:r>
          </w:p>
          <w:p w14:paraId="2C3F2693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Comando SMART TOUCH con display touchpad sul frontale e telecomando ad infrarossi (a corredo) per controllo temperatura ambiente, settaggio velocità ventilatore, modalità di funzionamento: Raffreddamento, Riscaldamento, Deumidificazione, Automatico, Ventilazione. Funzione Timer e Sleep (funzionamento notturno).</w:t>
            </w:r>
          </w:p>
          <w:p w14:paraId="0DB7A5BB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595D9F9E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L’unità presenta il deflettore orizzontale con orientamento automatico del flusso dell’aria, filtro aria, raccordo scarico condensa, dima per fissaggio a muro.</w:t>
            </w:r>
          </w:p>
          <w:p w14:paraId="77C16270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0EA4E0F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914249">
              <w:rPr>
                <w:rFonts w:ascii="Poppins" w:hAnsi="Poppins" w:cs="Poppins"/>
                <w:b/>
              </w:rPr>
              <w:t>Dati tecnici:</w:t>
            </w:r>
          </w:p>
          <w:p w14:paraId="47C17A87" w14:textId="77777777" w:rsidR="00914249" w:rsidRPr="00043D93" w:rsidRDefault="00914249" w:rsidP="00043D93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43D93">
              <w:rPr>
                <w:rFonts w:ascii="Poppins" w:hAnsi="Poppins" w:cs="Poppins"/>
                <w:color w:val="000000"/>
              </w:rPr>
              <w:t>Potenza frigorifera med (</w:t>
            </w:r>
            <w:r w:rsidR="007F0804" w:rsidRPr="00043D93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043D93">
              <w:rPr>
                <w:rFonts w:ascii="Poppins" w:hAnsi="Poppins" w:cs="Poppins"/>
                <w:color w:val="000000"/>
              </w:rPr>
              <w:t xml:space="preserve"> - </w:t>
            </w:r>
            <w:r w:rsidR="007F0804" w:rsidRPr="00043D93">
              <w:rPr>
                <w:rFonts w:ascii="Poppins" w:hAnsi="Poppins" w:cs="Poppins"/>
                <w:color w:val="000000"/>
              </w:rPr>
              <w:t>max</w:t>
            </w:r>
            <w:r w:rsidRPr="00043D93">
              <w:rPr>
                <w:rFonts w:ascii="Poppins" w:hAnsi="Poppins" w:cs="Poppins"/>
                <w:color w:val="000000"/>
              </w:rPr>
              <w:t>): 1,75 (0,91</w:t>
            </w:r>
            <w:r w:rsidR="003D0946" w:rsidRPr="00043D93">
              <w:rPr>
                <w:rFonts w:ascii="Poppins" w:hAnsi="Poppins" w:cs="Poppins"/>
                <w:color w:val="000000"/>
              </w:rPr>
              <w:t xml:space="preserve"> - </w:t>
            </w:r>
            <w:r w:rsidRPr="00043D93">
              <w:rPr>
                <w:rFonts w:ascii="Poppins" w:hAnsi="Poppins" w:cs="Poppins"/>
                <w:color w:val="000000"/>
              </w:rPr>
              <w:t>2,31) kW</w:t>
            </w:r>
          </w:p>
          <w:p w14:paraId="64866827" w14:textId="77777777" w:rsidR="00914249" w:rsidRPr="00043D93" w:rsidRDefault="00395ABD" w:rsidP="00043D93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043D93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043D93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043D93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043D93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043D93">
              <w:rPr>
                <w:rFonts w:ascii="Poppins" w:hAnsi="Poppins" w:cs="Poppins"/>
                <w:color w:val="000000"/>
                <w:lang w:val="sv-SE"/>
              </w:rPr>
              <w:t xml:space="preserve">max): 300 (157 </w:t>
            </w:r>
            <w:r w:rsidR="003D0946" w:rsidRPr="00043D93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043D93">
              <w:rPr>
                <w:rFonts w:ascii="Poppins" w:hAnsi="Poppins" w:cs="Poppins"/>
                <w:color w:val="000000"/>
                <w:lang w:val="sv-SE"/>
              </w:rPr>
              <w:t>397) l/h</w:t>
            </w:r>
          </w:p>
          <w:p w14:paraId="7C9B3675" w14:textId="7E3C0A6F" w:rsidR="00914249" w:rsidRPr="00043D93" w:rsidRDefault="00395ABD" w:rsidP="00043D93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43D93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043D93">
              <w:rPr>
                <w:rFonts w:ascii="Poppins" w:hAnsi="Poppins" w:cs="Poppins"/>
                <w:color w:val="000000"/>
              </w:rPr>
              <w:t xml:space="preserve"> - </w:t>
            </w:r>
            <w:r w:rsidRPr="00043D93">
              <w:rPr>
                <w:rFonts w:ascii="Poppins" w:hAnsi="Poppins" w:cs="Poppins"/>
                <w:color w:val="000000"/>
              </w:rPr>
              <w:t xml:space="preserve">max): 4,2 (1,3 </w:t>
            </w:r>
            <w:r w:rsidR="003D0946" w:rsidRPr="00043D93">
              <w:rPr>
                <w:rFonts w:ascii="Poppins" w:hAnsi="Poppins" w:cs="Poppins"/>
                <w:color w:val="000000"/>
              </w:rPr>
              <w:t xml:space="preserve"> - </w:t>
            </w:r>
            <w:r w:rsidRPr="00043D93">
              <w:rPr>
                <w:rFonts w:ascii="Poppins" w:hAnsi="Poppins" w:cs="Poppins"/>
                <w:color w:val="000000"/>
              </w:rPr>
              <w:t>6,9) kPa</w:t>
            </w:r>
            <w:r w:rsidR="00043D93" w:rsidRPr="00043D93">
              <w:rPr>
                <w:rFonts w:ascii="Poppins" w:hAnsi="Poppins" w:cs="Poppins"/>
                <w:color w:val="000000"/>
              </w:rPr>
              <w:t xml:space="preserve"> </w:t>
            </w:r>
            <w:r w:rsidR="00BF210C" w:rsidRPr="00043D93">
              <w:rPr>
                <w:rFonts w:ascii="Poppins" w:hAnsi="Poppins" w:cs="Poppins"/>
              </w:rPr>
              <w:t>(temperatura acqua 7°C Dt 5°C; temperatura aria 27 °C b.s./19 °C b.u.)</w:t>
            </w:r>
          </w:p>
          <w:p w14:paraId="69852176" w14:textId="77777777" w:rsidR="00914249" w:rsidRPr="00043D93" w:rsidRDefault="00395ABD" w:rsidP="00043D93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43D93">
              <w:rPr>
                <w:rFonts w:ascii="Poppins" w:hAnsi="Poppins" w:cs="Poppins"/>
                <w:color w:val="000000"/>
              </w:rPr>
              <w:t xml:space="preserve">Potenza termica med (min </w:t>
            </w:r>
            <w:r w:rsidR="003D0946" w:rsidRPr="00043D93">
              <w:rPr>
                <w:rFonts w:ascii="Poppins" w:hAnsi="Poppins" w:cs="Poppins"/>
                <w:color w:val="000000"/>
              </w:rPr>
              <w:t xml:space="preserve"> - </w:t>
            </w:r>
            <w:r w:rsidRPr="00043D93">
              <w:rPr>
                <w:rFonts w:ascii="Poppins" w:hAnsi="Poppins" w:cs="Poppins"/>
                <w:color w:val="000000"/>
              </w:rPr>
              <w:t>max): 1,98 (0,96</w:t>
            </w:r>
            <w:r w:rsidR="003D0946" w:rsidRPr="00043D93">
              <w:rPr>
                <w:rFonts w:ascii="Poppins" w:hAnsi="Poppins" w:cs="Poppins"/>
                <w:color w:val="000000"/>
              </w:rPr>
              <w:t xml:space="preserve"> - </w:t>
            </w:r>
            <w:r w:rsidRPr="00043D93">
              <w:rPr>
                <w:rFonts w:ascii="Poppins" w:hAnsi="Poppins" w:cs="Poppins"/>
                <w:color w:val="000000"/>
              </w:rPr>
              <w:t>2,60) kW</w:t>
            </w:r>
          </w:p>
          <w:p w14:paraId="3361888E" w14:textId="77777777" w:rsidR="00914249" w:rsidRPr="00043D93" w:rsidRDefault="00395ABD" w:rsidP="00043D93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043D93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043D93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043D93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043D93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043D93">
              <w:rPr>
                <w:rFonts w:ascii="Poppins" w:hAnsi="Poppins" w:cs="Poppins"/>
                <w:color w:val="000000"/>
                <w:lang w:val="sv-SE"/>
              </w:rPr>
              <w:t xml:space="preserve">max): 341 (165 </w:t>
            </w:r>
            <w:r w:rsidR="003D0946" w:rsidRPr="00043D93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043D93">
              <w:rPr>
                <w:rFonts w:ascii="Poppins" w:hAnsi="Poppins" w:cs="Poppins"/>
                <w:color w:val="000000"/>
                <w:lang w:val="sv-SE"/>
              </w:rPr>
              <w:t>447) l/h</w:t>
            </w:r>
          </w:p>
          <w:p w14:paraId="569BE0D5" w14:textId="7063D004" w:rsidR="00914249" w:rsidRPr="00043D93" w:rsidRDefault="00395ABD" w:rsidP="00043D93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043D93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043D93">
              <w:rPr>
                <w:rFonts w:ascii="Poppins" w:hAnsi="Poppins" w:cs="Poppins"/>
                <w:color w:val="000000"/>
              </w:rPr>
              <w:t xml:space="preserve"> - </w:t>
            </w:r>
            <w:r w:rsidRPr="00043D93">
              <w:rPr>
                <w:rFonts w:ascii="Poppins" w:hAnsi="Poppins" w:cs="Poppins"/>
                <w:color w:val="000000"/>
              </w:rPr>
              <w:t xml:space="preserve">max): 4,1 (1,1 </w:t>
            </w:r>
            <w:r w:rsidR="003D0946" w:rsidRPr="00043D93">
              <w:rPr>
                <w:rFonts w:ascii="Poppins" w:hAnsi="Poppins" w:cs="Poppins"/>
                <w:color w:val="000000"/>
              </w:rPr>
              <w:t xml:space="preserve"> - </w:t>
            </w:r>
            <w:r w:rsidRPr="00043D93">
              <w:rPr>
                <w:rFonts w:ascii="Poppins" w:hAnsi="Poppins" w:cs="Poppins"/>
                <w:color w:val="000000"/>
              </w:rPr>
              <w:t>6,6)  kPa</w:t>
            </w:r>
            <w:r w:rsidR="00043D93" w:rsidRPr="00043D93">
              <w:rPr>
                <w:rFonts w:ascii="Poppins" w:hAnsi="Poppins" w:cs="Poppins"/>
                <w:color w:val="000000"/>
              </w:rPr>
              <w:t xml:space="preserve"> </w:t>
            </w:r>
            <w:r w:rsidR="00BF210C" w:rsidRPr="00043D93">
              <w:rPr>
                <w:rFonts w:ascii="Poppins" w:hAnsi="Poppins" w:cs="Poppins"/>
              </w:rPr>
              <w:t>(temperatura acqua 45°C Dt 5°C; temperatura aria 20 °C)</w:t>
            </w:r>
          </w:p>
          <w:p w14:paraId="350D27D7" w14:textId="77777777" w:rsidR="00914249" w:rsidRPr="00043D93" w:rsidRDefault="007F0804" w:rsidP="00043D93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043D93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043D93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043D93">
              <w:rPr>
                <w:rFonts w:ascii="Poppins" w:hAnsi="Poppins" w:cs="Poppins"/>
                <w:color w:val="000000"/>
                <w:lang w:val="sv-SE"/>
              </w:rPr>
              <w:t xml:space="preserve">aria med (min </w:t>
            </w:r>
            <w:r w:rsidR="003D0946" w:rsidRPr="00043D93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043D93">
              <w:rPr>
                <w:rFonts w:ascii="Poppins" w:hAnsi="Poppins" w:cs="Poppins"/>
                <w:color w:val="000000"/>
                <w:lang w:val="sv-SE"/>
              </w:rPr>
              <w:t xml:space="preserve">max): </w:t>
            </w:r>
            <w:r w:rsidR="00914249" w:rsidRPr="00043D93">
              <w:rPr>
                <w:rFonts w:ascii="Poppins" w:hAnsi="Poppins" w:cs="Poppins"/>
                <w:color w:val="000000"/>
                <w:lang w:val="sv-SE"/>
              </w:rPr>
              <w:t>283 (138</w:t>
            </w:r>
            <w:r w:rsidR="003D0946" w:rsidRPr="00043D93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="00914249" w:rsidRPr="00043D93">
              <w:rPr>
                <w:rFonts w:ascii="Poppins" w:hAnsi="Poppins" w:cs="Poppins"/>
                <w:color w:val="000000"/>
                <w:lang w:val="sv-SE"/>
              </w:rPr>
              <w:t>440) m3/h</w:t>
            </w:r>
          </w:p>
          <w:p w14:paraId="54BE427D" w14:textId="77777777" w:rsidR="00914249" w:rsidRPr="00043D93" w:rsidRDefault="00BF210C" w:rsidP="00043D93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43D93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22099805" w14:textId="77777777" w:rsidR="00914249" w:rsidRPr="00043D93" w:rsidRDefault="007F0804" w:rsidP="00043D93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43D93">
              <w:rPr>
                <w:rFonts w:ascii="Poppins" w:hAnsi="Poppins" w:cs="Poppins"/>
                <w:color w:val="000000"/>
              </w:rPr>
              <w:t xml:space="preserve">Potenza massima assorbita: </w:t>
            </w:r>
            <w:r w:rsidR="00914249" w:rsidRPr="00043D93">
              <w:rPr>
                <w:rFonts w:ascii="Poppins" w:hAnsi="Poppins" w:cs="Poppins"/>
                <w:color w:val="000000"/>
              </w:rPr>
              <w:t>20 W</w:t>
            </w:r>
          </w:p>
          <w:p w14:paraId="6519ACCA" w14:textId="77777777" w:rsidR="00914249" w:rsidRPr="00043D93" w:rsidRDefault="007F0804" w:rsidP="00043D93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43D93">
              <w:rPr>
                <w:rFonts w:ascii="Poppins" w:hAnsi="Poppins" w:cs="Poppins"/>
                <w:color w:val="000000"/>
              </w:rPr>
              <w:t xml:space="preserve">Corrente assorbita: </w:t>
            </w:r>
            <w:r w:rsidR="00914249" w:rsidRPr="00043D93">
              <w:rPr>
                <w:rFonts w:ascii="Poppins" w:hAnsi="Poppins" w:cs="Poppins"/>
                <w:color w:val="000000"/>
              </w:rPr>
              <w:t>0,16 A</w:t>
            </w:r>
          </w:p>
          <w:p w14:paraId="2506AB55" w14:textId="77777777" w:rsidR="00914249" w:rsidRPr="00043D93" w:rsidRDefault="00C2188A" w:rsidP="00043D93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043D93">
              <w:rPr>
                <w:rFonts w:ascii="Poppins" w:hAnsi="Poppins" w:cs="Poppins"/>
              </w:rPr>
              <w:t>Livello di potenza sonora med (</w:t>
            </w:r>
            <w:r w:rsidR="007F0804" w:rsidRPr="00043D93">
              <w:rPr>
                <w:rFonts w:ascii="Poppins" w:hAnsi="Poppins" w:cs="Poppins"/>
              </w:rPr>
              <w:t xml:space="preserve">min </w:t>
            </w:r>
            <w:r w:rsidR="003D0946" w:rsidRPr="00043D93">
              <w:rPr>
                <w:rFonts w:ascii="Poppins" w:hAnsi="Poppins" w:cs="Poppins"/>
              </w:rPr>
              <w:t xml:space="preserve"> - </w:t>
            </w:r>
            <w:r w:rsidR="007F0804" w:rsidRPr="00043D93">
              <w:rPr>
                <w:rFonts w:ascii="Poppins" w:hAnsi="Poppins" w:cs="Poppins"/>
              </w:rPr>
              <w:t>max</w:t>
            </w:r>
            <w:r w:rsidRPr="00043D93">
              <w:rPr>
                <w:rFonts w:ascii="Poppins" w:hAnsi="Poppins" w:cs="Poppins"/>
              </w:rPr>
              <w:t xml:space="preserve">): </w:t>
            </w:r>
            <w:r w:rsidR="00914249" w:rsidRPr="00043D93">
              <w:rPr>
                <w:rFonts w:ascii="Poppins" w:hAnsi="Poppins" w:cs="Poppins"/>
                <w:color w:val="000000"/>
              </w:rPr>
              <w:t>40 (29</w:t>
            </w:r>
            <w:r w:rsidR="003D0946" w:rsidRPr="00043D93">
              <w:rPr>
                <w:rFonts w:ascii="Poppins" w:hAnsi="Poppins" w:cs="Poppins"/>
                <w:color w:val="000000"/>
              </w:rPr>
              <w:t xml:space="preserve"> - </w:t>
            </w:r>
            <w:r w:rsidR="00914249" w:rsidRPr="00043D93">
              <w:rPr>
                <w:rFonts w:ascii="Poppins" w:hAnsi="Poppins" w:cs="Poppins"/>
                <w:color w:val="000000"/>
              </w:rPr>
              <w:t>50)</w:t>
            </w:r>
            <w:r w:rsidR="00914249" w:rsidRPr="00043D93">
              <w:rPr>
                <w:rFonts w:ascii="Poppins" w:hAnsi="Poppins" w:cs="Poppins"/>
              </w:rPr>
              <w:t xml:space="preserve"> dB(A)</w:t>
            </w:r>
          </w:p>
          <w:p w14:paraId="0BE7AF94" w14:textId="41E813EF" w:rsidR="00914249" w:rsidRPr="00043D93" w:rsidRDefault="00C2188A" w:rsidP="00043D93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043D93">
              <w:rPr>
                <w:rFonts w:ascii="Poppins" w:hAnsi="Poppins" w:cs="Poppins"/>
              </w:rPr>
              <w:t>Livello di pressione sonora med (</w:t>
            </w:r>
            <w:r w:rsidR="007F0804" w:rsidRPr="00043D93">
              <w:rPr>
                <w:rFonts w:ascii="Poppins" w:hAnsi="Poppins" w:cs="Poppins"/>
              </w:rPr>
              <w:t xml:space="preserve">min </w:t>
            </w:r>
            <w:r w:rsidR="003D0946" w:rsidRPr="00043D93">
              <w:rPr>
                <w:rFonts w:ascii="Poppins" w:hAnsi="Poppins" w:cs="Poppins"/>
              </w:rPr>
              <w:t xml:space="preserve"> - </w:t>
            </w:r>
            <w:r w:rsidR="007F0804" w:rsidRPr="00043D93">
              <w:rPr>
                <w:rFonts w:ascii="Poppins" w:hAnsi="Poppins" w:cs="Poppins"/>
              </w:rPr>
              <w:t>max</w:t>
            </w:r>
            <w:r w:rsidRPr="00043D93">
              <w:rPr>
                <w:rFonts w:ascii="Poppins" w:hAnsi="Poppins" w:cs="Poppins"/>
              </w:rPr>
              <w:t xml:space="preserve">): </w:t>
            </w:r>
            <w:r w:rsidR="00914249" w:rsidRPr="00043D93">
              <w:rPr>
                <w:rFonts w:ascii="Poppins" w:hAnsi="Poppins" w:cs="Poppins"/>
              </w:rPr>
              <w:t>23 (12</w:t>
            </w:r>
            <w:r w:rsidR="003D0946" w:rsidRPr="00043D93">
              <w:rPr>
                <w:rFonts w:ascii="Poppins" w:hAnsi="Poppins" w:cs="Poppins"/>
              </w:rPr>
              <w:t xml:space="preserve"> - </w:t>
            </w:r>
            <w:r w:rsidR="00914249" w:rsidRPr="00043D93">
              <w:rPr>
                <w:rFonts w:ascii="Poppins" w:hAnsi="Poppins" w:cs="Poppins"/>
              </w:rPr>
              <w:t xml:space="preserve">33) dB(A) </w:t>
            </w:r>
            <w:r w:rsidR="003D0946" w:rsidRPr="00043D93">
              <w:rPr>
                <w:rFonts w:ascii="Poppins" w:hAnsi="Poppins" w:cs="Poppins"/>
              </w:rPr>
              <w:t xml:space="preserve"> - </w:t>
            </w:r>
            <w:r w:rsidR="00914249" w:rsidRPr="00043D93">
              <w:rPr>
                <w:rFonts w:ascii="Poppins" w:hAnsi="Poppins" w:cs="Poppins"/>
              </w:rPr>
              <w:t>valori riferiti a fattore di direzionalità pari a 2 in campo chiuso, costante d’ambiente 300 m2 e distanza pari a 5 m</w:t>
            </w:r>
          </w:p>
          <w:p w14:paraId="5247701F" w14:textId="77777777" w:rsidR="00914249" w:rsidRPr="00043D93" w:rsidRDefault="00C2188A" w:rsidP="00043D93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43D93">
              <w:rPr>
                <w:rFonts w:ascii="Poppins" w:hAnsi="Poppins" w:cs="Poppins"/>
                <w:color w:val="000000"/>
              </w:rPr>
              <w:lastRenderedPageBreak/>
              <w:t xml:space="preserve">Dimensioni (LxHxP): </w:t>
            </w:r>
            <w:r w:rsidR="00914249" w:rsidRPr="00043D93">
              <w:rPr>
                <w:rFonts w:ascii="Poppins" w:hAnsi="Poppins" w:cs="Poppins"/>
                <w:color w:val="000000"/>
              </w:rPr>
              <w:t>1302x335x128 mm</w:t>
            </w:r>
          </w:p>
          <w:p w14:paraId="19A52750" w14:textId="77777777" w:rsidR="00914249" w:rsidRPr="00043D93" w:rsidRDefault="00C2188A" w:rsidP="00043D93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43D93">
              <w:rPr>
                <w:rFonts w:ascii="Poppins" w:hAnsi="Poppins" w:cs="Poppins"/>
                <w:color w:val="000000"/>
              </w:rPr>
              <w:t>Peso:</w:t>
            </w:r>
            <w:r w:rsidR="00914249" w:rsidRPr="00043D93">
              <w:rPr>
                <w:rFonts w:ascii="Poppins" w:hAnsi="Poppins" w:cs="Poppins"/>
                <w:color w:val="000000"/>
              </w:rPr>
              <w:t xml:space="preserve"> 19 kg</w:t>
            </w:r>
          </w:p>
          <w:p w14:paraId="6FE1D790" w14:textId="17D492C0" w:rsidR="00914249" w:rsidRPr="00043D93" w:rsidRDefault="00914249" w:rsidP="00043D93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43D93">
              <w:rPr>
                <w:rFonts w:ascii="Poppins" w:hAnsi="Poppins" w:cs="Poppins"/>
                <w:color w:val="000000"/>
              </w:rPr>
              <w:t xml:space="preserve">Temperatura acqua </w:t>
            </w:r>
            <w:proofErr w:type="gramStart"/>
            <w:r w:rsidR="007F0804" w:rsidRPr="00043D93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043D93">
              <w:rPr>
                <w:rFonts w:ascii="Poppins" w:hAnsi="Poppins" w:cs="Poppins"/>
                <w:color w:val="000000"/>
              </w:rPr>
              <w:t xml:space="preserve"> -</w:t>
            </w:r>
            <w:proofErr w:type="gramEnd"/>
            <w:r w:rsidR="003D0946" w:rsidRPr="00043D93">
              <w:rPr>
                <w:rFonts w:ascii="Poppins" w:hAnsi="Poppins" w:cs="Poppins"/>
                <w:color w:val="000000"/>
              </w:rPr>
              <w:t xml:space="preserve"> </w:t>
            </w:r>
            <w:r w:rsidR="007F0804" w:rsidRPr="00043D93">
              <w:rPr>
                <w:rFonts w:ascii="Poppins" w:hAnsi="Poppins" w:cs="Poppins"/>
                <w:color w:val="000000"/>
              </w:rPr>
              <w:t>max</w:t>
            </w:r>
            <w:r w:rsidRPr="00043D93">
              <w:rPr>
                <w:rFonts w:ascii="Poppins" w:hAnsi="Poppins" w:cs="Poppins"/>
                <w:color w:val="000000"/>
              </w:rPr>
              <w:t xml:space="preserve">: </w:t>
            </w:r>
            <w:r w:rsidR="00B051EA">
              <w:rPr>
                <w:rFonts w:ascii="Poppins" w:hAnsi="Poppins" w:cs="Poppins"/>
                <w:color w:val="000000"/>
              </w:rPr>
              <w:t>da 4 a 85 °C</w:t>
            </w:r>
          </w:p>
          <w:p w14:paraId="4617B5A9" w14:textId="67613BEF" w:rsidR="00914249" w:rsidRPr="00043D93" w:rsidRDefault="00914249" w:rsidP="00043D93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043D93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7F0804" w:rsidRPr="00043D93">
              <w:rPr>
                <w:rFonts w:ascii="Poppins" w:hAnsi="Poppins" w:cs="Poppins"/>
                <w:color w:val="000000"/>
              </w:rPr>
              <w:t>3/4”</w:t>
            </w:r>
            <w:r w:rsidRPr="00043D93">
              <w:rPr>
                <w:rFonts w:ascii="Poppins" w:hAnsi="Poppins" w:cs="Poppins"/>
                <w:color w:val="000000"/>
              </w:rPr>
              <w:t xml:space="preserve"> Eurocono, a destra</w:t>
            </w:r>
          </w:p>
          <w:p w14:paraId="16A0E219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350E9A6C" w14:textId="3BDD3F88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914249">
              <w:rPr>
                <w:rFonts w:ascii="Poppins" w:hAnsi="Poppins" w:cs="Poppins"/>
                <w:b/>
              </w:rPr>
              <w:t xml:space="preserve">Marca </w:t>
            </w:r>
            <w:r w:rsidR="00542CF8">
              <w:rPr>
                <w:rFonts w:ascii="Poppins" w:hAnsi="Poppins" w:cs="Poppins"/>
                <w:b/>
              </w:rPr>
              <w:t>Emmeti</w:t>
            </w:r>
            <w:r w:rsidRPr="00914249">
              <w:rPr>
                <w:rFonts w:ascii="Poppins" w:hAnsi="Poppins" w:cs="Poppins"/>
                <w:b/>
              </w:rPr>
              <w:t xml:space="preserve"> – Modello </w:t>
            </w:r>
            <w:r w:rsidR="00A97AB3">
              <w:rPr>
                <w:rFonts w:ascii="Poppins" w:hAnsi="Poppins" w:cs="Poppins"/>
                <w:b/>
              </w:rPr>
              <w:t>Ventilconvettore</w:t>
            </w:r>
            <w:r w:rsidRPr="00914249">
              <w:rPr>
                <w:rFonts w:ascii="Poppins" w:hAnsi="Poppins" w:cs="Poppins"/>
                <w:b/>
              </w:rPr>
              <w:t xml:space="preserve"> SILENCE THIN ETWW 280 DQ o equivalente</w:t>
            </w:r>
            <w:r w:rsidR="00043D93">
              <w:rPr>
                <w:rFonts w:ascii="Poppins" w:hAnsi="Poppins" w:cs="Poppins"/>
                <w:b/>
              </w:rPr>
              <w:t>.</w:t>
            </w:r>
          </w:p>
        </w:tc>
      </w:tr>
      <w:tr w:rsidR="00914249" w:rsidRPr="00D5395B" w14:paraId="569D05B5" w14:textId="77777777" w:rsidTr="008574C8">
        <w:tc>
          <w:tcPr>
            <w:tcW w:w="1208" w:type="dxa"/>
          </w:tcPr>
          <w:p w14:paraId="169A01ED" w14:textId="1F640470" w:rsidR="00914249" w:rsidRPr="00914249" w:rsidRDefault="00914249" w:rsidP="0091424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lastRenderedPageBreak/>
              <w:t>0752362</w:t>
            </w:r>
            <w:r w:rsidR="00F2084C">
              <w:rPr>
                <w:rFonts w:ascii="Poppins" w:hAnsi="Poppins" w:cs="Poppins"/>
                <w:sz w:val="20"/>
              </w:rPr>
              <w:t>5</w:t>
            </w:r>
          </w:p>
        </w:tc>
        <w:tc>
          <w:tcPr>
            <w:tcW w:w="1867" w:type="dxa"/>
          </w:tcPr>
          <w:p w14:paraId="2D48A7E8" w14:textId="77777777" w:rsidR="00F26DBC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Ventilconvettore</w:t>
            </w:r>
          </w:p>
          <w:p w14:paraId="575E3BB5" w14:textId="77777777" w:rsidR="00914249" w:rsidRPr="00914249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 xml:space="preserve">SILENCE THIN </w:t>
            </w:r>
            <w:r w:rsidR="00914249" w:rsidRPr="00914249">
              <w:rPr>
                <w:rFonts w:ascii="Poppins" w:hAnsi="Poppins" w:cs="Poppins"/>
                <w:sz w:val="20"/>
              </w:rPr>
              <w:t>ETWW 240 SQ</w:t>
            </w:r>
          </w:p>
        </w:tc>
        <w:tc>
          <w:tcPr>
            <w:tcW w:w="6525" w:type="dxa"/>
          </w:tcPr>
          <w:p w14:paraId="55257315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Ventilconvettore a parete, di tipo compatto, versione “Termostato a bordo THINW-V-AUTO”, con tecnologia DC-Inverter.</w:t>
            </w:r>
          </w:p>
          <w:p w14:paraId="18BCCECA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Comando SMART TOUCH con display touchpad sul frontale e telecomando ad infrarossi (a corredo) per controllo temperatura ambiente, settaggio velocità ventilatore, modalità di funzionamento: Raffreddamento, Riscaldamento, Deumidificazione, Automatico, Ventilazione. Funzione Timer e Sleep (funzionamento notturno).</w:t>
            </w:r>
          </w:p>
          <w:p w14:paraId="1E55CCEA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5CA2E2F4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L’unità presenta il deflettore orizzontale con orientamento automatico del flusso dell’aria, filtro aria, raccordo scarico condensa, dima per fissaggio a muro.</w:t>
            </w:r>
          </w:p>
          <w:p w14:paraId="6FE9A273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10A009F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914249">
              <w:rPr>
                <w:rFonts w:ascii="Poppins" w:hAnsi="Poppins" w:cs="Poppins"/>
                <w:b/>
              </w:rPr>
              <w:t>Dati tecnici:</w:t>
            </w:r>
          </w:p>
          <w:p w14:paraId="27C6D4DD" w14:textId="77777777" w:rsidR="00914249" w:rsidRPr="00927DD4" w:rsidRDefault="00BF210C" w:rsidP="00927DD4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927DD4">
              <w:rPr>
                <w:rFonts w:ascii="Poppins" w:hAnsi="Poppins" w:cs="Poppins"/>
                <w:color w:val="000000"/>
              </w:rPr>
              <w:t>Potenza frigorifera med (</w:t>
            </w:r>
            <w:r w:rsidR="007F0804" w:rsidRPr="00927DD4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927DD4">
              <w:rPr>
                <w:rFonts w:ascii="Poppins" w:hAnsi="Poppins" w:cs="Poppins"/>
                <w:color w:val="000000"/>
              </w:rPr>
              <w:t xml:space="preserve"> - </w:t>
            </w:r>
            <w:r w:rsidR="007F0804" w:rsidRPr="00927DD4">
              <w:rPr>
                <w:rFonts w:ascii="Poppins" w:hAnsi="Poppins" w:cs="Poppins"/>
                <w:color w:val="000000"/>
              </w:rPr>
              <w:t>max</w:t>
            </w:r>
            <w:r w:rsidRPr="00927DD4">
              <w:rPr>
                <w:rFonts w:ascii="Poppins" w:hAnsi="Poppins" w:cs="Poppins"/>
                <w:color w:val="000000"/>
              </w:rPr>
              <w:t xml:space="preserve">): 0,80 (0,48 </w:t>
            </w:r>
            <w:r w:rsidR="003D0946" w:rsidRPr="00927DD4">
              <w:rPr>
                <w:rFonts w:ascii="Poppins" w:hAnsi="Poppins" w:cs="Poppins"/>
                <w:color w:val="000000"/>
              </w:rPr>
              <w:t xml:space="preserve"> - </w:t>
            </w:r>
            <w:r w:rsidRPr="00927DD4">
              <w:rPr>
                <w:rFonts w:ascii="Poppins" w:hAnsi="Poppins" w:cs="Poppins"/>
                <w:color w:val="000000"/>
              </w:rPr>
              <w:t>1,07) kW</w:t>
            </w:r>
          </w:p>
          <w:p w14:paraId="11E0FAEE" w14:textId="77777777" w:rsidR="00914249" w:rsidRPr="00927DD4" w:rsidRDefault="00914249" w:rsidP="00927DD4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927DD4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927DD4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927DD4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927DD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927DD4">
              <w:rPr>
                <w:rFonts w:ascii="Poppins" w:hAnsi="Poppins" w:cs="Poppins"/>
                <w:color w:val="000000"/>
                <w:lang w:val="sv-SE"/>
              </w:rPr>
              <w:t xml:space="preserve">max): 138 (82 </w:t>
            </w:r>
            <w:r w:rsidR="003D0946" w:rsidRPr="00927DD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927DD4">
              <w:rPr>
                <w:rFonts w:ascii="Poppins" w:hAnsi="Poppins" w:cs="Poppins"/>
                <w:color w:val="000000"/>
                <w:lang w:val="sv-SE"/>
              </w:rPr>
              <w:t>184) l/h</w:t>
            </w:r>
          </w:p>
          <w:p w14:paraId="511783BF" w14:textId="012853A2" w:rsidR="00914249" w:rsidRPr="00927DD4" w:rsidRDefault="00914249" w:rsidP="00927DD4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927DD4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927DD4">
              <w:rPr>
                <w:rFonts w:ascii="Poppins" w:hAnsi="Poppins" w:cs="Poppins"/>
                <w:color w:val="000000"/>
              </w:rPr>
              <w:t xml:space="preserve"> - </w:t>
            </w:r>
            <w:r w:rsidRPr="00927DD4">
              <w:rPr>
                <w:rFonts w:ascii="Poppins" w:hAnsi="Poppins" w:cs="Poppins"/>
                <w:color w:val="000000"/>
              </w:rPr>
              <w:t xml:space="preserve">max): 3,0 (1.1 </w:t>
            </w:r>
            <w:r w:rsidR="003D0946" w:rsidRPr="00927DD4">
              <w:rPr>
                <w:rFonts w:ascii="Poppins" w:hAnsi="Poppins" w:cs="Poppins"/>
                <w:color w:val="000000"/>
              </w:rPr>
              <w:t xml:space="preserve"> - </w:t>
            </w:r>
            <w:r w:rsidRPr="00927DD4">
              <w:rPr>
                <w:rFonts w:ascii="Poppins" w:hAnsi="Poppins" w:cs="Poppins"/>
                <w:color w:val="000000"/>
              </w:rPr>
              <w:t>2,5) kPa</w:t>
            </w:r>
            <w:r w:rsidR="00927DD4" w:rsidRPr="00927DD4">
              <w:rPr>
                <w:rFonts w:ascii="Poppins" w:hAnsi="Poppins" w:cs="Poppins"/>
                <w:color w:val="000000"/>
              </w:rPr>
              <w:t xml:space="preserve"> </w:t>
            </w:r>
            <w:r w:rsidR="00BF210C" w:rsidRPr="00927DD4">
              <w:rPr>
                <w:rFonts w:ascii="Poppins" w:hAnsi="Poppins" w:cs="Poppins"/>
              </w:rPr>
              <w:t>(temperatura acqua 7°C Dt 5°C; temperatura aria 27 °C b.s./19 °C b.u.)</w:t>
            </w:r>
          </w:p>
          <w:p w14:paraId="0E26250F" w14:textId="77777777" w:rsidR="00914249" w:rsidRPr="00927DD4" w:rsidRDefault="00BF210C" w:rsidP="00927DD4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927DD4">
              <w:rPr>
                <w:rFonts w:ascii="Poppins" w:hAnsi="Poppins" w:cs="Poppins"/>
                <w:color w:val="000000"/>
              </w:rPr>
              <w:t>Potenza termica med (</w:t>
            </w:r>
            <w:r w:rsidR="007F0804" w:rsidRPr="00927DD4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927DD4">
              <w:rPr>
                <w:rFonts w:ascii="Poppins" w:hAnsi="Poppins" w:cs="Poppins"/>
                <w:color w:val="000000"/>
              </w:rPr>
              <w:t xml:space="preserve"> - </w:t>
            </w:r>
            <w:r w:rsidR="007F0804" w:rsidRPr="00927DD4">
              <w:rPr>
                <w:rFonts w:ascii="Poppins" w:hAnsi="Poppins" w:cs="Poppins"/>
                <w:color w:val="000000"/>
              </w:rPr>
              <w:t>max</w:t>
            </w:r>
            <w:r w:rsidRPr="00927DD4">
              <w:rPr>
                <w:rFonts w:ascii="Poppins" w:hAnsi="Poppins" w:cs="Poppins"/>
                <w:color w:val="000000"/>
              </w:rPr>
              <w:t xml:space="preserve">): 0,94 (0,53 </w:t>
            </w:r>
            <w:r w:rsidR="003D0946" w:rsidRPr="00927DD4">
              <w:rPr>
                <w:rFonts w:ascii="Poppins" w:hAnsi="Poppins" w:cs="Poppins"/>
                <w:color w:val="000000"/>
              </w:rPr>
              <w:t xml:space="preserve"> - </w:t>
            </w:r>
            <w:r w:rsidRPr="00927DD4">
              <w:rPr>
                <w:rFonts w:ascii="Poppins" w:hAnsi="Poppins" w:cs="Poppins"/>
                <w:color w:val="000000"/>
              </w:rPr>
              <w:t>1,27) kW</w:t>
            </w:r>
          </w:p>
          <w:p w14:paraId="68686ECA" w14:textId="77777777" w:rsidR="00914249" w:rsidRPr="00927DD4" w:rsidRDefault="00BF210C" w:rsidP="00927DD4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927DD4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927DD4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927DD4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927DD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927DD4">
              <w:rPr>
                <w:rFonts w:ascii="Poppins" w:hAnsi="Poppins" w:cs="Poppins"/>
                <w:color w:val="000000"/>
                <w:lang w:val="sv-SE"/>
              </w:rPr>
              <w:t xml:space="preserve">max): 162 (92 </w:t>
            </w:r>
            <w:r w:rsidR="003D0946" w:rsidRPr="00927DD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927DD4">
              <w:rPr>
                <w:rFonts w:ascii="Poppins" w:hAnsi="Poppins" w:cs="Poppins"/>
                <w:color w:val="000000"/>
                <w:lang w:val="sv-SE"/>
              </w:rPr>
              <w:t>218) l/h</w:t>
            </w:r>
          </w:p>
          <w:p w14:paraId="0645F51B" w14:textId="07ECBA99" w:rsidR="00914249" w:rsidRPr="00927DD4" w:rsidRDefault="00BF210C" w:rsidP="00927DD4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927DD4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927DD4">
              <w:rPr>
                <w:rFonts w:ascii="Poppins" w:hAnsi="Poppins" w:cs="Poppins"/>
                <w:color w:val="000000"/>
              </w:rPr>
              <w:t xml:space="preserve"> - </w:t>
            </w:r>
            <w:r w:rsidRPr="00927DD4">
              <w:rPr>
                <w:rFonts w:ascii="Poppins" w:hAnsi="Poppins" w:cs="Poppins"/>
                <w:color w:val="000000"/>
              </w:rPr>
              <w:t xml:space="preserve">max): 3,1 (1,1 </w:t>
            </w:r>
            <w:r w:rsidR="003D0946" w:rsidRPr="00927DD4">
              <w:rPr>
                <w:rFonts w:ascii="Poppins" w:hAnsi="Poppins" w:cs="Poppins"/>
                <w:color w:val="000000"/>
              </w:rPr>
              <w:t xml:space="preserve"> - </w:t>
            </w:r>
            <w:r w:rsidRPr="00927DD4">
              <w:rPr>
                <w:rFonts w:ascii="Poppins" w:hAnsi="Poppins" w:cs="Poppins"/>
                <w:color w:val="000000"/>
              </w:rPr>
              <w:t>5,4) kPa</w:t>
            </w:r>
            <w:r w:rsidR="00927DD4" w:rsidRPr="00927DD4">
              <w:rPr>
                <w:rFonts w:ascii="Poppins" w:hAnsi="Poppins" w:cs="Poppins"/>
                <w:color w:val="000000"/>
              </w:rPr>
              <w:t xml:space="preserve"> </w:t>
            </w:r>
            <w:r w:rsidRPr="00927DD4">
              <w:rPr>
                <w:rFonts w:ascii="Poppins" w:hAnsi="Poppins" w:cs="Poppins"/>
              </w:rPr>
              <w:t>(temperatura acqua 45°C Dt 5°C; temperatura aria 20 °C)</w:t>
            </w:r>
          </w:p>
          <w:p w14:paraId="44D8C4A1" w14:textId="77777777" w:rsidR="00914249" w:rsidRPr="00927DD4" w:rsidRDefault="00BF210C" w:rsidP="00927DD4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927DD4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927DD4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927DD4">
              <w:rPr>
                <w:rFonts w:ascii="Poppins" w:hAnsi="Poppins" w:cs="Poppins"/>
                <w:color w:val="000000"/>
                <w:lang w:val="sv-SE"/>
              </w:rPr>
              <w:t xml:space="preserve">aria med (min </w:t>
            </w:r>
            <w:r w:rsidR="003D0946" w:rsidRPr="00927DD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927DD4">
              <w:rPr>
                <w:rFonts w:ascii="Poppins" w:hAnsi="Poppins" w:cs="Poppins"/>
                <w:color w:val="000000"/>
                <w:lang w:val="sv-SE"/>
              </w:rPr>
              <w:t xml:space="preserve">max:) 155 (84 </w:t>
            </w:r>
            <w:r w:rsidR="003D0946" w:rsidRPr="00927DD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927DD4">
              <w:rPr>
                <w:rFonts w:ascii="Poppins" w:hAnsi="Poppins" w:cs="Poppins"/>
                <w:color w:val="000000"/>
                <w:lang w:val="sv-SE"/>
              </w:rPr>
              <w:t>228) m3/h</w:t>
            </w:r>
          </w:p>
          <w:p w14:paraId="4AFC3AB1" w14:textId="77777777" w:rsidR="00914249" w:rsidRPr="00927DD4" w:rsidRDefault="00BF210C" w:rsidP="00927DD4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927DD4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496468D9" w14:textId="77777777" w:rsidR="00914249" w:rsidRPr="00927DD4" w:rsidRDefault="00BF210C" w:rsidP="00927DD4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927DD4">
              <w:rPr>
                <w:rFonts w:ascii="Poppins" w:hAnsi="Poppins" w:cs="Poppins"/>
                <w:color w:val="000000"/>
              </w:rPr>
              <w:t>Potenza massima assorbita: 13 W</w:t>
            </w:r>
          </w:p>
          <w:p w14:paraId="2C1730CA" w14:textId="77777777" w:rsidR="00914249" w:rsidRPr="00927DD4" w:rsidRDefault="00BF210C" w:rsidP="00927DD4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927DD4">
              <w:rPr>
                <w:rFonts w:ascii="Poppins" w:hAnsi="Poppins" w:cs="Poppins"/>
                <w:color w:val="000000"/>
              </w:rPr>
              <w:t>Corrente assorbita: 0,10 A</w:t>
            </w:r>
          </w:p>
          <w:p w14:paraId="10B774B3" w14:textId="77777777" w:rsidR="00914249" w:rsidRPr="00927DD4" w:rsidRDefault="00C2188A" w:rsidP="00927DD4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927DD4">
              <w:rPr>
                <w:rFonts w:ascii="Poppins" w:hAnsi="Poppins" w:cs="Poppins"/>
              </w:rPr>
              <w:t>Livello di potenza sonora med (</w:t>
            </w:r>
            <w:r w:rsidR="007F0804" w:rsidRPr="00927DD4">
              <w:rPr>
                <w:rFonts w:ascii="Poppins" w:hAnsi="Poppins" w:cs="Poppins"/>
              </w:rPr>
              <w:t xml:space="preserve">min </w:t>
            </w:r>
            <w:r w:rsidR="003D0946" w:rsidRPr="00927DD4">
              <w:rPr>
                <w:rFonts w:ascii="Poppins" w:hAnsi="Poppins" w:cs="Poppins"/>
              </w:rPr>
              <w:t xml:space="preserve"> - </w:t>
            </w:r>
            <w:r w:rsidR="007F0804" w:rsidRPr="00927DD4">
              <w:rPr>
                <w:rFonts w:ascii="Poppins" w:hAnsi="Poppins" w:cs="Poppins"/>
              </w:rPr>
              <w:t>max</w:t>
            </w:r>
            <w:r w:rsidRPr="00927DD4">
              <w:rPr>
                <w:rFonts w:ascii="Poppins" w:hAnsi="Poppins" w:cs="Poppins"/>
              </w:rPr>
              <w:t xml:space="preserve">): </w:t>
            </w:r>
            <w:r w:rsidR="00914249" w:rsidRPr="00927DD4">
              <w:rPr>
                <w:rFonts w:ascii="Poppins" w:hAnsi="Poppins" w:cs="Poppins"/>
                <w:color w:val="000000"/>
              </w:rPr>
              <w:t>38 (29</w:t>
            </w:r>
            <w:r w:rsidR="003D0946" w:rsidRPr="00927DD4">
              <w:rPr>
                <w:rFonts w:ascii="Poppins" w:hAnsi="Poppins" w:cs="Poppins"/>
                <w:color w:val="000000"/>
              </w:rPr>
              <w:t xml:space="preserve"> - </w:t>
            </w:r>
            <w:r w:rsidR="00914249" w:rsidRPr="00927DD4">
              <w:rPr>
                <w:rFonts w:ascii="Poppins" w:hAnsi="Poppins" w:cs="Poppins"/>
                <w:color w:val="000000"/>
              </w:rPr>
              <w:t>48)</w:t>
            </w:r>
            <w:r w:rsidR="00914249" w:rsidRPr="00927DD4">
              <w:rPr>
                <w:rFonts w:ascii="Poppins" w:hAnsi="Poppins" w:cs="Poppins"/>
              </w:rPr>
              <w:t xml:space="preserve"> dB(A)</w:t>
            </w:r>
          </w:p>
          <w:p w14:paraId="6904BD28" w14:textId="682B6784" w:rsidR="00914249" w:rsidRPr="00927DD4" w:rsidRDefault="00C2188A" w:rsidP="00927DD4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927DD4">
              <w:rPr>
                <w:rFonts w:ascii="Poppins" w:hAnsi="Poppins" w:cs="Poppins"/>
              </w:rPr>
              <w:t>Livello di pressione sonora med (</w:t>
            </w:r>
            <w:r w:rsidR="007F0804" w:rsidRPr="00927DD4">
              <w:rPr>
                <w:rFonts w:ascii="Poppins" w:hAnsi="Poppins" w:cs="Poppins"/>
              </w:rPr>
              <w:t xml:space="preserve">min </w:t>
            </w:r>
            <w:r w:rsidR="003D0946" w:rsidRPr="00927DD4">
              <w:rPr>
                <w:rFonts w:ascii="Poppins" w:hAnsi="Poppins" w:cs="Poppins"/>
              </w:rPr>
              <w:t xml:space="preserve"> - </w:t>
            </w:r>
            <w:r w:rsidR="007F0804" w:rsidRPr="00927DD4">
              <w:rPr>
                <w:rFonts w:ascii="Poppins" w:hAnsi="Poppins" w:cs="Poppins"/>
              </w:rPr>
              <w:t>max</w:t>
            </w:r>
            <w:r w:rsidRPr="00927DD4">
              <w:rPr>
                <w:rFonts w:ascii="Poppins" w:hAnsi="Poppins" w:cs="Poppins"/>
              </w:rPr>
              <w:t xml:space="preserve">): </w:t>
            </w:r>
            <w:r w:rsidR="00914249" w:rsidRPr="00927DD4">
              <w:rPr>
                <w:rFonts w:ascii="Poppins" w:hAnsi="Poppins" w:cs="Poppins"/>
              </w:rPr>
              <w:t>21 (12</w:t>
            </w:r>
            <w:r w:rsidR="003D0946" w:rsidRPr="00927DD4">
              <w:rPr>
                <w:rFonts w:ascii="Poppins" w:hAnsi="Poppins" w:cs="Poppins"/>
              </w:rPr>
              <w:t xml:space="preserve"> - </w:t>
            </w:r>
            <w:r w:rsidR="00914249" w:rsidRPr="00927DD4">
              <w:rPr>
                <w:rFonts w:ascii="Poppins" w:hAnsi="Poppins" w:cs="Poppins"/>
              </w:rPr>
              <w:t xml:space="preserve">31) dB(A) </w:t>
            </w:r>
            <w:r w:rsidR="003D0946" w:rsidRPr="00927DD4">
              <w:rPr>
                <w:rFonts w:ascii="Poppins" w:hAnsi="Poppins" w:cs="Poppins"/>
              </w:rPr>
              <w:t xml:space="preserve"> - </w:t>
            </w:r>
            <w:r w:rsidR="00914249" w:rsidRPr="00927DD4">
              <w:rPr>
                <w:rFonts w:ascii="Poppins" w:hAnsi="Poppins" w:cs="Poppins"/>
              </w:rPr>
              <w:t xml:space="preserve">valori riferiti a fattore di direzionalità pari a 2 in </w:t>
            </w:r>
            <w:r w:rsidR="00914249" w:rsidRPr="00927DD4">
              <w:rPr>
                <w:rFonts w:ascii="Poppins" w:hAnsi="Poppins" w:cs="Poppins"/>
              </w:rPr>
              <w:lastRenderedPageBreak/>
              <w:t>campo chiuso, costante d’ambiente 300 m2 e distanza pari a 5 m</w:t>
            </w:r>
          </w:p>
          <w:p w14:paraId="75D9A854" w14:textId="77777777" w:rsidR="00914249" w:rsidRPr="00927DD4" w:rsidRDefault="00C2188A" w:rsidP="00927DD4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927DD4">
              <w:rPr>
                <w:rFonts w:ascii="Poppins" w:hAnsi="Poppins" w:cs="Poppins"/>
                <w:color w:val="000000"/>
              </w:rPr>
              <w:t>Peso:</w:t>
            </w:r>
            <w:r w:rsidR="00914249" w:rsidRPr="00927DD4">
              <w:rPr>
                <w:rFonts w:ascii="Poppins" w:hAnsi="Poppins" w:cs="Poppins"/>
                <w:color w:val="000000"/>
              </w:rPr>
              <w:t xml:space="preserve"> 14 kg</w:t>
            </w:r>
          </w:p>
          <w:p w14:paraId="3A1BA7EF" w14:textId="60A401D7" w:rsidR="00914249" w:rsidRPr="00927DD4" w:rsidRDefault="00914249" w:rsidP="00927DD4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927DD4">
              <w:rPr>
                <w:rFonts w:ascii="Poppins" w:hAnsi="Poppins" w:cs="Poppins"/>
                <w:color w:val="000000"/>
              </w:rPr>
              <w:t xml:space="preserve">Temperatura acqua </w:t>
            </w:r>
            <w:proofErr w:type="gramStart"/>
            <w:r w:rsidR="007F0804" w:rsidRPr="00927DD4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927DD4">
              <w:rPr>
                <w:rFonts w:ascii="Poppins" w:hAnsi="Poppins" w:cs="Poppins"/>
                <w:color w:val="000000"/>
              </w:rPr>
              <w:t xml:space="preserve"> -</w:t>
            </w:r>
            <w:proofErr w:type="gramEnd"/>
            <w:r w:rsidR="003D0946" w:rsidRPr="00927DD4">
              <w:rPr>
                <w:rFonts w:ascii="Poppins" w:hAnsi="Poppins" w:cs="Poppins"/>
                <w:color w:val="000000"/>
              </w:rPr>
              <w:t xml:space="preserve"> </w:t>
            </w:r>
            <w:r w:rsidR="007F0804" w:rsidRPr="00927DD4">
              <w:rPr>
                <w:rFonts w:ascii="Poppins" w:hAnsi="Poppins" w:cs="Poppins"/>
                <w:color w:val="000000"/>
              </w:rPr>
              <w:t>max</w:t>
            </w:r>
            <w:r w:rsidRPr="00927DD4">
              <w:rPr>
                <w:rFonts w:ascii="Poppins" w:hAnsi="Poppins" w:cs="Poppins"/>
                <w:color w:val="000000"/>
              </w:rPr>
              <w:t xml:space="preserve">: </w:t>
            </w:r>
            <w:r w:rsidR="00B051EA">
              <w:rPr>
                <w:rFonts w:ascii="Poppins" w:hAnsi="Poppins" w:cs="Poppins"/>
                <w:color w:val="000000"/>
              </w:rPr>
              <w:t>da 4 a 85 °C</w:t>
            </w:r>
          </w:p>
          <w:p w14:paraId="52065AC2" w14:textId="578F33C8" w:rsidR="00914249" w:rsidRPr="00927DD4" w:rsidRDefault="00914249" w:rsidP="00927DD4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927DD4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7F0804" w:rsidRPr="00927DD4">
              <w:rPr>
                <w:rFonts w:ascii="Poppins" w:hAnsi="Poppins" w:cs="Poppins"/>
                <w:color w:val="000000"/>
              </w:rPr>
              <w:t>3/4”</w:t>
            </w:r>
            <w:r w:rsidRPr="00927DD4">
              <w:rPr>
                <w:rFonts w:ascii="Poppins" w:hAnsi="Poppins" w:cs="Poppins"/>
                <w:color w:val="000000"/>
              </w:rPr>
              <w:t xml:space="preserve"> Eurocono, a sinistra</w:t>
            </w:r>
          </w:p>
          <w:p w14:paraId="58D4A3A2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709671EA" w14:textId="119813B0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914249">
              <w:rPr>
                <w:rFonts w:ascii="Poppins" w:hAnsi="Poppins" w:cs="Poppins"/>
                <w:b/>
              </w:rPr>
              <w:t xml:space="preserve">Marca </w:t>
            </w:r>
            <w:r w:rsidR="00542CF8">
              <w:rPr>
                <w:rFonts w:ascii="Poppins" w:hAnsi="Poppins" w:cs="Poppins"/>
                <w:b/>
              </w:rPr>
              <w:t>Emmeti</w:t>
            </w:r>
            <w:r w:rsidRPr="00914249">
              <w:rPr>
                <w:rFonts w:ascii="Poppins" w:hAnsi="Poppins" w:cs="Poppins"/>
                <w:b/>
              </w:rPr>
              <w:t xml:space="preserve"> – Modello </w:t>
            </w:r>
            <w:r w:rsidR="00A97AB3">
              <w:rPr>
                <w:rFonts w:ascii="Poppins" w:hAnsi="Poppins" w:cs="Poppins"/>
                <w:b/>
              </w:rPr>
              <w:t>Ventilconvettore</w:t>
            </w:r>
            <w:r w:rsidRPr="00914249">
              <w:rPr>
                <w:rFonts w:ascii="Poppins" w:hAnsi="Poppins" w:cs="Poppins"/>
                <w:b/>
              </w:rPr>
              <w:t xml:space="preserve"> SILENCE THIN ETWW 240 SQ o equivalente</w:t>
            </w:r>
            <w:r w:rsidR="00927DD4">
              <w:rPr>
                <w:rFonts w:ascii="Poppins" w:hAnsi="Poppins" w:cs="Poppins"/>
                <w:b/>
              </w:rPr>
              <w:t>.</w:t>
            </w:r>
          </w:p>
        </w:tc>
      </w:tr>
      <w:tr w:rsidR="00914249" w:rsidRPr="00D5395B" w14:paraId="47A8E48E" w14:textId="77777777" w:rsidTr="008574C8">
        <w:tc>
          <w:tcPr>
            <w:tcW w:w="1208" w:type="dxa"/>
          </w:tcPr>
          <w:p w14:paraId="60F0D994" w14:textId="41F7B1B6" w:rsidR="00914249" w:rsidRPr="00914249" w:rsidRDefault="00914249" w:rsidP="0091424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lastRenderedPageBreak/>
              <w:t>0752363</w:t>
            </w:r>
            <w:r w:rsidR="00F2084C">
              <w:rPr>
                <w:rFonts w:ascii="Poppins" w:hAnsi="Poppins" w:cs="Poppins"/>
                <w:sz w:val="20"/>
              </w:rPr>
              <w:t>5</w:t>
            </w:r>
          </w:p>
        </w:tc>
        <w:tc>
          <w:tcPr>
            <w:tcW w:w="1867" w:type="dxa"/>
          </w:tcPr>
          <w:p w14:paraId="12D7E107" w14:textId="77777777" w:rsidR="00F26DBC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Ventilconvettore</w:t>
            </w:r>
          </w:p>
          <w:p w14:paraId="7EE09059" w14:textId="77777777" w:rsidR="00914249" w:rsidRPr="00914249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 xml:space="preserve">SILENCE THIN </w:t>
            </w:r>
            <w:r w:rsidR="00914249" w:rsidRPr="00914249">
              <w:rPr>
                <w:rFonts w:ascii="Poppins" w:hAnsi="Poppins" w:cs="Poppins"/>
                <w:sz w:val="20"/>
              </w:rPr>
              <w:t>ETWW 260 SQ</w:t>
            </w:r>
          </w:p>
        </w:tc>
        <w:tc>
          <w:tcPr>
            <w:tcW w:w="6525" w:type="dxa"/>
          </w:tcPr>
          <w:p w14:paraId="080E9920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Ventilconvettore a parete, di tipo compatto, versione “Termostato a bordo THINW-V-AUTO”, con tecnologia DC-Inverter.</w:t>
            </w:r>
          </w:p>
          <w:p w14:paraId="33151E98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Comando SMART TOUCH con display touchpad sul frontale e telecomando ad infrarossi (a corredo) per controllo temperatura ambiente, settaggio velocità ventilatore, modalità di funzionamento: Raffreddamento, Riscaldamento, Deumidificazione, Automatico, Ventilazione. Funzione Timer e Sleep (funzionamento notturno).</w:t>
            </w:r>
          </w:p>
          <w:p w14:paraId="4C436903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51206FFB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L’unità presenta il deflettore orizzontale con orientamento automatico del flusso dell’aria, filtro aria, raccordo scarico condensa, dima per fissaggio a muro.</w:t>
            </w:r>
          </w:p>
          <w:p w14:paraId="6474CC7E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FD5F595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914249">
              <w:rPr>
                <w:rFonts w:ascii="Poppins" w:hAnsi="Poppins" w:cs="Poppins"/>
                <w:b/>
              </w:rPr>
              <w:t>Dati tecnici:</w:t>
            </w:r>
          </w:p>
          <w:p w14:paraId="7E3B3FF9" w14:textId="77777777" w:rsidR="00914249" w:rsidRPr="00D617A8" w:rsidRDefault="00914249" w:rsidP="00D617A8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D617A8">
              <w:rPr>
                <w:rFonts w:ascii="Poppins" w:hAnsi="Poppins" w:cs="Poppins"/>
                <w:color w:val="000000"/>
              </w:rPr>
              <w:t>Potenza frigorifera med (</w:t>
            </w:r>
            <w:r w:rsidR="007F0804" w:rsidRPr="00D617A8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D617A8">
              <w:rPr>
                <w:rFonts w:ascii="Poppins" w:hAnsi="Poppins" w:cs="Poppins"/>
                <w:color w:val="000000"/>
              </w:rPr>
              <w:t xml:space="preserve"> - </w:t>
            </w:r>
            <w:r w:rsidR="007F0804" w:rsidRPr="00D617A8">
              <w:rPr>
                <w:rFonts w:ascii="Poppins" w:hAnsi="Poppins" w:cs="Poppins"/>
                <w:color w:val="000000"/>
              </w:rPr>
              <w:t>max</w:t>
            </w:r>
            <w:r w:rsidRPr="00D617A8">
              <w:rPr>
                <w:rFonts w:ascii="Poppins" w:hAnsi="Poppins" w:cs="Poppins"/>
                <w:color w:val="000000"/>
              </w:rPr>
              <w:t>): 1,03 (0,58</w:t>
            </w:r>
            <w:r w:rsidR="003D0946" w:rsidRPr="00D617A8">
              <w:rPr>
                <w:rFonts w:ascii="Poppins" w:hAnsi="Poppins" w:cs="Poppins"/>
                <w:color w:val="000000"/>
              </w:rPr>
              <w:t xml:space="preserve"> - </w:t>
            </w:r>
            <w:r w:rsidRPr="00D617A8">
              <w:rPr>
                <w:rFonts w:ascii="Poppins" w:hAnsi="Poppins" w:cs="Poppins"/>
                <w:color w:val="000000"/>
              </w:rPr>
              <w:t>1,65) kW</w:t>
            </w:r>
          </w:p>
          <w:p w14:paraId="4212348F" w14:textId="77777777" w:rsidR="00914249" w:rsidRPr="00D617A8" w:rsidRDefault="007F0804" w:rsidP="00D617A8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D617A8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D617A8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D617A8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D617A8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D617A8">
              <w:rPr>
                <w:rFonts w:ascii="Poppins" w:hAnsi="Poppins" w:cs="Poppins"/>
                <w:color w:val="000000"/>
                <w:lang w:val="sv-SE"/>
              </w:rPr>
              <w:t xml:space="preserve">max): 177 (99 </w:t>
            </w:r>
            <w:r w:rsidR="003D0946" w:rsidRPr="00D617A8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D617A8">
              <w:rPr>
                <w:rFonts w:ascii="Poppins" w:hAnsi="Poppins" w:cs="Poppins"/>
                <w:color w:val="000000"/>
                <w:lang w:val="sv-SE"/>
              </w:rPr>
              <w:t>283) l/h</w:t>
            </w:r>
          </w:p>
          <w:p w14:paraId="29A9B820" w14:textId="38BAC8F9" w:rsidR="00914249" w:rsidRPr="00D617A8" w:rsidRDefault="007F0804" w:rsidP="00D617A8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D617A8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D617A8">
              <w:rPr>
                <w:rFonts w:ascii="Poppins" w:hAnsi="Poppins" w:cs="Poppins"/>
                <w:color w:val="000000"/>
              </w:rPr>
              <w:t xml:space="preserve"> - </w:t>
            </w:r>
            <w:r w:rsidRPr="00D617A8">
              <w:rPr>
                <w:rFonts w:ascii="Poppins" w:hAnsi="Poppins" w:cs="Poppins"/>
                <w:color w:val="000000"/>
              </w:rPr>
              <w:t xml:space="preserve">max): 4,8 (3,9 </w:t>
            </w:r>
            <w:r w:rsidR="003D0946" w:rsidRPr="00D617A8">
              <w:rPr>
                <w:rFonts w:ascii="Poppins" w:hAnsi="Poppins" w:cs="Poppins"/>
                <w:color w:val="000000"/>
              </w:rPr>
              <w:t xml:space="preserve"> - </w:t>
            </w:r>
            <w:r w:rsidRPr="00D617A8">
              <w:rPr>
                <w:rFonts w:ascii="Poppins" w:hAnsi="Poppins" w:cs="Poppins"/>
                <w:color w:val="000000"/>
              </w:rPr>
              <w:t>5,7) kPa</w:t>
            </w:r>
            <w:r w:rsidR="00D617A8" w:rsidRPr="00D617A8">
              <w:rPr>
                <w:rFonts w:ascii="Poppins" w:hAnsi="Poppins" w:cs="Poppins"/>
                <w:color w:val="000000"/>
              </w:rPr>
              <w:t xml:space="preserve"> </w:t>
            </w:r>
            <w:r w:rsidR="00BF210C" w:rsidRPr="00D617A8">
              <w:rPr>
                <w:rFonts w:ascii="Poppins" w:hAnsi="Poppins" w:cs="Poppins"/>
              </w:rPr>
              <w:t>(temperatura acqua 7°C Dt 5°C; temperatura aria 27 °C b.s./19 °C b.u.)</w:t>
            </w:r>
          </w:p>
          <w:p w14:paraId="6F097239" w14:textId="77777777" w:rsidR="00914249" w:rsidRPr="00D617A8" w:rsidRDefault="007F0804" w:rsidP="00D617A8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D617A8">
              <w:rPr>
                <w:rFonts w:ascii="Poppins" w:hAnsi="Poppins" w:cs="Poppins"/>
                <w:color w:val="000000"/>
              </w:rPr>
              <w:t xml:space="preserve">Potenza termica med (min </w:t>
            </w:r>
            <w:r w:rsidR="003D0946" w:rsidRPr="00D617A8">
              <w:rPr>
                <w:rFonts w:ascii="Poppins" w:hAnsi="Poppins" w:cs="Poppins"/>
                <w:color w:val="000000"/>
              </w:rPr>
              <w:t xml:space="preserve"> - </w:t>
            </w:r>
            <w:r w:rsidRPr="00D617A8">
              <w:rPr>
                <w:rFonts w:ascii="Poppins" w:hAnsi="Poppins" w:cs="Poppins"/>
                <w:color w:val="000000"/>
              </w:rPr>
              <w:t>max): 1,26 (0,66</w:t>
            </w:r>
            <w:r w:rsidR="003D0946" w:rsidRPr="00D617A8">
              <w:rPr>
                <w:rFonts w:ascii="Poppins" w:hAnsi="Poppins" w:cs="Poppins"/>
                <w:color w:val="000000"/>
              </w:rPr>
              <w:t xml:space="preserve"> - </w:t>
            </w:r>
            <w:r w:rsidRPr="00D617A8">
              <w:rPr>
                <w:rFonts w:ascii="Poppins" w:hAnsi="Poppins" w:cs="Poppins"/>
                <w:color w:val="000000"/>
              </w:rPr>
              <w:t>1,80) kW</w:t>
            </w:r>
          </w:p>
          <w:p w14:paraId="586FE34D" w14:textId="77777777" w:rsidR="00914249" w:rsidRPr="00D617A8" w:rsidRDefault="007F0804" w:rsidP="00D617A8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D617A8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D617A8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D617A8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D617A8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D617A8">
              <w:rPr>
                <w:rFonts w:ascii="Poppins" w:hAnsi="Poppins" w:cs="Poppins"/>
                <w:color w:val="000000"/>
                <w:lang w:val="sv-SE"/>
              </w:rPr>
              <w:t xml:space="preserve">max): 217 (113 </w:t>
            </w:r>
            <w:r w:rsidR="003D0946" w:rsidRPr="00D617A8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D617A8">
              <w:rPr>
                <w:rFonts w:ascii="Poppins" w:hAnsi="Poppins" w:cs="Poppins"/>
                <w:color w:val="000000"/>
                <w:lang w:val="sv-SE"/>
              </w:rPr>
              <w:t>310) l/h</w:t>
            </w:r>
          </w:p>
          <w:p w14:paraId="79BFA882" w14:textId="14EB1B64" w:rsidR="00914249" w:rsidRPr="00D617A8" w:rsidRDefault="007F0804" w:rsidP="00D617A8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D617A8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D617A8">
              <w:rPr>
                <w:rFonts w:ascii="Poppins" w:hAnsi="Poppins" w:cs="Poppins"/>
                <w:color w:val="000000"/>
              </w:rPr>
              <w:t xml:space="preserve"> - </w:t>
            </w:r>
            <w:r w:rsidRPr="00D617A8">
              <w:rPr>
                <w:rFonts w:ascii="Poppins" w:hAnsi="Poppins" w:cs="Poppins"/>
                <w:color w:val="000000"/>
              </w:rPr>
              <w:t xml:space="preserve">max): 3,5 (2,8 </w:t>
            </w:r>
            <w:r w:rsidR="003D0946" w:rsidRPr="00D617A8">
              <w:rPr>
                <w:rFonts w:ascii="Poppins" w:hAnsi="Poppins" w:cs="Poppins"/>
                <w:color w:val="000000"/>
              </w:rPr>
              <w:t xml:space="preserve"> - </w:t>
            </w:r>
            <w:r w:rsidRPr="00D617A8">
              <w:rPr>
                <w:rFonts w:ascii="Poppins" w:hAnsi="Poppins" w:cs="Poppins"/>
                <w:color w:val="000000"/>
              </w:rPr>
              <w:t>4,0) kPa</w:t>
            </w:r>
            <w:r w:rsidR="00D617A8" w:rsidRPr="00D617A8">
              <w:rPr>
                <w:rFonts w:ascii="Poppins" w:hAnsi="Poppins" w:cs="Poppins"/>
                <w:color w:val="000000"/>
              </w:rPr>
              <w:t xml:space="preserve"> </w:t>
            </w:r>
            <w:r w:rsidR="00BF210C" w:rsidRPr="00D617A8">
              <w:rPr>
                <w:rFonts w:ascii="Poppins" w:hAnsi="Poppins" w:cs="Poppins"/>
              </w:rPr>
              <w:t>(temperatura acqua 45°C Dt 5°C; temperatura aria 20 °C)</w:t>
            </w:r>
          </w:p>
          <w:p w14:paraId="48B06C80" w14:textId="77777777" w:rsidR="00914249" w:rsidRPr="00D617A8" w:rsidRDefault="007F0804" w:rsidP="00D617A8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D617A8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D617A8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D617A8">
              <w:rPr>
                <w:rFonts w:ascii="Poppins" w:hAnsi="Poppins" w:cs="Poppins"/>
                <w:color w:val="000000"/>
                <w:lang w:val="sv-SE"/>
              </w:rPr>
              <w:t xml:space="preserve">aria med (min </w:t>
            </w:r>
            <w:r w:rsidR="003D0946" w:rsidRPr="00D617A8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D617A8">
              <w:rPr>
                <w:rFonts w:ascii="Poppins" w:hAnsi="Poppins" w:cs="Poppins"/>
                <w:color w:val="000000"/>
                <w:lang w:val="sv-SE"/>
              </w:rPr>
              <w:t xml:space="preserve">max): </w:t>
            </w:r>
            <w:r w:rsidR="00914249" w:rsidRPr="00D617A8">
              <w:rPr>
                <w:rFonts w:ascii="Poppins" w:hAnsi="Poppins" w:cs="Poppins"/>
                <w:color w:val="000000"/>
                <w:lang w:val="sv-SE"/>
              </w:rPr>
              <w:t>229 (124</w:t>
            </w:r>
            <w:r w:rsidR="003D0946" w:rsidRPr="00D617A8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="00914249" w:rsidRPr="00D617A8">
              <w:rPr>
                <w:rFonts w:ascii="Poppins" w:hAnsi="Poppins" w:cs="Poppins"/>
                <w:color w:val="000000"/>
                <w:lang w:val="sv-SE"/>
              </w:rPr>
              <w:t>331) m3/h</w:t>
            </w:r>
          </w:p>
          <w:p w14:paraId="333F4C48" w14:textId="77777777" w:rsidR="00914249" w:rsidRPr="00D617A8" w:rsidRDefault="00BF210C" w:rsidP="00D617A8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D617A8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1E5E4192" w14:textId="77777777" w:rsidR="00914249" w:rsidRPr="00D617A8" w:rsidRDefault="007F0804" w:rsidP="00D617A8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D617A8">
              <w:rPr>
                <w:rFonts w:ascii="Poppins" w:hAnsi="Poppins" w:cs="Poppins"/>
                <w:color w:val="000000"/>
              </w:rPr>
              <w:t xml:space="preserve">Potenza massima assorbita: </w:t>
            </w:r>
            <w:r w:rsidR="00914249" w:rsidRPr="00D617A8">
              <w:rPr>
                <w:rFonts w:ascii="Poppins" w:hAnsi="Poppins" w:cs="Poppins"/>
                <w:color w:val="000000"/>
              </w:rPr>
              <w:t>15 W</w:t>
            </w:r>
          </w:p>
          <w:p w14:paraId="21064898" w14:textId="77777777" w:rsidR="00914249" w:rsidRPr="00D617A8" w:rsidRDefault="007F0804" w:rsidP="00D617A8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D617A8">
              <w:rPr>
                <w:rFonts w:ascii="Poppins" w:hAnsi="Poppins" w:cs="Poppins"/>
                <w:color w:val="000000"/>
              </w:rPr>
              <w:t xml:space="preserve">Corrente assorbita: </w:t>
            </w:r>
            <w:r w:rsidR="00914249" w:rsidRPr="00D617A8">
              <w:rPr>
                <w:rFonts w:ascii="Poppins" w:hAnsi="Poppins" w:cs="Poppins"/>
                <w:color w:val="000000"/>
              </w:rPr>
              <w:t>0,12 A</w:t>
            </w:r>
          </w:p>
          <w:p w14:paraId="091BBECC" w14:textId="77777777" w:rsidR="00914249" w:rsidRPr="00D617A8" w:rsidRDefault="00C2188A" w:rsidP="00D617A8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D617A8">
              <w:rPr>
                <w:rFonts w:ascii="Poppins" w:hAnsi="Poppins" w:cs="Poppins"/>
              </w:rPr>
              <w:t>Livello di potenza sonora med (</w:t>
            </w:r>
            <w:r w:rsidR="007F0804" w:rsidRPr="00D617A8">
              <w:rPr>
                <w:rFonts w:ascii="Poppins" w:hAnsi="Poppins" w:cs="Poppins"/>
              </w:rPr>
              <w:t xml:space="preserve">min </w:t>
            </w:r>
            <w:r w:rsidR="003D0946" w:rsidRPr="00D617A8">
              <w:rPr>
                <w:rFonts w:ascii="Poppins" w:hAnsi="Poppins" w:cs="Poppins"/>
              </w:rPr>
              <w:t xml:space="preserve"> - </w:t>
            </w:r>
            <w:r w:rsidR="007F0804" w:rsidRPr="00D617A8">
              <w:rPr>
                <w:rFonts w:ascii="Poppins" w:hAnsi="Poppins" w:cs="Poppins"/>
              </w:rPr>
              <w:t>max</w:t>
            </w:r>
            <w:r w:rsidRPr="00D617A8">
              <w:rPr>
                <w:rFonts w:ascii="Poppins" w:hAnsi="Poppins" w:cs="Poppins"/>
              </w:rPr>
              <w:t xml:space="preserve">): </w:t>
            </w:r>
            <w:r w:rsidR="00914249" w:rsidRPr="00D617A8">
              <w:rPr>
                <w:rFonts w:ascii="Poppins" w:hAnsi="Poppins" w:cs="Poppins"/>
                <w:color w:val="000000"/>
              </w:rPr>
              <w:t>39 (29</w:t>
            </w:r>
            <w:r w:rsidR="003D0946" w:rsidRPr="00D617A8">
              <w:rPr>
                <w:rFonts w:ascii="Poppins" w:hAnsi="Poppins" w:cs="Poppins"/>
                <w:color w:val="000000"/>
              </w:rPr>
              <w:t xml:space="preserve"> - </w:t>
            </w:r>
            <w:r w:rsidR="00914249" w:rsidRPr="00D617A8">
              <w:rPr>
                <w:rFonts w:ascii="Poppins" w:hAnsi="Poppins" w:cs="Poppins"/>
                <w:color w:val="000000"/>
              </w:rPr>
              <w:t>49)</w:t>
            </w:r>
            <w:r w:rsidR="00914249" w:rsidRPr="00D617A8">
              <w:rPr>
                <w:rFonts w:ascii="Poppins" w:hAnsi="Poppins" w:cs="Poppins"/>
              </w:rPr>
              <w:t xml:space="preserve"> dB(A)</w:t>
            </w:r>
          </w:p>
          <w:p w14:paraId="087347D8" w14:textId="0FEE4703" w:rsidR="00914249" w:rsidRPr="00D617A8" w:rsidRDefault="00C2188A" w:rsidP="00D617A8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D617A8">
              <w:rPr>
                <w:rFonts w:ascii="Poppins" w:hAnsi="Poppins" w:cs="Poppins"/>
              </w:rPr>
              <w:lastRenderedPageBreak/>
              <w:t>Livello di pressione sonora med (</w:t>
            </w:r>
            <w:r w:rsidR="007F0804" w:rsidRPr="00D617A8">
              <w:rPr>
                <w:rFonts w:ascii="Poppins" w:hAnsi="Poppins" w:cs="Poppins"/>
              </w:rPr>
              <w:t xml:space="preserve">min </w:t>
            </w:r>
            <w:r w:rsidR="003D0946" w:rsidRPr="00D617A8">
              <w:rPr>
                <w:rFonts w:ascii="Poppins" w:hAnsi="Poppins" w:cs="Poppins"/>
              </w:rPr>
              <w:t xml:space="preserve"> - </w:t>
            </w:r>
            <w:r w:rsidR="007F0804" w:rsidRPr="00D617A8">
              <w:rPr>
                <w:rFonts w:ascii="Poppins" w:hAnsi="Poppins" w:cs="Poppins"/>
              </w:rPr>
              <w:t>max</w:t>
            </w:r>
            <w:r w:rsidRPr="00D617A8">
              <w:rPr>
                <w:rFonts w:ascii="Poppins" w:hAnsi="Poppins" w:cs="Poppins"/>
              </w:rPr>
              <w:t xml:space="preserve">): </w:t>
            </w:r>
            <w:r w:rsidR="00914249" w:rsidRPr="00D617A8">
              <w:rPr>
                <w:rFonts w:ascii="Poppins" w:hAnsi="Poppins" w:cs="Poppins"/>
              </w:rPr>
              <w:t>22 (12</w:t>
            </w:r>
            <w:r w:rsidR="003D0946" w:rsidRPr="00D617A8">
              <w:rPr>
                <w:rFonts w:ascii="Poppins" w:hAnsi="Poppins" w:cs="Poppins"/>
              </w:rPr>
              <w:t xml:space="preserve"> - </w:t>
            </w:r>
            <w:r w:rsidR="00914249" w:rsidRPr="00D617A8">
              <w:rPr>
                <w:rFonts w:ascii="Poppins" w:hAnsi="Poppins" w:cs="Poppins"/>
              </w:rPr>
              <w:t xml:space="preserve">32) dB(A) </w:t>
            </w:r>
            <w:r w:rsidR="003D0946" w:rsidRPr="00D617A8">
              <w:rPr>
                <w:rFonts w:ascii="Poppins" w:hAnsi="Poppins" w:cs="Poppins"/>
              </w:rPr>
              <w:t xml:space="preserve"> - </w:t>
            </w:r>
            <w:r w:rsidR="00914249" w:rsidRPr="00D617A8">
              <w:rPr>
                <w:rFonts w:ascii="Poppins" w:hAnsi="Poppins" w:cs="Poppins"/>
              </w:rPr>
              <w:t>valori riferiti a fattore di direzionalità pari a 2 in campo chiuso, costante d’ambiente 300 m2 e distanza pari a 5 m</w:t>
            </w:r>
          </w:p>
          <w:p w14:paraId="4997D1A1" w14:textId="77777777" w:rsidR="00914249" w:rsidRPr="00D617A8" w:rsidRDefault="00C2188A" w:rsidP="00D617A8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D617A8">
              <w:rPr>
                <w:rFonts w:ascii="Poppins" w:hAnsi="Poppins" w:cs="Poppins"/>
                <w:color w:val="000000"/>
              </w:rPr>
              <w:t xml:space="preserve">Dimensioni (LxHxP): </w:t>
            </w:r>
            <w:r w:rsidR="00914249" w:rsidRPr="00D617A8">
              <w:rPr>
                <w:rFonts w:ascii="Poppins" w:hAnsi="Poppins" w:cs="Poppins"/>
                <w:color w:val="000000"/>
              </w:rPr>
              <w:t>1102x335x128 mm</w:t>
            </w:r>
          </w:p>
          <w:p w14:paraId="6051F51D" w14:textId="77777777" w:rsidR="00914249" w:rsidRPr="00D617A8" w:rsidRDefault="00C2188A" w:rsidP="00D617A8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D617A8">
              <w:rPr>
                <w:rFonts w:ascii="Poppins" w:hAnsi="Poppins" w:cs="Poppins"/>
                <w:color w:val="000000"/>
              </w:rPr>
              <w:t>Peso:</w:t>
            </w:r>
            <w:r w:rsidR="00914249" w:rsidRPr="00D617A8">
              <w:rPr>
                <w:rFonts w:ascii="Poppins" w:hAnsi="Poppins" w:cs="Poppins"/>
                <w:color w:val="000000"/>
              </w:rPr>
              <w:t xml:space="preserve"> 16 kg</w:t>
            </w:r>
          </w:p>
          <w:p w14:paraId="43353B64" w14:textId="6A435674" w:rsidR="00914249" w:rsidRPr="00D617A8" w:rsidRDefault="00914249" w:rsidP="00D617A8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D617A8">
              <w:rPr>
                <w:rFonts w:ascii="Poppins" w:hAnsi="Poppins" w:cs="Poppins"/>
                <w:color w:val="000000"/>
              </w:rPr>
              <w:t xml:space="preserve">Temperatura acqua </w:t>
            </w:r>
            <w:proofErr w:type="gramStart"/>
            <w:r w:rsidR="007F0804" w:rsidRPr="00D617A8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D617A8">
              <w:rPr>
                <w:rFonts w:ascii="Poppins" w:hAnsi="Poppins" w:cs="Poppins"/>
                <w:color w:val="000000"/>
              </w:rPr>
              <w:t xml:space="preserve"> -</w:t>
            </w:r>
            <w:proofErr w:type="gramEnd"/>
            <w:r w:rsidR="003D0946" w:rsidRPr="00D617A8">
              <w:rPr>
                <w:rFonts w:ascii="Poppins" w:hAnsi="Poppins" w:cs="Poppins"/>
                <w:color w:val="000000"/>
              </w:rPr>
              <w:t xml:space="preserve"> </w:t>
            </w:r>
            <w:r w:rsidR="007F0804" w:rsidRPr="00D617A8">
              <w:rPr>
                <w:rFonts w:ascii="Poppins" w:hAnsi="Poppins" w:cs="Poppins"/>
                <w:color w:val="000000"/>
              </w:rPr>
              <w:t>max</w:t>
            </w:r>
            <w:r w:rsidRPr="00D617A8">
              <w:rPr>
                <w:rFonts w:ascii="Poppins" w:hAnsi="Poppins" w:cs="Poppins"/>
                <w:color w:val="000000"/>
              </w:rPr>
              <w:t xml:space="preserve">: </w:t>
            </w:r>
            <w:r w:rsidR="00B051EA">
              <w:rPr>
                <w:rFonts w:ascii="Poppins" w:hAnsi="Poppins" w:cs="Poppins"/>
                <w:color w:val="000000"/>
              </w:rPr>
              <w:t>da 4 a 85 °C</w:t>
            </w:r>
          </w:p>
          <w:p w14:paraId="6C344DB5" w14:textId="311F69AB" w:rsidR="00914249" w:rsidRPr="00D617A8" w:rsidRDefault="00914249" w:rsidP="00D617A8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D617A8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7F0804" w:rsidRPr="00D617A8">
              <w:rPr>
                <w:rFonts w:ascii="Poppins" w:hAnsi="Poppins" w:cs="Poppins"/>
                <w:color w:val="000000"/>
              </w:rPr>
              <w:t>3/4”</w:t>
            </w:r>
            <w:r w:rsidRPr="00D617A8">
              <w:rPr>
                <w:rFonts w:ascii="Poppins" w:hAnsi="Poppins" w:cs="Poppins"/>
                <w:color w:val="000000"/>
              </w:rPr>
              <w:t xml:space="preserve"> Eurocono, a sinistra</w:t>
            </w:r>
          </w:p>
          <w:p w14:paraId="2D96058D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6F5FC22B" w14:textId="643D921A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914249">
              <w:rPr>
                <w:rFonts w:ascii="Poppins" w:hAnsi="Poppins" w:cs="Poppins"/>
                <w:b/>
              </w:rPr>
              <w:t xml:space="preserve">Marca </w:t>
            </w:r>
            <w:r w:rsidR="00542CF8">
              <w:rPr>
                <w:rFonts w:ascii="Poppins" w:hAnsi="Poppins" w:cs="Poppins"/>
                <w:b/>
              </w:rPr>
              <w:t>Emmeti</w:t>
            </w:r>
            <w:r w:rsidRPr="00914249">
              <w:rPr>
                <w:rFonts w:ascii="Poppins" w:hAnsi="Poppins" w:cs="Poppins"/>
                <w:b/>
              </w:rPr>
              <w:t xml:space="preserve"> – Modello </w:t>
            </w:r>
            <w:r w:rsidR="00A97AB3">
              <w:rPr>
                <w:rFonts w:ascii="Poppins" w:hAnsi="Poppins" w:cs="Poppins"/>
                <w:b/>
              </w:rPr>
              <w:t>Ventilconvettore</w:t>
            </w:r>
            <w:r w:rsidRPr="00914249">
              <w:rPr>
                <w:rFonts w:ascii="Poppins" w:hAnsi="Poppins" w:cs="Poppins"/>
                <w:b/>
              </w:rPr>
              <w:t xml:space="preserve"> SILENCE THIN ETWW 260 SQ o equivalente</w:t>
            </w:r>
            <w:r w:rsidR="00D617A8">
              <w:rPr>
                <w:rFonts w:ascii="Poppins" w:hAnsi="Poppins" w:cs="Poppins"/>
                <w:b/>
              </w:rPr>
              <w:t>.</w:t>
            </w:r>
          </w:p>
        </w:tc>
      </w:tr>
      <w:tr w:rsidR="00914249" w:rsidRPr="00D5395B" w14:paraId="72D8544B" w14:textId="77777777" w:rsidTr="008574C8">
        <w:tc>
          <w:tcPr>
            <w:tcW w:w="1208" w:type="dxa"/>
          </w:tcPr>
          <w:p w14:paraId="3554FC05" w14:textId="5BAEDB4F" w:rsidR="00914249" w:rsidRPr="00914249" w:rsidRDefault="00914249" w:rsidP="0091424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lastRenderedPageBreak/>
              <w:t>0752364</w:t>
            </w:r>
            <w:r w:rsidR="00F2084C">
              <w:rPr>
                <w:rFonts w:ascii="Poppins" w:hAnsi="Poppins" w:cs="Poppins"/>
                <w:sz w:val="20"/>
              </w:rPr>
              <w:t>5</w:t>
            </w:r>
          </w:p>
        </w:tc>
        <w:tc>
          <w:tcPr>
            <w:tcW w:w="1867" w:type="dxa"/>
          </w:tcPr>
          <w:p w14:paraId="18551CE4" w14:textId="77777777" w:rsidR="00F26DBC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Ventilconvettore</w:t>
            </w:r>
          </w:p>
          <w:p w14:paraId="14421ED6" w14:textId="77777777" w:rsidR="00914249" w:rsidRPr="00914249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 xml:space="preserve">SILENCE THIN </w:t>
            </w:r>
            <w:r w:rsidR="00914249" w:rsidRPr="00914249">
              <w:rPr>
                <w:rFonts w:ascii="Poppins" w:hAnsi="Poppins" w:cs="Poppins"/>
                <w:sz w:val="20"/>
              </w:rPr>
              <w:t>ETWW 280 SQ</w:t>
            </w:r>
          </w:p>
        </w:tc>
        <w:tc>
          <w:tcPr>
            <w:tcW w:w="6525" w:type="dxa"/>
          </w:tcPr>
          <w:p w14:paraId="47A5C093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Ventilconvettore a parete, di tipo compatto, versione “Termostato a bordo THINW-V-AUTO”, con tecnologia DC-Inverter.</w:t>
            </w:r>
          </w:p>
          <w:p w14:paraId="3CD99029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Comando SMART TOUCH con display touchpad sul frontale e telecomando ad infrarossi (a corredo) per controllo temperatura ambiente, settaggio velocità ventilatore, modalità di funzionamento: Raffreddamento, Riscaldamento, Deumidificazione, Automatico, Ventilazione. Funzione Timer e Sleep (funzionamento notturno).</w:t>
            </w:r>
          </w:p>
          <w:p w14:paraId="017C36B0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154A9D7C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L’unità presenta il deflettore orizzontale con orientamento automatico del flusso dell’aria, filtro aria, raccordo scarico condensa, dima per fissaggio a muro.</w:t>
            </w:r>
          </w:p>
          <w:p w14:paraId="6A886394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D611FB0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914249">
              <w:rPr>
                <w:rFonts w:ascii="Poppins" w:hAnsi="Poppins" w:cs="Poppins"/>
                <w:b/>
              </w:rPr>
              <w:t>Dati tecnici:</w:t>
            </w:r>
          </w:p>
          <w:p w14:paraId="620968EB" w14:textId="77777777" w:rsidR="00914249" w:rsidRPr="00E45D31" w:rsidRDefault="00914249" w:rsidP="00E45D31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45D31">
              <w:rPr>
                <w:rFonts w:ascii="Poppins" w:hAnsi="Poppins" w:cs="Poppins"/>
                <w:color w:val="000000"/>
              </w:rPr>
              <w:t>Potenza frigorifera med (</w:t>
            </w:r>
            <w:r w:rsidR="007F0804" w:rsidRPr="00E45D31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E45D31">
              <w:rPr>
                <w:rFonts w:ascii="Poppins" w:hAnsi="Poppins" w:cs="Poppins"/>
                <w:color w:val="000000"/>
              </w:rPr>
              <w:t xml:space="preserve"> - </w:t>
            </w:r>
            <w:r w:rsidR="007F0804" w:rsidRPr="00E45D31">
              <w:rPr>
                <w:rFonts w:ascii="Poppins" w:hAnsi="Poppins" w:cs="Poppins"/>
                <w:color w:val="000000"/>
              </w:rPr>
              <w:t>max</w:t>
            </w:r>
            <w:r w:rsidRPr="00E45D31">
              <w:rPr>
                <w:rFonts w:ascii="Poppins" w:hAnsi="Poppins" w:cs="Poppins"/>
                <w:color w:val="000000"/>
              </w:rPr>
              <w:t>): 1,75 (0,91</w:t>
            </w:r>
            <w:r w:rsidR="003D0946" w:rsidRPr="00E45D31">
              <w:rPr>
                <w:rFonts w:ascii="Poppins" w:hAnsi="Poppins" w:cs="Poppins"/>
                <w:color w:val="000000"/>
              </w:rPr>
              <w:t xml:space="preserve"> - </w:t>
            </w:r>
            <w:r w:rsidRPr="00E45D31">
              <w:rPr>
                <w:rFonts w:ascii="Poppins" w:hAnsi="Poppins" w:cs="Poppins"/>
                <w:color w:val="000000"/>
              </w:rPr>
              <w:t>2,31) kW</w:t>
            </w:r>
          </w:p>
          <w:p w14:paraId="1E0AF23D" w14:textId="77777777" w:rsidR="00914249" w:rsidRPr="00E45D31" w:rsidRDefault="00395ABD" w:rsidP="00E45D31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E45D31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E45D31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E45D31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E45D31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E45D31">
              <w:rPr>
                <w:rFonts w:ascii="Poppins" w:hAnsi="Poppins" w:cs="Poppins"/>
                <w:color w:val="000000"/>
                <w:lang w:val="sv-SE"/>
              </w:rPr>
              <w:t xml:space="preserve">max): 300 (157 </w:t>
            </w:r>
            <w:r w:rsidR="003D0946" w:rsidRPr="00E45D31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E45D31">
              <w:rPr>
                <w:rFonts w:ascii="Poppins" w:hAnsi="Poppins" w:cs="Poppins"/>
                <w:color w:val="000000"/>
                <w:lang w:val="sv-SE"/>
              </w:rPr>
              <w:t>397) l/h</w:t>
            </w:r>
          </w:p>
          <w:p w14:paraId="6BDE1DC0" w14:textId="148DAD65" w:rsidR="00914249" w:rsidRPr="00E45D31" w:rsidRDefault="00395ABD" w:rsidP="00CC1FB9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E45D31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E45D31">
              <w:rPr>
                <w:rFonts w:ascii="Poppins" w:hAnsi="Poppins" w:cs="Poppins"/>
                <w:color w:val="000000"/>
              </w:rPr>
              <w:t xml:space="preserve"> - </w:t>
            </w:r>
            <w:r w:rsidRPr="00E45D31">
              <w:rPr>
                <w:rFonts w:ascii="Poppins" w:hAnsi="Poppins" w:cs="Poppins"/>
                <w:color w:val="000000"/>
              </w:rPr>
              <w:t xml:space="preserve">max): 4,2 (1,3 </w:t>
            </w:r>
            <w:r w:rsidR="003D0946" w:rsidRPr="00E45D31">
              <w:rPr>
                <w:rFonts w:ascii="Poppins" w:hAnsi="Poppins" w:cs="Poppins"/>
                <w:color w:val="000000"/>
              </w:rPr>
              <w:t xml:space="preserve"> - </w:t>
            </w:r>
            <w:r w:rsidRPr="00E45D31">
              <w:rPr>
                <w:rFonts w:ascii="Poppins" w:hAnsi="Poppins" w:cs="Poppins"/>
                <w:color w:val="000000"/>
              </w:rPr>
              <w:t>6,9) kPa</w:t>
            </w:r>
            <w:r w:rsidR="00E45D31">
              <w:rPr>
                <w:rFonts w:ascii="Poppins" w:hAnsi="Poppins" w:cs="Poppins"/>
                <w:color w:val="000000"/>
              </w:rPr>
              <w:t xml:space="preserve"> </w:t>
            </w:r>
            <w:r w:rsidR="00BF210C" w:rsidRPr="00E45D31">
              <w:rPr>
                <w:rFonts w:ascii="Poppins" w:hAnsi="Poppins" w:cs="Poppins"/>
              </w:rPr>
              <w:t>(temperatura acqua 7°C Dt 5°C; temperatura aria 27 °C b.s./19 °C b.u.)</w:t>
            </w:r>
          </w:p>
          <w:p w14:paraId="43284D61" w14:textId="77777777" w:rsidR="00914249" w:rsidRPr="00E45D31" w:rsidRDefault="00395ABD" w:rsidP="00E45D31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45D31">
              <w:rPr>
                <w:rFonts w:ascii="Poppins" w:hAnsi="Poppins" w:cs="Poppins"/>
                <w:color w:val="000000"/>
              </w:rPr>
              <w:t xml:space="preserve">Potenza termica med (min </w:t>
            </w:r>
            <w:r w:rsidR="003D0946" w:rsidRPr="00E45D31">
              <w:rPr>
                <w:rFonts w:ascii="Poppins" w:hAnsi="Poppins" w:cs="Poppins"/>
                <w:color w:val="000000"/>
              </w:rPr>
              <w:t xml:space="preserve"> - </w:t>
            </w:r>
            <w:r w:rsidRPr="00E45D31">
              <w:rPr>
                <w:rFonts w:ascii="Poppins" w:hAnsi="Poppins" w:cs="Poppins"/>
                <w:color w:val="000000"/>
              </w:rPr>
              <w:t>max): 1,98 (0,96</w:t>
            </w:r>
            <w:r w:rsidR="003D0946" w:rsidRPr="00E45D31">
              <w:rPr>
                <w:rFonts w:ascii="Poppins" w:hAnsi="Poppins" w:cs="Poppins"/>
                <w:color w:val="000000"/>
              </w:rPr>
              <w:t xml:space="preserve"> - </w:t>
            </w:r>
            <w:r w:rsidRPr="00E45D31">
              <w:rPr>
                <w:rFonts w:ascii="Poppins" w:hAnsi="Poppins" w:cs="Poppins"/>
                <w:color w:val="000000"/>
              </w:rPr>
              <w:t>2,60) kW</w:t>
            </w:r>
          </w:p>
          <w:p w14:paraId="7C2D5B2D" w14:textId="77777777" w:rsidR="00914249" w:rsidRPr="00E45D31" w:rsidRDefault="00395ABD" w:rsidP="00E45D31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E45D31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E45D31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E45D31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E45D31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E45D31">
              <w:rPr>
                <w:rFonts w:ascii="Poppins" w:hAnsi="Poppins" w:cs="Poppins"/>
                <w:color w:val="000000"/>
                <w:lang w:val="sv-SE"/>
              </w:rPr>
              <w:t xml:space="preserve">max): 341 (165 </w:t>
            </w:r>
            <w:r w:rsidR="003D0946" w:rsidRPr="00E45D31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E45D31">
              <w:rPr>
                <w:rFonts w:ascii="Poppins" w:hAnsi="Poppins" w:cs="Poppins"/>
                <w:color w:val="000000"/>
                <w:lang w:val="sv-SE"/>
              </w:rPr>
              <w:t>447) l/h</w:t>
            </w:r>
          </w:p>
          <w:p w14:paraId="3E0BA60A" w14:textId="5C70D2B6" w:rsidR="00914249" w:rsidRPr="00E45D31" w:rsidRDefault="00395ABD" w:rsidP="00586513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E45D31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E45D31">
              <w:rPr>
                <w:rFonts w:ascii="Poppins" w:hAnsi="Poppins" w:cs="Poppins"/>
                <w:color w:val="000000"/>
              </w:rPr>
              <w:t xml:space="preserve"> - </w:t>
            </w:r>
            <w:r w:rsidRPr="00E45D31">
              <w:rPr>
                <w:rFonts w:ascii="Poppins" w:hAnsi="Poppins" w:cs="Poppins"/>
                <w:color w:val="000000"/>
              </w:rPr>
              <w:t xml:space="preserve">max): 4,1 (1,1 </w:t>
            </w:r>
            <w:r w:rsidR="003D0946" w:rsidRPr="00E45D31">
              <w:rPr>
                <w:rFonts w:ascii="Poppins" w:hAnsi="Poppins" w:cs="Poppins"/>
                <w:color w:val="000000"/>
              </w:rPr>
              <w:t xml:space="preserve"> - </w:t>
            </w:r>
            <w:r w:rsidRPr="00E45D31">
              <w:rPr>
                <w:rFonts w:ascii="Poppins" w:hAnsi="Poppins" w:cs="Poppins"/>
                <w:color w:val="000000"/>
              </w:rPr>
              <w:t>6,6)  kPa</w:t>
            </w:r>
            <w:r w:rsidR="00E45D31">
              <w:rPr>
                <w:rFonts w:ascii="Poppins" w:hAnsi="Poppins" w:cs="Poppins"/>
                <w:color w:val="000000"/>
              </w:rPr>
              <w:t xml:space="preserve"> </w:t>
            </w:r>
            <w:r w:rsidR="00BF210C" w:rsidRPr="00E45D31">
              <w:rPr>
                <w:rFonts w:ascii="Poppins" w:hAnsi="Poppins" w:cs="Poppins"/>
              </w:rPr>
              <w:t>(temperatura acqua 45°C Dt 5°C; temperatura aria 20 °C)</w:t>
            </w:r>
          </w:p>
          <w:p w14:paraId="5FEDA55F" w14:textId="77777777" w:rsidR="00914249" w:rsidRPr="00E45D31" w:rsidRDefault="007F0804" w:rsidP="00E45D31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E45D31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E45D31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E45D31">
              <w:rPr>
                <w:rFonts w:ascii="Poppins" w:hAnsi="Poppins" w:cs="Poppins"/>
                <w:color w:val="000000"/>
                <w:lang w:val="sv-SE"/>
              </w:rPr>
              <w:t xml:space="preserve">aria med (min </w:t>
            </w:r>
            <w:r w:rsidR="003D0946" w:rsidRPr="00E45D31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E45D31">
              <w:rPr>
                <w:rFonts w:ascii="Poppins" w:hAnsi="Poppins" w:cs="Poppins"/>
                <w:color w:val="000000"/>
                <w:lang w:val="sv-SE"/>
              </w:rPr>
              <w:t xml:space="preserve">max): </w:t>
            </w:r>
            <w:r w:rsidR="00914249" w:rsidRPr="00E45D31">
              <w:rPr>
                <w:rFonts w:ascii="Poppins" w:hAnsi="Poppins" w:cs="Poppins"/>
                <w:color w:val="000000"/>
                <w:lang w:val="sv-SE"/>
              </w:rPr>
              <w:t>283 (138</w:t>
            </w:r>
            <w:r w:rsidR="003D0946" w:rsidRPr="00E45D31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="00914249" w:rsidRPr="00E45D31">
              <w:rPr>
                <w:rFonts w:ascii="Poppins" w:hAnsi="Poppins" w:cs="Poppins"/>
                <w:color w:val="000000"/>
                <w:lang w:val="sv-SE"/>
              </w:rPr>
              <w:t>440) m3/h</w:t>
            </w:r>
          </w:p>
          <w:p w14:paraId="3AEE2240" w14:textId="77777777" w:rsidR="00914249" w:rsidRPr="00E45D31" w:rsidRDefault="00BF210C" w:rsidP="00E45D31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45D31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5CA4CAF0" w14:textId="77777777" w:rsidR="00914249" w:rsidRPr="00E45D31" w:rsidRDefault="007F0804" w:rsidP="00E45D31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45D31">
              <w:rPr>
                <w:rFonts w:ascii="Poppins" w:hAnsi="Poppins" w:cs="Poppins"/>
                <w:color w:val="000000"/>
              </w:rPr>
              <w:t xml:space="preserve">Potenza massima assorbita: </w:t>
            </w:r>
            <w:r w:rsidR="00914249" w:rsidRPr="00E45D31">
              <w:rPr>
                <w:rFonts w:ascii="Poppins" w:hAnsi="Poppins" w:cs="Poppins"/>
                <w:color w:val="000000"/>
              </w:rPr>
              <w:t>20 W</w:t>
            </w:r>
          </w:p>
          <w:p w14:paraId="390A4349" w14:textId="77777777" w:rsidR="00914249" w:rsidRPr="00E45D31" w:rsidRDefault="007F0804" w:rsidP="00E45D31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45D31">
              <w:rPr>
                <w:rFonts w:ascii="Poppins" w:hAnsi="Poppins" w:cs="Poppins"/>
                <w:color w:val="000000"/>
              </w:rPr>
              <w:t xml:space="preserve">Corrente assorbita: </w:t>
            </w:r>
            <w:r w:rsidR="00914249" w:rsidRPr="00E45D31">
              <w:rPr>
                <w:rFonts w:ascii="Poppins" w:hAnsi="Poppins" w:cs="Poppins"/>
                <w:color w:val="000000"/>
              </w:rPr>
              <w:t>0,16 A</w:t>
            </w:r>
          </w:p>
          <w:p w14:paraId="59C42926" w14:textId="77777777" w:rsidR="00914249" w:rsidRPr="00E45D31" w:rsidRDefault="00C2188A" w:rsidP="00E45D31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E45D31">
              <w:rPr>
                <w:rFonts w:ascii="Poppins" w:hAnsi="Poppins" w:cs="Poppins"/>
              </w:rPr>
              <w:lastRenderedPageBreak/>
              <w:t>Livello di potenza sonora med (</w:t>
            </w:r>
            <w:r w:rsidR="007F0804" w:rsidRPr="00E45D31">
              <w:rPr>
                <w:rFonts w:ascii="Poppins" w:hAnsi="Poppins" w:cs="Poppins"/>
              </w:rPr>
              <w:t xml:space="preserve">min </w:t>
            </w:r>
            <w:r w:rsidR="003D0946" w:rsidRPr="00E45D31">
              <w:rPr>
                <w:rFonts w:ascii="Poppins" w:hAnsi="Poppins" w:cs="Poppins"/>
              </w:rPr>
              <w:t xml:space="preserve"> - </w:t>
            </w:r>
            <w:r w:rsidR="007F0804" w:rsidRPr="00E45D31">
              <w:rPr>
                <w:rFonts w:ascii="Poppins" w:hAnsi="Poppins" w:cs="Poppins"/>
              </w:rPr>
              <w:t>max</w:t>
            </w:r>
            <w:r w:rsidRPr="00E45D31">
              <w:rPr>
                <w:rFonts w:ascii="Poppins" w:hAnsi="Poppins" w:cs="Poppins"/>
              </w:rPr>
              <w:t xml:space="preserve">): </w:t>
            </w:r>
            <w:r w:rsidR="00914249" w:rsidRPr="00E45D31">
              <w:rPr>
                <w:rFonts w:ascii="Poppins" w:hAnsi="Poppins" w:cs="Poppins"/>
                <w:color w:val="000000"/>
              </w:rPr>
              <w:t>40 (29</w:t>
            </w:r>
            <w:r w:rsidR="003D0946" w:rsidRPr="00E45D31">
              <w:rPr>
                <w:rFonts w:ascii="Poppins" w:hAnsi="Poppins" w:cs="Poppins"/>
                <w:color w:val="000000"/>
              </w:rPr>
              <w:t xml:space="preserve"> - </w:t>
            </w:r>
            <w:r w:rsidR="00914249" w:rsidRPr="00E45D31">
              <w:rPr>
                <w:rFonts w:ascii="Poppins" w:hAnsi="Poppins" w:cs="Poppins"/>
                <w:color w:val="000000"/>
              </w:rPr>
              <w:t>50)</w:t>
            </w:r>
            <w:r w:rsidR="00914249" w:rsidRPr="00E45D31">
              <w:rPr>
                <w:rFonts w:ascii="Poppins" w:hAnsi="Poppins" w:cs="Poppins"/>
              </w:rPr>
              <w:t xml:space="preserve"> dB(A)</w:t>
            </w:r>
          </w:p>
          <w:p w14:paraId="556B8AA5" w14:textId="03BE090B" w:rsidR="00914249" w:rsidRPr="00E45D31" w:rsidRDefault="00C2188A" w:rsidP="00E45D31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E45D31">
              <w:rPr>
                <w:rFonts w:ascii="Poppins" w:hAnsi="Poppins" w:cs="Poppins"/>
              </w:rPr>
              <w:t>Livello di pressione sonora med (</w:t>
            </w:r>
            <w:r w:rsidR="007F0804" w:rsidRPr="00E45D31">
              <w:rPr>
                <w:rFonts w:ascii="Poppins" w:hAnsi="Poppins" w:cs="Poppins"/>
              </w:rPr>
              <w:t xml:space="preserve">min </w:t>
            </w:r>
            <w:r w:rsidR="003D0946" w:rsidRPr="00E45D31">
              <w:rPr>
                <w:rFonts w:ascii="Poppins" w:hAnsi="Poppins" w:cs="Poppins"/>
              </w:rPr>
              <w:t xml:space="preserve"> - </w:t>
            </w:r>
            <w:r w:rsidR="007F0804" w:rsidRPr="00E45D31">
              <w:rPr>
                <w:rFonts w:ascii="Poppins" w:hAnsi="Poppins" w:cs="Poppins"/>
              </w:rPr>
              <w:t>max</w:t>
            </w:r>
            <w:r w:rsidRPr="00E45D31">
              <w:rPr>
                <w:rFonts w:ascii="Poppins" w:hAnsi="Poppins" w:cs="Poppins"/>
              </w:rPr>
              <w:t xml:space="preserve">): </w:t>
            </w:r>
            <w:r w:rsidR="00914249" w:rsidRPr="00E45D31">
              <w:rPr>
                <w:rFonts w:ascii="Poppins" w:hAnsi="Poppins" w:cs="Poppins"/>
              </w:rPr>
              <w:t>23 (12</w:t>
            </w:r>
            <w:r w:rsidR="003D0946" w:rsidRPr="00E45D31">
              <w:rPr>
                <w:rFonts w:ascii="Poppins" w:hAnsi="Poppins" w:cs="Poppins"/>
              </w:rPr>
              <w:t xml:space="preserve"> - </w:t>
            </w:r>
            <w:r w:rsidR="00914249" w:rsidRPr="00E45D31">
              <w:rPr>
                <w:rFonts w:ascii="Poppins" w:hAnsi="Poppins" w:cs="Poppins"/>
              </w:rPr>
              <w:t xml:space="preserve">33) dB(A) </w:t>
            </w:r>
            <w:r w:rsidR="003D0946" w:rsidRPr="00E45D31">
              <w:rPr>
                <w:rFonts w:ascii="Poppins" w:hAnsi="Poppins" w:cs="Poppins"/>
              </w:rPr>
              <w:t xml:space="preserve"> - </w:t>
            </w:r>
            <w:r w:rsidR="00914249" w:rsidRPr="00E45D31">
              <w:rPr>
                <w:rFonts w:ascii="Poppins" w:hAnsi="Poppins" w:cs="Poppins"/>
              </w:rPr>
              <w:t>valori riferiti a fattore di direzionalità pari a 2 in campo chiuso, costante d’ambiente 300 m2 e distanza pari a 5 m</w:t>
            </w:r>
          </w:p>
          <w:p w14:paraId="19B2AEBD" w14:textId="77777777" w:rsidR="00914249" w:rsidRPr="00E45D31" w:rsidRDefault="00C2188A" w:rsidP="00E45D31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45D31">
              <w:rPr>
                <w:rFonts w:ascii="Poppins" w:hAnsi="Poppins" w:cs="Poppins"/>
                <w:color w:val="000000"/>
              </w:rPr>
              <w:t xml:space="preserve">Dimensioni (LxHxP): </w:t>
            </w:r>
            <w:r w:rsidR="00914249" w:rsidRPr="00E45D31">
              <w:rPr>
                <w:rFonts w:ascii="Poppins" w:hAnsi="Poppins" w:cs="Poppins"/>
                <w:color w:val="000000"/>
              </w:rPr>
              <w:t>1302x335x128 mm</w:t>
            </w:r>
          </w:p>
          <w:p w14:paraId="76E6577B" w14:textId="77777777" w:rsidR="00914249" w:rsidRPr="00E45D31" w:rsidRDefault="00C2188A" w:rsidP="00E45D31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45D31">
              <w:rPr>
                <w:rFonts w:ascii="Poppins" w:hAnsi="Poppins" w:cs="Poppins"/>
                <w:color w:val="000000"/>
              </w:rPr>
              <w:t>Peso:</w:t>
            </w:r>
            <w:r w:rsidR="00914249" w:rsidRPr="00E45D31">
              <w:rPr>
                <w:rFonts w:ascii="Poppins" w:hAnsi="Poppins" w:cs="Poppins"/>
                <w:color w:val="000000"/>
              </w:rPr>
              <w:t xml:space="preserve"> 19 kg</w:t>
            </w:r>
          </w:p>
          <w:p w14:paraId="7DB70D2E" w14:textId="5C08627E" w:rsidR="00914249" w:rsidRPr="00E45D31" w:rsidRDefault="00914249" w:rsidP="00E45D31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45D31">
              <w:rPr>
                <w:rFonts w:ascii="Poppins" w:hAnsi="Poppins" w:cs="Poppins"/>
                <w:color w:val="000000"/>
              </w:rPr>
              <w:t xml:space="preserve">Temperatura acqua </w:t>
            </w:r>
            <w:proofErr w:type="gramStart"/>
            <w:r w:rsidR="007F0804" w:rsidRPr="00E45D31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E45D31">
              <w:rPr>
                <w:rFonts w:ascii="Poppins" w:hAnsi="Poppins" w:cs="Poppins"/>
                <w:color w:val="000000"/>
              </w:rPr>
              <w:t xml:space="preserve"> -</w:t>
            </w:r>
            <w:proofErr w:type="gramEnd"/>
            <w:r w:rsidR="003D0946" w:rsidRPr="00E45D31">
              <w:rPr>
                <w:rFonts w:ascii="Poppins" w:hAnsi="Poppins" w:cs="Poppins"/>
                <w:color w:val="000000"/>
              </w:rPr>
              <w:t xml:space="preserve"> </w:t>
            </w:r>
            <w:r w:rsidR="007F0804" w:rsidRPr="00E45D31">
              <w:rPr>
                <w:rFonts w:ascii="Poppins" w:hAnsi="Poppins" w:cs="Poppins"/>
                <w:color w:val="000000"/>
              </w:rPr>
              <w:t>max</w:t>
            </w:r>
            <w:r w:rsidRPr="00E45D31">
              <w:rPr>
                <w:rFonts w:ascii="Poppins" w:hAnsi="Poppins" w:cs="Poppins"/>
                <w:color w:val="000000"/>
              </w:rPr>
              <w:t xml:space="preserve">: </w:t>
            </w:r>
            <w:r w:rsidR="00B051EA">
              <w:rPr>
                <w:rFonts w:ascii="Poppins" w:hAnsi="Poppins" w:cs="Poppins"/>
                <w:color w:val="000000"/>
              </w:rPr>
              <w:t>da 4 a 85 °C</w:t>
            </w:r>
          </w:p>
          <w:p w14:paraId="72819585" w14:textId="58554957" w:rsidR="00914249" w:rsidRPr="00E45D31" w:rsidRDefault="00914249" w:rsidP="00E45D31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E45D31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7F0804" w:rsidRPr="00E45D31">
              <w:rPr>
                <w:rFonts w:ascii="Poppins" w:hAnsi="Poppins" w:cs="Poppins"/>
                <w:color w:val="000000"/>
              </w:rPr>
              <w:t>3/4”</w:t>
            </w:r>
            <w:r w:rsidRPr="00E45D31">
              <w:rPr>
                <w:rFonts w:ascii="Poppins" w:hAnsi="Poppins" w:cs="Poppins"/>
                <w:color w:val="000000"/>
              </w:rPr>
              <w:t xml:space="preserve"> Eurocono, a sinistra</w:t>
            </w:r>
          </w:p>
          <w:p w14:paraId="7051FA3D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13F9D7CB" w14:textId="2C8048C4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914249">
              <w:rPr>
                <w:rFonts w:ascii="Poppins" w:hAnsi="Poppins" w:cs="Poppins"/>
                <w:b/>
              </w:rPr>
              <w:t xml:space="preserve">Marca </w:t>
            </w:r>
            <w:r w:rsidR="00542CF8">
              <w:rPr>
                <w:rFonts w:ascii="Poppins" w:hAnsi="Poppins" w:cs="Poppins"/>
                <w:b/>
              </w:rPr>
              <w:t>Emmeti</w:t>
            </w:r>
            <w:r w:rsidRPr="00914249">
              <w:rPr>
                <w:rFonts w:ascii="Poppins" w:hAnsi="Poppins" w:cs="Poppins"/>
                <w:b/>
              </w:rPr>
              <w:t xml:space="preserve"> – Modello </w:t>
            </w:r>
            <w:r w:rsidR="00A97AB3">
              <w:rPr>
                <w:rFonts w:ascii="Poppins" w:hAnsi="Poppins" w:cs="Poppins"/>
                <w:b/>
              </w:rPr>
              <w:t>Ventilconvettore</w:t>
            </w:r>
            <w:r w:rsidRPr="00914249">
              <w:rPr>
                <w:rFonts w:ascii="Poppins" w:hAnsi="Poppins" w:cs="Poppins"/>
                <w:b/>
              </w:rPr>
              <w:t xml:space="preserve"> SILENCE THIN ETWW 280 SQ o equivalente</w:t>
            </w:r>
            <w:r w:rsidR="00783E71">
              <w:rPr>
                <w:rFonts w:ascii="Poppins" w:hAnsi="Poppins" w:cs="Poppins"/>
                <w:b/>
              </w:rPr>
              <w:t>.</w:t>
            </w:r>
          </w:p>
        </w:tc>
      </w:tr>
      <w:tr w:rsidR="00914249" w:rsidRPr="00D5395B" w14:paraId="070E3A76" w14:textId="77777777" w:rsidTr="008574C8">
        <w:tc>
          <w:tcPr>
            <w:tcW w:w="1208" w:type="dxa"/>
          </w:tcPr>
          <w:p w14:paraId="7026C15F" w14:textId="77777777" w:rsidR="00914249" w:rsidRPr="00914249" w:rsidRDefault="00914249" w:rsidP="0091424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lastRenderedPageBreak/>
              <w:t>07523024</w:t>
            </w:r>
          </w:p>
        </w:tc>
        <w:tc>
          <w:tcPr>
            <w:tcW w:w="1867" w:type="dxa"/>
          </w:tcPr>
          <w:p w14:paraId="19D54ABB" w14:textId="77777777" w:rsidR="00F26DBC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Ventilconvettore</w:t>
            </w:r>
          </w:p>
          <w:p w14:paraId="26A0AD18" w14:textId="77777777" w:rsidR="00914249" w:rsidRPr="00914249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 xml:space="preserve">SILENCE THIN </w:t>
            </w:r>
            <w:r w:rsidR="00914249" w:rsidRPr="00914249">
              <w:rPr>
                <w:rFonts w:ascii="Poppins" w:hAnsi="Poppins" w:cs="Poppins"/>
                <w:sz w:val="20"/>
              </w:rPr>
              <w:t>ETWW 240 DZ</w:t>
            </w:r>
          </w:p>
        </w:tc>
        <w:tc>
          <w:tcPr>
            <w:tcW w:w="6525" w:type="dxa"/>
          </w:tcPr>
          <w:p w14:paraId="7D1D3E4B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Ventilconvettore a parete, di tipo compatto, versione “Scheda THINW-TBK (TERMINAL BLOCK)”, con tecnologia DC-Inverter.</w:t>
            </w:r>
          </w:p>
          <w:p w14:paraId="65EBB582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Predisposto per il collegamento con termostato/i ambiente (fornito/i separatamente) TAE-15 (analogico) e TAD-15 (digitale) per controllo temperatura ambiente, settaggio velocità ventilatore, modalità di funzionamento.</w:t>
            </w:r>
          </w:p>
          <w:p w14:paraId="1E9F3C95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5DE3D95F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L’unità presenta il deflettore orizzontale con orientamento automatico del flusso dell’aria, filtro aria, raccordo scarico condensa, dima per fissaggio a muro.</w:t>
            </w:r>
          </w:p>
          <w:p w14:paraId="09170907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3C1FA27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914249">
              <w:rPr>
                <w:rFonts w:ascii="Poppins" w:hAnsi="Poppins" w:cs="Poppins"/>
                <w:b/>
              </w:rPr>
              <w:t>Dati tecnici:</w:t>
            </w:r>
          </w:p>
          <w:p w14:paraId="53A6953D" w14:textId="77777777" w:rsidR="00914249" w:rsidRPr="00C50431" w:rsidRDefault="00BF210C" w:rsidP="00C50431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50431">
              <w:rPr>
                <w:rFonts w:ascii="Poppins" w:hAnsi="Poppins" w:cs="Poppins"/>
                <w:color w:val="000000"/>
              </w:rPr>
              <w:t>Potenza frigorifera med (</w:t>
            </w:r>
            <w:r w:rsidR="007F0804" w:rsidRPr="00C50431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C50431">
              <w:rPr>
                <w:rFonts w:ascii="Poppins" w:hAnsi="Poppins" w:cs="Poppins"/>
                <w:color w:val="000000"/>
              </w:rPr>
              <w:t xml:space="preserve"> - </w:t>
            </w:r>
            <w:r w:rsidR="007F0804" w:rsidRPr="00C50431">
              <w:rPr>
                <w:rFonts w:ascii="Poppins" w:hAnsi="Poppins" w:cs="Poppins"/>
                <w:color w:val="000000"/>
              </w:rPr>
              <w:t>max</w:t>
            </w:r>
            <w:r w:rsidRPr="00C50431">
              <w:rPr>
                <w:rFonts w:ascii="Poppins" w:hAnsi="Poppins" w:cs="Poppins"/>
                <w:color w:val="000000"/>
              </w:rPr>
              <w:t xml:space="preserve">): 0,80 (0,48 </w:t>
            </w:r>
            <w:r w:rsidR="003D0946" w:rsidRPr="00C50431">
              <w:rPr>
                <w:rFonts w:ascii="Poppins" w:hAnsi="Poppins" w:cs="Poppins"/>
                <w:color w:val="000000"/>
              </w:rPr>
              <w:t xml:space="preserve"> - </w:t>
            </w:r>
            <w:r w:rsidRPr="00C50431">
              <w:rPr>
                <w:rFonts w:ascii="Poppins" w:hAnsi="Poppins" w:cs="Poppins"/>
                <w:color w:val="000000"/>
              </w:rPr>
              <w:t>1,07) kW</w:t>
            </w:r>
          </w:p>
          <w:p w14:paraId="38B834A7" w14:textId="77777777" w:rsidR="00914249" w:rsidRPr="00C50431" w:rsidRDefault="00914249" w:rsidP="00C50431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C50431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C50431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C50431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C50431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C50431">
              <w:rPr>
                <w:rFonts w:ascii="Poppins" w:hAnsi="Poppins" w:cs="Poppins"/>
                <w:color w:val="000000"/>
                <w:lang w:val="sv-SE"/>
              </w:rPr>
              <w:t xml:space="preserve">max): 138 (82 </w:t>
            </w:r>
            <w:r w:rsidR="003D0946" w:rsidRPr="00C50431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C50431">
              <w:rPr>
                <w:rFonts w:ascii="Poppins" w:hAnsi="Poppins" w:cs="Poppins"/>
                <w:color w:val="000000"/>
                <w:lang w:val="sv-SE"/>
              </w:rPr>
              <w:t>184) l/h</w:t>
            </w:r>
          </w:p>
          <w:p w14:paraId="6BC56E46" w14:textId="7792D550" w:rsidR="00914249" w:rsidRPr="00C50431" w:rsidRDefault="00914249" w:rsidP="00C50431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50431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C50431">
              <w:rPr>
                <w:rFonts w:ascii="Poppins" w:hAnsi="Poppins" w:cs="Poppins"/>
                <w:color w:val="000000"/>
              </w:rPr>
              <w:t xml:space="preserve"> - </w:t>
            </w:r>
            <w:r w:rsidRPr="00C50431">
              <w:rPr>
                <w:rFonts w:ascii="Poppins" w:hAnsi="Poppins" w:cs="Poppins"/>
                <w:color w:val="000000"/>
              </w:rPr>
              <w:t xml:space="preserve">max): 3,0 (1.1 </w:t>
            </w:r>
            <w:r w:rsidR="003D0946" w:rsidRPr="00C50431">
              <w:rPr>
                <w:rFonts w:ascii="Poppins" w:hAnsi="Poppins" w:cs="Poppins"/>
                <w:color w:val="000000"/>
              </w:rPr>
              <w:t xml:space="preserve"> - </w:t>
            </w:r>
            <w:r w:rsidRPr="00C50431">
              <w:rPr>
                <w:rFonts w:ascii="Poppins" w:hAnsi="Poppins" w:cs="Poppins"/>
                <w:color w:val="000000"/>
              </w:rPr>
              <w:t>2,5) kPa</w:t>
            </w:r>
            <w:r w:rsidR="00C50431" w:rsidRPr="00C50431">
              <w:rPr>
                <w:rFonts w:ascii="Poppins" w:hAnsi="Poppins" w:cs="Poppins"/>
                <w:color w:val="000000"/>
              </w:rPr>
              <w:t xml:space="preserve"> </w:t>
            </w:r>
            <w:r w:rsidR="00BF210C" w:rsidRPr="00C50431">
              <w:rPr>
                <w:rFonts w:ascii="Poppins" w:hAnsi="Poppins" w:cs="Poppins"/>
              </w:rPr>
              <w:t>(temperatura acqua 7°C Dt 5°C; temperatura aria 27 °C b.s./19 °C b.u.)</w:t>
            </w:r>
          </w:p>
          <w:p w14:paraId="10246134" w14:textId="77777777" w:rsidR="00914249" w:rsidRPr="00C50431" w:rsidRDefault="00BF210C" w:rsidP="00C50431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50431">
              <w:rPr>
                <w:rFonts w:ascii="Poppins" w:hAnsi="Poppins" w:cs="Poppins"/>
                <w:color w:val="000000"/>
              </w:rPr>
              <w:t>Potenza termica med (</w:t>
            </w:r>
            <w:r w:rsidR="007F0804" w:rsidRPr="00C50431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C50431">
              <w:rPr>
                <w:rFonts w:ascii="Poppins" w:hAnsi="Poppins" w:cs="Poppins"/>
                <w:color w:val="000000"/>
              </w:rPr>
              <w:t xml:space="preserve"> - </w:t>
            </w:r>
            <w:r w:rsidR="007F0804" w:rsidRPr="00C50431">
              <w:rPr>
                <w:rFonts w:ascii="Poppins" w:hAnsi="Poppins" w:cs="Poppins"/>
                <w:color w:val="000000"/>
              </w:rPr>
              <w:t>max</w:t>
            </w:r>
            <w:r w:rsidRPr="00C50431">
              <w:rPr>
                <w:rFonts w:ascii="Poppins" w:hAnsi="Poppins" w:cs="Poppins"/>
                <w:color w:val="000000"/>
              </w:rPr>
              <w:t xml:space="preserve">): 0,94 (0,53 </w:t>
            </w:r>
            <w:r w:rsidR="003D0946" w:rsidRPr="00C50431">
              <w:rPr>
                <w:rFonts w:ascii="Poppins" w:hAnsi="Poppins" w:cs="Poppins"/>
                <w:color w:val="000000"/>
              </w:rPr>
              <w:t xml:space="preserve"> - </w:t>
            </w:r>
            <w:r w:rsidRPr="00C50431">
              <w:rPr>
                <w:rFonts w:ascii="Poppins" w:hAnsi="Poppins" w:cs="Poppins"/>
                <w:color w:val="000000"/>
              </w:rPr>
              <w:t>1,27) kW</w:t>
            </w:r>
          </w:p>
          <w:p w14:paraId="5EB1BF69" w14:textId="77777777" w:rsidR="00914249" w:rsidRPr="00C50431" w:rsidRDefault="00BF210C" w:rsidP="00C50431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C50431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C50431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C50431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C50431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C50431">
              <w:rPr>
                <w:rFonts w:ascii="Poppins" w:hAnsi="Poppins" w:cs="Poppins"/>
                <w:color w:val="000000"/>
                <w:lang w:val="sv-SE"/>
              </w:rPr>
              <w:t xml:space="preserve">max): 162 (92 </w:t>
            </w:r>
            <w:r w:rsidR="003D0946" w:rsidRPr="00C50431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C50431">
              <w:rPr>
                <w:rFonts w:ascii="Poppins" w:hAnsi="Poppins" w:cs="Poppins"/>
                <w:color w:val="000000"/>
                <w:lang w:val="sv-SE"/>
              </w:rPr>
              <w:t>218) l/h</w:t>
            </w:r>
          </w:p>
          <w:p w14:paraId="4AB165C6" w14:textId="70675789" w:rsidR="00914249" w:rsidRPr="00C50431" w:rsidRDefault="00BF210C" w:rsidP="00C50431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50431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C50431">
              <w:rPr>
                <w:rFonts w:ascii="Poppins" w:hAnsi="Poppins" w:cs="Poppins"/>
                <w:color w:val="000000"/>
              </w:rPr>
              <w:t xml:space="preserve"> - </w:t>
            </w:r>
            <w:r w:rsidRPr="00C50431">
              <w:rPr>
                <w:rFonts w:ascii="Poppins" w:hAnsi="Poppins" w:cs="Poppins"/>
                <w:color w:val="000000"/>
              </w:rPr>
              <w:t xml:space="preserve">max): 3,1 (1,1 </w:t>
            </w:r>
            <w:r w:rsidR="003D0946" w:rsidRPr="00C50431">
              <w:rPr>
                <w:rFonts w:ascii="Poppins" w:hAnsi="Poppins" w:cs="Poppins"/>
                <w:color w:val="000000"/>
              </w:rPr>
              <w:t xml:space="preserve"> - </w:t>
            </w:r>
            <w:r w:rsidRPr="00C50431">
              <w:rPr>
                <w:rFonts w:ascii="Poppins" w:hAnsi="Poppins" w:cs="Poppins"/>
                <w:color w:val="000000"/>
              </w:rPr>
              <w:t>5,4) kPa</w:t>
            </w:r>
            <w:r w:rsidR="00C50431" w:rsidRPr="00C50431">
              <w:rPr>
                <w:rFonts w:ascii="Poppins" w:hAnsi="Poppins" w:cs="Poppins"/>
                <w:color w:val="000000"/>
              </w:rPr>
              <w:t xml:space="preserve"> </w:t>
            </w:r>
            <w:r w:rsidRPr="00C50431">
              <w:rPr>
                <w:rFonts w:ascii="Poppins" w:hAnsi="Poppins" w:cs="Poppins"/>
              </w:rPr>
              <w:t>(temperatura acqua 45°C Dt 5°C; temperatura aria 20 °C)</w:t>
            </w:r>
          </w:p>
          <w:p w14:paraId="129A3F63" w14:textId="77777777" w:rsidR="00914249" w:rsidRPr="00C50431" w:rsidRDefault="00BF210C" w:rsidP="00C50431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C50431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C50431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C50431">
              <w:rPr>
                <w:rFonts w:ascii="Poppins" w:hAnsi="Poppins" w:cs="Poppins"/>
                <w:color w:val="000000"/>
                <w:lang w:val="sv-SE"/>
              </w:rPr>
              <w:t xml:space="preserve">aria med (min </w:t>
            </w:r>
            <w:r w:rsidR="003D0946" w:rsidRPr="00C50431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C50431">
              <w:rPr>
                <w:rFonts w:ascii="Poppins" w:hAnsi="Poppins" w:cs="Poppins"/>
                <w:color w:val="000000"/>
                <w:lang w:val="sv-SE"/>
              </w:rPr>
              <w:t xml:space="preserve">max:) 155 (84 </w:t>
            </w:r>
            <w:r w:rsidR="003D0946" w:rsidRPr="00C50431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C50431">
              <w:rPr>
                <w:rFonts w:ascii="Poppins" w:hAnsi="Poppins" w:cs="Poppins"/>
                <w:color w:val="000000"/>
                <w:lang w:val="sv-SE"/>
              </w:rPr>
              <w:t>228) m3/h</w:t>
            </w:r>
          </w:p>
          <w:p w14:paraId="427E865E" w14:textId="77777777" w:rsidR="00914249" w:rsidRPr="00C50431" w:rsidRDefault="00BF210C" w:rsidP="00C50431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50431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0AF58FFB" w14:textId="77777777" w:rsidR="00914249" w:rsidRPr="00C50431" w:rsidRDefault="00BF210C" w:rsidP="00C50431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50431">
              <w:rPr>
                <w:rFonts w:ascii="Poppins" w:hAnsi="Poppins" w:cs="Poppins"/>
                <w:color w:val="000000"/>
              </w:rPr>
              <w:t>Potenza massima assorbita: 13 W</w:t>
            </w:r>
          </w:p>
          <w:p w14:paraId="09A13CC5" w14:textId="77777777" w:rsidR="00914249" w:rsidRPr="00C50431" w:rsidRDefault="00BF210C" w:rsidP="00C50431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50431">
              <w:rPr>
                <w:rFonts w:ascii="Poppins" w:hAnsi="Poppins" w:cs="Poppins"/>
                <w:color w:val="000000"/>
              </w:rPr>
              <w:t>Corrente assorbita: 0,10 A</w:t>
            </w:r>
          </w:p>
          <w:p w14:paraId="09A507F8" w14:textId="77777777" w:rsidR="00914249" w:rsidRPr="00C50431" w:rsidRDefault="00C2188A" w:rsidP="00C50431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50431">
              <w:rPr>
                <w:rFonts w:ascii="Poppins" w:hAnsi="Poppins" w:cs="Poppins"/>
              </w:rPr>
              <w:lastRenderedPageBreak/>
              <w:t>Livello di potenza sonora med (</w:t>
            </w:r>
            <w:r w:rsidR="007F0804" w:rsidRPr="00C50431">
              <w:rPr>
                <w:rFonts w:ascii="Poppins" w:hAnsi="Poppins" w:cs="Poppins"/>
              </w:rPr>
              <w:t xml:space="preserve">min </w:t>
            </w:r>
            <w:r w:rsidR="003D0946" w:rsidRPr="00C50431">
              <w:rPr>
                <w:rFonts w:ascii="Poppins" w:hAnsi="Poppins" w:cs="Poppins"/>
              </w:rPr>
              <w:t xml:space="preserve"> - </w:t>
            </w:r>
            <w:r w:rsidR="007F0804" w:rsidRPr="00C50431">
              <w:rPr>
                <w:rFonts w:ascii="Poppins" w:hAnsi="Poppins" w:cs="Poppins"/>
              </w:rPr>
              <w:t>max</w:t>
            </w:r>
            <w:r w:rsidRPr="00C50431">
              <w:rPr>
                <w:rFonts w:ascii="Poppins" w:hAnsi="Poppins" w:cs="Poppins"/>
              </w:rPr>
              <w:t xml:space="preserve">): </w:t>
            </w:r>
            <w:r w:rsidR="00914249" w:rsidRPr="00C50431">
              <w:rPr>
                <w:rFonts w:ascii="Poppins" w:hAnsi="Poppins" w:cs="Poppins"/>
                <w:color w:val="000000"/>
              </w:rPr>
              <w:t>38 (29</w:t>
            </w:r>
            <w:r w:rsidR="003D0946" w:rsidRPr="00C50431">
              <w:rPr>
                <w:rFonts w:ascii="Poppins" w:hAnsi="Poppins" w:cs="Poppins"/>
                <w:color w:val="000000"/>
              </w:rPr>
              <w:t xml:space="preserve"> - </w:t>
            </w:r>
            <w:r w:rsidR="00914249" w:rsidRPr="00C50431">
              <w:rPr>
                <w:rFonts w:ascii="Poppins" w:hAnsi="Poppins" w:cs="Poppins"/>
                <w:color w:val="000000"/>
              </w:rPr>
              <w:t>48)</w:t>
            </w:r>
            <w:r w:rsidR="00914249" w:rsidRPr="00C50431">
              <w:rPr>
                <w:rFonts w:ascii="Poppins" w:hAnsi="Poppins" w:cs="Poppins"/>
              </w:rPr>
              <w:t xml:space="preserve"> dB(A)</w:t>
            </w:r>
          </w:p>
          <w:p w14:paraId="1B2F63A0" w14:textId="7D336A49" w:rsidR="00914249" w:rsidRPr="00C50431" w:rsidRDefault="00C2188A" w:rsidP="00C50431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C50431">
              <w:rPr>
                <w:rFonts w:ascii="Poppins" w:hAnsi="Poppins" w:cs="Poppins"/>
              </w:rPr>
              <w:t>Livello di pressione sonora med (</w:t>
            </w:r>
            <w:r w:rsidR="007F0804" w:rsidRPr="00C50431">
              <w:rPr>
                <w:rFonts w:ascii="Poppins" w:hAnsi="Poppins" w:cs="Poppins"/>
              </w:rPr>
              <w:t xml:space="preserve">min </w:t>
            </w:r>
            <w:r w:rsidR="003D0946" w:rsidRPr="00C50431">
              <w:rPr>
                <w:rFonts w:ascii="Poppins" w:hAnsi="Poppins" w:cs="Poppins"/>
              </w:rPr>
              <w:t xml:space="preserve"> - </w:t>
            </w:r>
            <w:r w:rsidR="007F0804" w:rsidRPr="00C50431">
              <w:rPr>
                <w:rFonts w:ascii="Poppins" w:hAnsi="Poppins" w:cs="Poppins"/>
              </w:rPr>
              <w:t>max</w:t>
            </w:r>
            <w:r w:rsidRPr="00C50431">
              <w:rPr>
                <w:rFonts w:ascii="Poppins" w:hAnsi="Poppins" w:cs="Poppins"/>
              </w:rPr>
              <w:t xml:space="preserve">): </w:t>
            </w:r>
            <w:r w:rsidR="00914249" w:rsidRPr="00C50431">
              <w:rPr>
                <w:rFonts w:ascii="Poppins" w:hAnsi="Poppins" w:cs="Poppins"/>
              </w:rPr>
              <w:t>21 (12</w:t>
            </w:r>
            <w:r w:rsidR="003D0946" w:rsidRPr="00C50431">
              <w:rPr>
                <w:rFonts w:ascii="Poppins" w:hAnsi="Poppins" w:cs="Poppins"/>
              </w:rPr>
              <w:t xml:space="preserve"> - </w:t>
            </w:r>
            <w:r w:rsidR="00914249" w:rsidRPr="00C50431">
              <w:rPr>
                <w:rFonts w:ascii="Poppins" w:hAnsi="Poppins" w:cs="Poppins"/>
              </w:rPr>
              <w:t xml:space="preserve">31) dB(A) </w:t>
            </w:r>
            <w:r w:rsidR="003D0946" w:rsidRPr="00C50431">
              <w:rPr>
                <w:rFonts w:ascii="Poppins" w:hAnsi="Poppins" w:cs="Poppins"/>
              </w:rPr>
              <w:t xml:space="preserve"> - </w:t>
            </w:r>
            <w:r w:rsidR="00914249" w:rsidRPr="00C50431">
              <w:rPr>
                <w:rFonts w:ascii="Poppins" w:hAnsi="Poppins" w:cs="Poppins"/>
              </w:rPr>
              <w:t>valori riferiti a fattore di direzionalità pari a 2 in campo chiuso, costante d’ambiente 300 m2 e distanza pari a 5 m</w:t>
            </w:r>
          </w:p>
          <w:p w14:paraId="040DC340" w14:textId="77777777" w:rsidR="00914249" w:rsidRPr="00C50431" w:rsidRDefault="00C2188A" w:rsidP="00C50431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50431">
              <w:rPr>
                <w:rFonts w:ascii="Poppins" w:hAnsi="Poppins" w:cs="Poppins"/>
                <w:color w:val="000000"/>
              </w:rPr>
              <w:t xml:space="preserve">Dimensioni (LxHxP): </w:t>
            </w:r>
            <w:r w:rsidR="00914249" w:rsidRPr="00C50431">
              <w:rPr>
                <w:rFonts w:ascii="Poppins" w:hAnsi="Poppins" w:cs="Poppins"/>
                <w:color w:val="000000"/>
              </w:rPr>
              <w:t>902x335x128 mm</w:t>
            </w:r>
          </w:p>
          <w:p w14:paraId="1F0824BA" w14:textId="77777777" w:rsidR="00914249" w:rsidRPr="00C50431" w:rsidRDefault="00C2188A" w:rsidP="00C50431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50431">
              <w:rPr>
                <w:rFonts w:ascii="Poppins" w:hAnsi="Poppins" w:cs="Poppins"/>
                <w:color w:val="000000"/>
              </w:rPr>
              <w:t>Peso:</w:t>
            </w:r>
            <w:r w:rsidR="00914249" w:rsidRPr="00C50431">
              <w:rPr>
                <w:rFonts w:ascii="Poppins" w:hAnsi="Poppins" w:cs="Poppins"/>
                <w:color w:val="000000"/>
              </w:rPr>
              <w:t xml:space="preserve"> 14 kg</w:t>
            </w:r>
          </w:p>
          <w:p w14:paraId="1675A912" w14:textId="1E2830B6" w:rsidR="00914249" w:rsidRPr="00C50431" w:rsidRDefault="00914249" w:rsidP="00C50431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50431">
              <w:rPr>
                <w:rFonts w:ascii="Poppins" w:hAnsi="Poppins" w:cs="Poppins"/>
                <w:color w:val="000000"/>
              </w:rPr>
              <w:t xml:space="preserve">Temperatura acqua </w:t>
            </w:r>
            <w:proofErr w:type="gramStart"/>
            <w:r w:rsidR="007F0804" w:rsidRPr="00C50431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C50431">
              <w:rPr>
                <w:rFonts w:ascii="Poppins" w:hAnsi="Poppins" w:cs="Poppins"/>
                <w:color w:val="000000"/>
              </w:rPr>
              <w:t xml:space="preserve"> -</w:t>
            </w:r>
            <w:proofErr w:type="gramEnd"/>
            <w:r w:rsidR="003D0946" w:rsidRPr="00C50431">
              <w:rPr>
                <w:rFonts w:ascii="Poppins" w:hAnsi="Poppins" w:cs="Poppins"/>
                <w:color w:val="000000"/>
              </w:rPr>
              <w:t xml:space="preserve"> </w:t>
            </w:r>
            <w:r w:rsidR="007F0804" w:rsidRPr="00C50431">
              <w:rPr>
                <w:rFonts w:ascii="Poppins" w:hAnsi="Poppins" w:cs="Poppins"/>
                <w:color w:val="000000"/>
              </w:rPr>
              <w:t>max</w:t>
            </w:r>
            <w:r w:rsidRPr="00C50431">
              <w:rPr>
                <w:rFonts w:ascii="Poppins" w:hAnsi="Poppins" w:cs="Poppins"/>
                <w:color w:val="000000"/>
              </w:rPr>
              <w:t xml:space="preserve">: </w:t>
            </w:r>
            <w:r w:rsidR="00B051EA">
              <w:rPr>
                <w:rFonts w:ascii="Poppins" w:hAnsi="Poppins" w:cs="Poppins"/>
                <w:color w:val="000000"/>
              </w:rPr>
              <w:t>da 4 a 85 °C</w:t>
            </w:r>
          </w:p>
          <w:p w14:paraId="3AE3E58A" w14:textId="4C5B51B6" w:rsidR="00914249" w:rsidRPr="00C50431" w:rsidRDefault="00914249" w:rsidP="00C50431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C50431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7F0804" w:rsidRPr="00C50431">
              <w:rPr>
                <w:rFonts w:ascii="Poppins" w:hAnsi="Poppins" w:cs="Poppins"/>
                <w:color w:val="000000"/>
              </w:rPr>
              <w:t>3/4”</w:t>
            </w:r>
            <w:r w:rsidRPr="00C50431">
              <w:rPr>
                <w:rFonts w:ascii="Poppins" w:hAnsi="Poppins" w:cs="Poppins"/>
                <w:color w:val="000000"/>
              </w:rPr>
              <w:t xml:space="preserve"> Eurocono, a destra</w:t>
            </w:r>
          </w:p>
          <w:p w14:paraId="53E9BC58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48EB544F" w14:textId="3682897E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914249">
              <w:rPr>
                <w:rFonts w:ascii="Poppins" w:hAnsi="Poppins" w:cs="Poppins"/>
                <w:b/>
              </w:rPr>
              <w:t xml:space="preserve">Marca </w:t>
            </w:r>
            <w:r w:rsidR="00542CF8">
              <w:rPr>
                <w:rFonts w:ascii="Poppins" w:hAnsi="Poppins" w:cs="Poppins"/>
                <w:b/>
              </w:rPr>
              <w:t>Emmeti</w:t>
            </w:r>
            <w:r w:rsidRPr="00914249">
              <w:rPr>
                <w:rFonts w:ascii="Poppins" w:hAnsi="Poppins" w:cs="Poppins"/>
                <w:b/>
              </w:rPr>
              <w:t xml:space="preserve"> – Modello </w:t>
            </w:r>
            <w:r w:rsidR="00A97AB3">
              <w:rPr>
                <w:rFonts w:ascii="Poppins" w:hAnsi="Poppins" w:cs="Poppins"/>
                <w:b/>
              </w:rPr>
              <w:t>Ventilconvettore</w:t>
            </w:r>
            <w:r w:rsidRPr="00914249">
              <w:rPr>
                <w:rFonts w:ascii="Poppins" w:hAnsi="Poppins" w:cs="Poppins"/>
                <w:b/>
              </w:rPr>
              <w:t xml:space="preserve"> SILENCE THIN ETWW 240 DZ o equivalente</w:t>
            </w:r>
            <w:r w:rsidR="00C50431">
              <w:rPr>
                <w:rFonts w:ascii="Poppins" w:hAnsi="Poppins" w:cs="Poppins"/>
                <w:b/>
              </w:rPr>
              <w:t>.</w:t>
            </w:r>
          </w:p>
        </w:tc>
      </w:tr>
      <w:tr w:rsidR="00914249" w:rsidRPr="00D5395B" w14:paraId="2F6F7443" w14:textId="77777777" w:rsidTr="008574C8">
        <w:tc>
          <w:tcPr>
            <w:tcW w:w="1208" w:type="dxa"/>
          </w:tcPr>
          <w:p w14:paraId="47E57996" w14:textId="77777777" w:rsidR="00914249" w:rsidRPr="00914249" w:rsidRDefault="00914249" w:rsidP="0091424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lastRenderedPageBreak/>
              <w:t>07523034</w:t>
            </w:r>
          </w:p>
        </w:tc>
        <w:tc>
          <w:tcPr>
            <w:tcW w:w="1867" w:type="dxa"/>
          </w:tcPr>
          <w:p w14:paraId="49765C96" w14:textId="77777777" w:rsidR="00F26DBC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Ventilconvettore</w:t>
            </w:r>
          </w:p>
          <w:p w14:paraId="5CCAD250" w14:textId="77777777" w:rsidR="00914249" w:rsidRPr="00914249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 xml:space="preserve">SILENCE THIN </w:t>
            </w:r>
            <w:r w:rsidR="00914249" w:rsidRPr="00914249">
              <w:rPr>
                <w:rFonts w:ascii="Poppins" w:hAnsi="Poppins" w:cs="Poppins"/>
                <w:sz w:val="20"/>
              </w:rPr>
              <w:t>ETWW 260 DZ</w:t>
            </w:r>
          </w:p>
        </w:tc>
        <w:tc>
          <w:tcPr>
            <w:tcW w:w="6525" w:type="dxa"/>
          </w:tcPr>
          <w:p w14:paraId="6BF32F83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Ventilconvettore a parete, di tipo compatto, versione “Scheda THINW-TBK (TERMINAL BLOCK)”, con tecnologia DC-Inverter.</w:t>
            </w:r>
          </w:p>
          <w:p w14:paraId="6B72965E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Predisposto per il collegamento con termostato/i ambiente (fornito/i separatamente) TAE-15 (analogico) e TAD-15 (digitale) per controllo temperatura ambiente, settaggio velocità ventilatore, modalità di funzionamento.</w:t>
            </w:r>
          </w:p>
          <w:p w14:paraId="25FF9600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592A4F98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L’unità presenta il deflettore orizzontale con orientamento automatico del flusso dell’aria, filtro aria, raccordo scarico condensa, dima per fissaggio a muro.</w:t>
            </w:r>
          </w:p>
          <w:p w14:paraId="473C7301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514BFB5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914249">
              <w:rPr>
                <w:rFonts w:ascii="Poppins" w:hAnsi="Poppins" w:cs="Poppins"/>
                <w:b/>
              </w:rPr>
              <w:t>Dati tecnici:</w:t>
            </w:r>
          </w:p>
          <w:p w14:paraId="380B747F" w14:textId="77777777" w:rsidR="00914249" w:rsidRPr="00272D6B" w:rsidRDefault="00914249" w:rsidP="00272D6B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72D6B">
              <w:rPr>
                <w:rFonts w:ascii="Poppins" w:hAnsi="Poppins" w:cs="Poppins"/>
                <w:color w:val="000000"/>
              </w:rPr>
              <w:t>Potenza frigorifera med (</w:t>
            </w:r>
            <w:r w:rsidR="007F0804" w:rsidRPr="00272D6B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272D6B">
              <w:rPr>
                <w:rFonts w:ascii="Poppins" w:hAnsi="Poppins" w:cs="Poppins"/>
                <w:color w:val="000000"/>
              </w:rPr>
              <w:t xml:space="preserve"> - </w:t>
            </w:r>
            <w:r w:rsidR="007F0804" w:rsidRPr="00272D6B">
              <w:rPr>
                <w:rFonts w:ascii="Poppins" w:hAnsi="Poppins" w:cs="Poppins"/>
                <w:color w:val="000000"/>
              </w:rPr>
              <w:t>max</w:t>
            </w:r>
            <w:r w:rsidRPr="00272D6B">
              <w:rPr>
                <w:rFonts w:ascii="Poppins" w:hAnsi="Poppins" w:cs="Poppins"/>
                <w:color w:val="000000"/>
              </w:rPr>
              <w:t>): 1,03 (0,58</w:t>
            </w:r>
            <w:r w:rsidR="003D0946" w:rsidRPr="00272D6B">
              <w:rPr>
                <w:rFonts w:ascii="Poppins" w:hAnsi="Poppins" w:cs="Poppins"/>
                <w:color w:val="000000"/>
              </w:rPr>
              <w:t xml:space="preserve"> - </w:t>
            </w:r>
            <w:r w:rsidRPr="00272D6B">
              <w:rPr>
                <w:rFonts w:ascii="Poppins" w:hAnsi="Poppins" w:cs="Poppins"/>
                <w:color w:val="000000"/>
              </w:rPr>
              <w:t>1,65) kW</w:t>
            </w:r>
          </w:p>
          <w:p w14:paraId="2A80FBCA" w14:textId="77777777" w:rsidR="00914249" w:rsidRPr="00272D6B" w:rsidRDefault="007F0804" w:rsidP="00272D6B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272D6B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272D6B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272D6B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272D6B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272D6B">
              <w:rPr>
                <w:rFonts w:ascii="Poppins" w:hAnsi="Poppins" w:cs="Poppins"/>
                <w:color w:val="000000"/>
                <w:lang w:val="sv-SE"/>
              </w:rPr>
              <w:t xml:space="preserve">max): 177 (99 </w:t>
            </w:r>
            <w:r w:rsidR="003D0946" w:rsidRPr="00272D6B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272D6B">
              <w:rPr>
                <w:rFonts w:ascii="Poppins" w:hAnsi="Poppins" w:cs="Poppins"/>
                <w:color w:val="000000"/>
                <w:lang w:val="sv-SE"/>
              </w:rPr>
              <w:t>283) l/h</w:t>
            </w:r>
          </w:p>
          <w:p w14:paraId="38A98F09" w14:textId="1FCBF192" w:rsidR="00914249" w:rsidRPr="00272D6B" w:rsidRDefault="007F0804" w:rsidP="00AD4E40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72D6B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272D6B">
              <w:rPr>
                <w:rFonts w:ascii="Poppins" w:hAnsi="Poppins" w:cs="Poppins"/>
                <w:color w:val="000000"/>
              </w:rPr>
              <w:t xml:space="preserve"> - </w:t>
            </w:r>
            <w:r w:rsidRPr="00272D6B">
              <w:rPr>
                <w:rFonts w:ascii="Poppins" w:hAnsi="Poppins" w:cs="Poppins"/>
                <w:color w:val="000000"/>
              </w:rPr>
              <w:t xml:space="preserve">max): 4,8 (3,9 </w:t>
            </w:r>
            <w:r w:rsidR="003D0946" w:rsidRPr="00272D6B">
              <w:rPr>
                <w:rFonts w:ascii="Poppins" w:hAnsi="Poppins" w:cs="Poppins"/>
                <w:color w:val="000000"/>
              </w:rPr>
              <w:t xml:space="preserve"> - </w:t>
            </w:r>
            <w:r w:rsidRPr="00272D6B">
              <w:rPr>
                <w:rFonts w:ascii="Poppins" w:hAnsi="Poppins" w:cs="Poppins"/>
                <w:color w:val="000000"/>
              </w:rPr>
              <w:t>5,7) kPa</w:t>
            </w:r>
            <w:r w:rsidR="00272D6B">
              <w:rPr>
                <w:rFonts w:ascii="Poppins" w:hAnsi="Poppins" w:cs="Poppins"/>
                <w:color w:val="000000"/>
              </w:rPr>
              <w:t xml:space="preserve"> </w:t>
            </w:r>
            <w:r w:rsidR="00BF210C" w:rsidRPr="00272D6B">
              <w:rPr>
                <w:rFonts w:ascii="Poppins" w:hAnsi="Poppins" w:cs="Poppins"/>
              </w:rPr>
              <w:t>(temperatura acqua 7°C Dt 5°C; temperatura aria 27 °C b.s./19 °C b.u.)</w:t>
            </w:r>
          </w:p>
          <w:p w14:paraId="5BE10DE8" w14:textId="77777777" w:rsidR="00914249" w:rsidRPr="00272D6B" w:rsidRDefault="007F0804" w:rsidP="00272D6B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72D6B">
              <w:rPr>
                <w:rFonts w:ascii="Poppins" w:hAnsi="Poppins" w:cs="Poppins"/>
                <w:color w:val="000000"/>
              </w:rPr>
              <w:t xml:space="preserve">Potenza termica med (min </w:t>
            </w:r>
            <w:r w:rsidR="003D0946" w:rsidRPr="00272D6B">
              <w:rPr>
                <w:rFonts w:ascii="Poppins" w:hAnsi="Poppins" w:cs="Poppins"/>
                <w:color w:val="000000"/>
              </w:rPr>
              <w:t xml:space="preserve"> - </w:t>
            </w:r>
            <w:r w:rsidRPr="00272D6B">
              <w:rPr>
                <w:rFonts w:ascii="Poppins" w:hAnsi="Poppins" w:cs="Poppins"/>
                <w:color w:val="000000"/>
              </w:rPr>
              <w:t>max): 1,26 (0,66</w:t>
            </w:r>
            <w:r w:rsidR="003D0946" w:rsidRPr="00272D6B">
              <w:rPr>
                <w:rFonts w:ascii="Poppins" w:hAnsi="Poppins" w:cs="Poppins"/>
                <w:color w:val="000000"/>
              </w:rPr>
              <w:t xml:space="preserve"> - </w:t>
            </w:r>
            <w:r w:rsidRPr="00272D6B">
              <w:rPr>
                <w:rFonts w:ascii="Poppins" w:hAnsi="Poppins" w:cs="Poppins"/>
                <w:color w:val="000000"/>
              </w:rPr>
              <w:t>1,80) kW</w:t>
            </w:r>
          </w:p>
          <w:p w14:paraId="63DF5B9D" w14:textId="77777777" w:rsidR="00914249" w:rsidRPr="00272D6B" w:rsidRDefault="007F0804" w:rsidP="00272D6B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272D6B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272D6B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272D6B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272D6B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272D6B">
              <w:rPr>
                <w:rFonts w:ascii="Poppins" w:hAnsi="Poppins" w:cs="Poppins"/>
                <w:color w:val="000000"/>
                <w:lang w:val="sv-SE"/>
              </w:rPr>
              <w:t xml:space="preserve">max): 217 (113 </w:t>
            </w:r>
            <w:r w:rsidR="003D0946" w:rsidRPr="00272D6B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272D6B">
              <w:rPr>
                <w:rFonts w:ascii="Poppins" w:hAnsi="Poppins" w:cs="Poppins"/>
                <w:color w:val="000000"/>
                <w:lang w:val="sv-SE"/>
              </w:rPr>
              <w:t>310) l/h</w:t>
            </w:r>
          </w:p>
          <w:p w14:paraId="1723A8A8" w14:textId="1D1628E4" w:rsidR="00914249" w:rsidRPr="00272D6B" w:rsidRDefault="007F0804" w:rsidP="00272D6B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72D6B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272D6B">
              <w:rPr>
                <w:rFonts w:ascii="Poppins" w:hAnsi="Poppins" w:cs="Poppins"/>
                <w:color w:val="000000"/>
              </w:rPr>
              <w:t xml:space="preserve"> - </w:t>
            </w:r>
            <w:r w:rsidRPr="00272D6B">
              <w:rPr>
                <w:rFonts w:ascii="Poppins" w:hAnsi="Poppins" w:cs="Poppins"/>
                <w:color w:val="000000"/>
              </w:rPr>
              <w:t xml:space="preserve">max): 3,5 (2,8 </w:t>
            </w:r>
            <w:r w:rsidR="003D0946" w:rsidRPr="00272D6B">
              <w:rPr>
                <w:rFonts w:ascii="Poppins" w:hAnsi="Poppins" w:cs="Poppins"/>
                <w:color w:val="000000"/>
              </w:rPr>
              <w:t xml:space="preserve"> - </w:t>
            </w:r>
            <w:r w:rsidRPr="00272D6B">
              <w:rPr>
                <w:rFonts w:ascii="Poppins" w:hAnsi="Poppins" w:cs="Poppins"/>
                <w:color w:val="000000"/>
              </w:rPr>
              <w:t>4,0) kPa</w:t>
            </w:r>
            <w:r w:rsidR="00272D6B">
              <w:rPr>
                <w:rFonts w:ascii="Poppins" w:hAnsi="Poppins" w:cs="Poppins"/>
                <w:color w:val="000000"/>
              </w:rPr>
              <w:t xml:space="preserve"> </w:t>
            </w:r>
            <w:r w:rsidR="00BF210C" w:rsidRPr="00272D6B">
              <w:rPr>
                <w:rFonts w:ascii="Poppins" w:hAnsi="Poppins" w:cs="Poppins"/>
              </w:rPr>
              <w:t>(temperatura acqua 45°C Dt 5°C; temperatura aria 20 °C)</w:t>
            </w:r>
          </w:p>
          <w:p w14:paraId="4E09F35F" w14:textId="77777777" w:rsidR="00914249" w:rsidRPr="00272D6B" w:rsidRDefault="007F0804" w:rsidP="00272D6B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272D6B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272D6B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272D6B">
              <w:rPr>
                <w:rFonts w:ascii="Poppins" w:hAnsi="Poppins" w:cs="Poppins"/>
                <w:color w:val="000000"/>
                <w:lang w:val="sv-SE"/>
              </w:rPr>
              <w:t xml:space="preserve">aria med (min </w:t>
            </w:r>
            <w:r w:rsidR="003D0946" w:rsidRPr="00272D6B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272D6B">
              <w:rPr>
                <w:rFonts w:ascii="Poppins" w:hAnsi="Poppins" w:cs="Poppins"/>
                <w:color w:val="000000"/>
                <w:lang w:val="sv-SE"/>
              </w:rPr>
              <w:t xml:space="preserve">max): </w:t>
            </w:r>
            <w:r w:rsidR="00914249" w:rsidRPr="00272D6B">
              <w:rPr>
                <w:rFonts w:ascii="Poppins" w:hAnsi="Poppins" w:cs="Poppins"/>
                <w:color w:val="000000"/>
                <w:lang w:val="sv-SE"/>
              </w:rPr>
              <w:t>229 (124</w:t>
            </w:r>
            <w:r w:rsidR="003D0946" w:rsidRPr="00272D6B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="00914249" w:rsidRPr="00272D6B">
              <w:rPr>
                <w:rFonts w:ascii="Poppins" w:hAnsi="Poppins" w:cs="Poppins"/>
                <w:color w:val="000000"/>
                <w:lang w:val="sv-SE"/>
              </w:rPr>
              <w:t>331) m3/h</w:t>
            </w:r>
          </w:p>
          <w:p w14:paraId="6ECA6225" w14:textId="77777777" w:rsidR="00914249" w:rsidRPr="00272D6B" w:rsidRDefault="00BF210C" w:rsidP="00272D6B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72D6B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65240F17" w14:textId="77777777" w:rsidR="00914249" w:rsidRPr="00272D6B" w:rsidRDefault="007F0804" w:rsidP="00272D6B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72D6B">
              <w:rPr>
                <w:rFonts w:ascii="Poppins" w:hAnsi="Poppins" w:cs="Poppins"/>
                <w:color w:val="000000"/>
              </w:rPr>
              <w:t xml:space="preserve">Potenza massima assorbita: </w:t>
            </w:r>
            <w:r w:rsidR="00914249" w:rsidRPr="00272D6B">
              <w:rPr>
                <w:rFonts w:ascii="Poppins" w:hAnsi="Poppins" w:cs="Poppins"/>
                <w:color w:val="000000"/>
              </w:rPr>
              <w:t>15 W</w:t>
            </w:r>
          </w:p>
          <w:p w14:paraId="3363C3B1" w14:textId="77777777" w:rsidR="00914249" w:rsidRPr="00272D6B" w:rsidRDefault="007F0804" w:rsidP="00272D6B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72D6B">
              <w:rPr>
                <w:rFonts w:ascii="Poppins" w:hAnsi="Poppins" w:cs="Poppins"/>
                <w:color w:val="000000"/>
              </w:rPr>
              <w:t xml:space="preserve">Corrente assorbita: </w:t>
            </w:r>
            <w:r w:rsidR="00914249" w:rsidRPr="00272D6B">
              <w:rPr>
                <w:rFonts w:ascii="Poppins" w:hAnsi="Poppins" w:cs="Poppins"/>
                <w:color w:val="000000"/>
              </w:rPr>
              <w:t>0,12 A</w:t>
            </w:r>
          </w:p>
          <w:p w14:paraId="15572B14" w14:textId="77777777" w:rsidR="00914249" w:rsidRPr="00272D6B" w:rsidRDefault="00C2188A" w:rsidP="00272D6B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72D6B">
              <w:rPr>
                <w:rFonts w:ascii="Poppins" w:hAnsi="Poppins" w:cs="Poppins"/>
              </w:rPr>
              <w:lastRenderedPageBreak/>
              <w:t>Livello di potenza sonora med (</w:t>
            </w:r>
            <w:r w:rsidR="007F0804" w:rsidRPr="00272D6B">
              <w:rPr>
                <w:rFonts w:ascii="Poppins" w:hAnsi="Poppins" w:cs="Poppins"/>
              </w:rPr>
              <w:t xml:space="preserve">min </w:t>
            </w:r>
            <w:r w:rsidR="003D0946" w:rsidRPr="00272D6B">
              <w:rPr>
                <w:rFonts w:ascii="Poppins" w:hAnsi="Poppins" w:cs="Poppins"/>
              </w:rPr>
              <w:t xml:space="preserve"> - </w:t>
            </w:r>
            <w:r w:rsidR="007F0804" w:rsidRPr="00272D6B">
              <w:rPr>
                <w:rFonts w:ascii="Poppins" w:hAnsi="Poppins" w:cs="Poppins"/>
              </w:rPr>
              <w:t>max</w:t>
            </w:r>
            <w:r w:rsidRPr="00272D6B">
              <w:rPr>
                <w:rFonts w:ascii="Poppins" w:hAnsi="Poppins" w:cs="Poppins"/>
              </w:rPr>
              <w:t xml:space="preserve">): </w:t>
            </w:r>
            <w:r w:rsidR="00914249" w:rsidRPr="00272D6B">
              <w:rPr>
                <w:rFonts w:ascii="Poppins" w:hAnsi="Poppins" w:cs="Poppins"/>
                <w:color w:val="000000"/>
              </w:rPr>
              <w:t>39 (29</w:t>
            </w:r>
            <w:r w:rsidR="003D0946" w:rsidRPr="00272D6B">
              <w:rPr>
                <w:rFonts w:ascii="Poppins" w:hAnsi="Poppins" w:cs="Poppins"/>
                <w:color w:val="000000"/>
              </w:rPr>
              <w:t xml:space="preserve"> - </w:t>
            </w:r>
            <w:r w:rsidR="00914249" w:rsidRPr="00272D6B">
              <w:rPr>
                <w:rFonts w:ascii="Poppins" w:hAnsi="Poppins" w:cs="Poppins"/>
                <w:color w:val="000000"/>
              </w:rPr>
              <w:t>49)</w:t>
            </w:r>
            <w:r w:rsidR="00914249" w:rsidRPr="00272D6B">
              <w:rPr>
                <w:rFonts w:ascii="Poppins" w:hAnsi="Poppins" w:cs="Poppins"/>
              </w:rPr>
              <w:t xml:space="preserve"> dB(A)</w:t>
            </w:r>
          </w:p>
          <w:p w14:paraId="4C1C6692" w14:textId="17B04522" w:rsidR="00914249" w:rsidRPr="00272D6B" w:rsidRDefault="00C2188A" w:rsidP="00272D6B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272D6B">
              <w:rPr>
                <w:rFonts w:ascii="Poppins" w:hAnsi="Poppins" w:cs="Poppins"/>
              </w:rPr>
              <w:t>Livello di pressione sonora med (</w:t>
            </w:r>
            <w:r w:rsidR="007F0804" w:rsidRPr="00272D6B">
              <w:rPr>
                <w:rFonts w:ascii="Poppins" w:hAnsi="Poppins" w:cs="Poppins"/>
              </w:rPr>
              <w:t xml:space="preserve">min </w:t>
            </w:r>
            <w:r w:rsidR="003D0946" w:rsidRPr="00272D6B">
              <w:rPr>
                <w:rFonts w:ascii="Poppins" w:hAnsi="Poppins" w:cs="Poppins"/>
              </w:rPr>
              <w:t xml:space="preserve"> - </w:t>
            </w:r>
            <w:r w:rsidR="007F0804" w:rsidRPr="00272D6B">
              <w:rPr>
                <w:rFonts w:ascii="Poppins" w:hAnsi="Poppins" w:cs="Poppins"/>
              </w:rPr>
              <w:t>max</w:t>
            </w:r>
            <w:r w:rsidRPr="00272D6B">
              <w:rPr>
                <w:rFonts w:ascii="Poppins" w:hAnsi="Poppins" w:cs="Poppins"/>
              </w:rPr>
              <w:t xml:space="preserve">): </w:t>
            </w:r>
            <w:r w:rsidR="00914249" w:rsidRPr="00272D6B">
              <w:rPr>
                <w:rFonts w:ascii="Poppins" w:hAnsi="Poppins" w:cs="Poppins"/>
              </w:rPr>
              <w:t>22 (12</w:t>
            </w:r>
            <w:r w:rsidR="003D0946" w:rsidRPr="00272D6B">
              <w:rPr>
                <w:rFonts w:ascii="Poppins" w:hAnsi="Poppins" w:cs="Poppins"/>
              </w:rPr>
              <w:t xml:space="preserve"> - </w:t>
            </w:r>
            <w:r w:rsidR="00914249" w:rsidRPr="00272D6B">
              <w:rPr>
                <w:rFonts w:ascii="Poppins" w:hAnsi="Poppins" w:cs="Poppins"/>
              </w:rPr>
              <w:t xml:space="preserve">32) dB(A) </w:t>
            </w:r>
            <w:r w:rsidR="003D0946" w:rsidRPr="00272D6B">
              <w:rPr>
                <w:rFonts w:ascii="Poppins" w:hAnsi="Poppins" w:cs="Poppins"/>
              </w:rPr>
              <w:t xml:space="preserve"> - </w:t>
            </w:r>
            <w:r w:rsidR="00914249" w:rsidRPr="00272D6B">
              <w:rPr>
                <w:rFonts w:ascii="Poppins" w:hAnsi="Poppins" w:cs="Poppins"/>
              </w:rPr>
              <w:t>valori riferiti a fattore di direzionalità pari a 2 in campo chiuso, costante d’ambiente 300 m2 e distanza pari a 5 m</w:t>
            </w:r>
          </w:p>
          <w:p w14:paraId="7897D3BD" w14:textId="77777777" w:rsidR="00914249" w:rsidRPr="00272D6B" w:rsidRDefault="00C2188A" w:rsidP="00272D6B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72D6B">
              <w:rPr>
                <w:rFonts w:ascii="Poppins" w:hAnsi="Poppins" w:cs="Poppins"/>
                <w:color w:val="000000"/>
              </w:rPr>
              <w:t xml:space="preserve">Dimensioni (LxHxP): </w:t>
            </w:r>
            <w:r w:rsidR="00914249" w:rsidRPr="00272D6B">
              <w:rPr>
                <w:rFonts w:ascii="Poppins" w:hAnsi="Poppins" w:cs="Poppins"/>
                <w:color w:val="000000"/>
              </w:rPr>
              <w:t>1102x335x128 mm</w:t>
            </w:r>
          </w:p>
          <w:p w14:paraId="73A2FEA8" w14:textId="77777777" w:rsidR="00914249" w:rsidRPr="00272D6B" w:rsidRDefault="00C2188A" w:rsidP="00272D6B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72D6B">
              <w:rPr>
                <w:rFonts w:ascii="Poppins" w:hAnsi="Poppins" w:cs="Poppins"/>
                <w:color w:val="000000"/>
              </w:rPr>
              <w:t>Peso:</w:t>
            </w:r>
            <w:r w:rsidR="00914249" w:rsidRPr="00272D6B">
              <w:rPr>
                <w:rFonts w:ascii="Poppins" w:hAnsi="Poppins" w:cs="Poppins"/>
                <w:color w:val="000000"/>
              </w:rPr>
              <w:t xml:space="preserve"> 16 kg</w:t>
            </w:r>
          </w:p>
          <w:p w14:paraId="4F105CC1" w14:textId="36A52617" w:rsidR="00914249" w:rsidRPr="00272D6B" w:rsidRDefault="00914249" w:rsidP="00272D6B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72D6B">
              <w:rPr>
                <w:rFonts w:ascii="Poppins" w:hAnsi="Poppins" w:cs="Poppins"/>
                <w:color w:val="000000"/>
              </w:rPr>
              <w:t xml:space="preserve">Temperatura acqua </w:t>
            </w:r>
            <w:proofErr w:type="gramStart"/>
            <w:r w:rsidR="007F0804" w:rsidRPr="00272D6B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272D6B">
              <w:rPr>
                <w:rFonts w:ascii="Poppins" w:hAnsi="Poppins" w:cs="Poppins"/>
                <w:color w:val="000000"/>
              </w:rPr>
              <w:t xml:space="preserve"> -</w:t>
            </w:r>
            <w:proofErr w:type="gramEnd"/>
            <w:r w:rsidR="003D0946" w:rsidRPr="00272D6B">
              <w:rPr>
                <w:rFonts w:ascii="Poppins" w:hAnsi="Poppins" w:cs="Poppins"/>
                <w:color w:val="000000"/>
              </w:rPr>
              <w:t xml:space="preserve"> </w:t>
            </w:r>
            <w:r w:rsidR="007F0804" w:rsidRPr="00272D6B">
              <w:rPr>
                <w:rFonts w:ascii="Poppins" w:hAnsi="Poppins" w:cs="Poppins"/>
                <w:color w:val="000000"/>
              </w:rPr>
              <w:t>max</w:t>
            </w:r>
            <w:r w:rsidRPr="00272D6B">
              <w:rPr>
                <w:rFonts w:ascii="Poppins" w:hAnsi="Poppins" w:cs="Poppins"/>
                <w:color w:val="000000"/>
              </w:rPr>
              <w:t xml:space="preserve">: </w:t>
            </w:r>
            <w:r w:rsidR="00B051EA">
              <w:rPr>
                <w:rFonts w:ascii="Poppins" w:hAnsi="Poppins" w:cs="Poppins"/>
                <w:color w:val="000000"/>
              </w:rPr>
              <w:t>da 4 a 85 °C</w:t>
            </w:r>
          </w:p>
          <w:p w14:paraId="41C33D57" w14:textId="4B3B3B4D" w:rsidR="00914249" w:rsidRPr="00272D6B" w:rsidRDefault="00914249" w:rsidP="00272D6B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272D6B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7F0804" w:rsidRPr="00272D6B">
              <w:rPr>
                <w:rFonts w:ascii="Poppins" w:hAnsi="Poppins" w:cs="Poppins"/>
                <w:color w:val="000000"/>
              </w:rPr>
              <w:t>3/4”</w:t>
            </w:r>
            <w:r w:rsidRPr="00272D6B">
              <w:rPr>
                <w:rFonts w:ascii="Poppins" w:hAnsi="Poppins" w:cs="Poppins"/>
                <w:color w:val="000000"/>
              </w:rPr>
              <w:t xml:space="preserve"> Eurocono, a destra</w:t>
            </w:r>
          </w:p>
          <w:p w14:paraId="7A151BA7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16D2C8D6" w14:textId="0E5020F1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914249">
              <w:rPr>
                <w:rFonts w:ascii="Poppins" w:hAnsi="Poppins" w:cs="Poppins"/>
                <w:b/>
              </w:rPr>
              <w:t xml:space="preserve">Marca </w:t>
            </w:r>
            <w:r w:rsidR="00542CF8">
              <w:rPr>
                <w:rFonts w:ascii="Poppins" w:hAnsi="Poppins" w:cs="Poppins"/>
                <w:b/>
              </w:rPr>
              <w:t>Emmeti</w:t>
            </w:r>
            <w:r w:rsidRPr="00914249">
              <w:rPr>
                <w:rFonts w:ascii="Poppins" w:hAnsi="Poppins" w:cs="Poppins"/>
                <w:b/>
              </w:rPr>
              <w:t xml:space="preserve"> – Modello </w:t>
            </w:r>
            <w:r w:rsidR="00A97AB3">
              <w:rPr>
                <w:rFonts w:ascii="Poppins" w:hAnsi="Poppins" w:cs="Poppins"/>
                <w:b/>
              </w:rPr>
              <w:t>Ventilconvettore</w:t>
            </w:r>
            <w:r w:rsidRPr="00914249">
              <w:rPr>
                <w:rFonts w:ascii="Poppins" w:hAnsi="Poppins" w:cs="Poppins"/>
                <w:b/>
              </w:rPr>
              <w:t xml:space="preserve"> SILENCE THIN ETWW 260 DZ o equivalente</w:t>
            </w:r>
            <w:r w:rsidR="00272D6B">
              <w:rPr>
                <w:rFonts w:ascii="Poppins" w:hAnsi="Poppins" w:cs="Poppins"/>
                <w:b/>
              </w:rPr>
              <w:t>.</w:t>
            </w:r>
          </w:p>
        </w:tc>
      </w:tr>
      <w:tr w:rsidR="00914249" w:rsidRPr="00D5395B" w14:paraId="09FC165F" w14:textId="77777777" w:rsidTr="008574C8">
        <w:tc>
          <w:tcPr>
            <w:tcW w:w="1208" w:type="dxa"/>
          </w:tcPr>
          <w:p w14:paraId="61CC02DB" w14:textId="77777777" w:rsidR="00914249" w:rsidRPr="00914249" w:rsidRDefault="00914249" w:rsidP="0091424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lastRenderedPageBreak/>
              <w:t>07523044</w:t>
            </w:r>
          </w:p>
        </w:tc>
        <w:tc>
          <w:tcPr>
            <w:tcW w:w="1867" w:type="dxa"/>
          </w:tcPr>
          <w:p w14:paraId="6A968790" w14:textId="77777777" w:rsidR="00F26DBC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Ventilconvettore</w:t>
            </w:r>
          </w:p>
          <w:p w14:paraId="2BDB90C1" w14:textId="77777777" w:rsidR="00914249" w:rsidRPr="00914249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 xml:space="preserve">SILENCE THIN </w:t>
            </w:r>
            <w:r w:rsidR="00914249" w:rsidRPr="00914249">
              <w:rPr>
                <w:rFonts w:ascii="Poppins" w:hAnsi="Poppins" w:cs="Poppins"/>
                <w:sz w:val="20"/>
              </w:rPr>
              <w:t>ETWW 280 DZ</w:t>
            </w:r>
          </w:p>
        </w:tc>
        <w:tc>
          <w:tcPr>
            <w:tcW w:w="6525" w:type="dxa"/>
          </w:tcPr>
          <w:p w14:paraId="214D161B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Ventilconvettore a parete, di tipo compatto, versione “Scheda THINW-TBK (TERMINAL BLOCK)”, con tecnologia DC-Inverter.</w:t>
            </w:r>
          </w:p>
          <w:p w14:paraId="2555C30E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Predisposto per il collegamento con termostato/i ambiente (fornito/i separatamente) TAE-15 (analogico) e TAD-15 (digitale) per controllo temperatura ambiente, settaggio velocità ventilatore, modalità di funzionamento.</w:t>
            </w:r>
          </w:p>
          <w:p w14:paraId="6628C13B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4489E9C5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L’unità presenta il deflettore orizzontale con orientamento automatico del flusso dell’aria, filtro aria, raccordo scarico condensa, dima per fissaggio a muro.</w:t>
            </w:r>
          </w:p>
          <w:p w14:paraId="79DA15A3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E7CFDB5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914249">
              <w:rPr>
                <w:rFonts w:ascii="Poppins" w:hAnsi="Poppins" w:cs="Poppins"/>
                <w:b/>
              </w:rPr>
              <w:t>Dati tecnici:</w:t>
            </w:r>
          </w:p>
          <w:p w14:paraId="5C1DED62" w14:textId="77777777" w:rsidR="00914249" w:rsidRPr="00AD3ADF" w:rsidRDefault="00914249" w:rsidP="00AD3ADF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D3ADF">
              <w:rPr>
                <w:rFonts w:ascii="Poppins" w:hAnsi="Poppins" w:cs="Poppins"/>
                <w:color w:val="000000"/>
              </w:rPr>
              <w:t>Potenza frigorifera med (</w:t>
            </w:r>
            <w:r w:rsidR="007F0804" w:rsidRPr="00AD3ADF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AD3ADF">
              <w:rPr>
                <w:rFonts w:ascii="Poppins" w:hAnsi="Poppins" w:cs="Poppins"/>
                <w:color w:val="000000"/>
              </w:rPr>
              <w:t xml:space="preserve"> - </w:t>
            </w:r>
            <w:r w:rsidR="007F0804" w:rsidRPr="00AD3ADF">
              <w:rPr>
                <w:rFonts w:ascii="Poppins" w:hAnsi="Poppins" w:cs="Poppins"/>
                <w:color w:val="000000"/>
              </w:rPr>
              <w:t>max</w:t>
            </w:r>
            <w:r w:rsidRPr="00AD3ADF">
              <w:rPr>
                <w:rFonts w:ascii="Poppins" w:hAnsi="Poppins" w:cs="Poppins"/>
                <w:color w:val="000000"/>
              </w:rPr>
              <w:t>): 1,75 (0,91</w:t>
            </w:r>
            <w:r w:rsidR="003D0946" w:rsidRPr="00AD3ADF">
              <w:rPr>
                <w:rFonts w:ascii="Poppins" w:hAnsi="Poppins" w:cs="Poppins"/>
                <w:color w:val="000000"/>
              </w:rPr>
              <w:t xml:space="preserve"> - </w:t>
            </w:r>
            <w:r w:rsidRPr="00AD3ADF">
              <w:rPr>
                <w:rFonts w:ascii="Poppins" w:hAnsi="Poppins" w:cs="Poppins"/>
                <w:color w:val="000000"/>
              </w:rPr>
              <w:t>2,31) kW</w:t>
            </w:r>
          </w:p>
          <w:p w14:paraId="0328A046" w14:textId="77777777" w:rsidR="00914249" w:rsidRPr="00AD3ADF" w:rsidRDefault="00395ABD" w:rsidP="00AD3ADF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AD3ADF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AD3ADF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AD3ADF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AD3ADF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AD3ADF">
              <w:rPr>
                <w:rFonts w:ascii="Poppins" w:hAnsi="Poppins" w:cs="Poppins"/>
                <w:color w:val="000000"/>
                <w:lang w:val="sv-SE"/>
              </w:rPr>
              <w:t xml:space="preserve">max): 300 (157 </w:t>
            </w:r>
            <w:r w:rsidR="003D0946" w:rsidRPr="00AD3ADF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AD3ADF">
              <w:rPr>
                <w:rFonts w:ascii="Poppins" w:hAnsi="Poppins" w:cs="Poppins"/>
                <w:color w:val="000000"/>
                <w:lang w:val="sv-SE"/>
              </w:rPr>
              <w:t>397) l/h</w:t>
            </w:r>
          </w:p>
          <w:p w14:paraId="39FE85C5" w14:textId="252487A7" w:rsidR="00914249" w:rsidRPr="00AD3ADF" w:rsidRDefault="00395ABD" w:rsidP="002424EC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D3ADF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AD3ADF">
              <w:rPr>
                <w:rFonts w:ascii="Poppins" w:hAnsi="Poppins" w:cs="Poppins"/>
                <w:color w:val="000000"/>
              </w:rPr>
              <w:t xml:space="preserve"> - </w:t>
            </w:r>
            <w:r w:rsidRPr="00AD3ADF">
              <w:rPr>
                <w:rFonts w:ascii="Poppins" w:hAnsi="Poppins" w:cs="Poppins"/>
                <w:color w:val="000000"/>
              </w:rPr>
              <w:t xml:space="preserve">max): 4,2 (1,3 </w:t>
            </w:r>
            <w:r w:rsidR="003D0946" w:rsidRPr="00AD3ADF">
              <w:rPr>
                <w:rFonts w:ascii="Poppins" w:hAnsi="Poppins" w:cs="Poppins"/>
                <w:color w:val="000000"/>
              </w:rPr>
              <w:t xml:space="preserve"> - </w:t>
            </w:r>
            <w:r w:rsidRPr="00AD3ADF">
              <w:rPr>
                <w:rFonts w:ascii="Poppins" w:hAnsi="Poppins" w:cs="Poppins"/>
                <w:color w:val="000000"/>
              </w:rPr>
              <w:t>6,9) kPa</w:t>
            </w:r>
            <w:r w:rsidR="00AD3ADF">
              <w:rPr>
                <w:rFonts w:ascii="Poppins" w:hAnsi="Poppins" w:cs="Poppins"/>
                <w:color w:val="000000"/>
              </w:rPr>
              <w:t xml:space="preserve"> </w:t>
            </w:r>
            <w:r w:rsidR="00BF210C" w:rsidRPr="00AD3ADF">
              <w:rPr>
                <w:rFonts w:ascii="Poppins" w:hAnsi="Poppins" w:cs="Poppins"/>
              </w:rPr>
              <w:t>(temperatura acqua 7°C Dt 5°C; temperatura aria 27 °C b.s./19 °C b.u.)</w:t>
            </w:r>
          </w:p>
          <w:p w14:paraId="745EB0ED" w14:textId="77777777" w:rsidR="00914249" w:rsidRPr="00AD3ADF" w:rsidRDefault="00395ABD" w:rsidP="00AD3ADF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D3ADF">
              <w:rPr>
                <w:rFonts w:ascii="Poppins" w:hAnsi="Poppins" w:cs="Poppins"/>
                <w:color w:val="000000"/>
              </w:rPr>
              <w:t xml:space="preserve">Potenza termica med (min </w:t>
            </w:r>
            <w:r w:rsidR="003D0946" w:rsidRPr="00AD3ADF">
              <w:rPr>
                <w:rFonts w:ascii="Poppins" w:hAnsi="Poppins" w:cs="Poppins"/>
                <w:color w:val="000000"/>
              </w:rPr>
              <w:t xml:space="preserve"> - </w:t>
            </w:r>
            <w:r w:rsidRPr="00AD3ADF">
              <w:rPr>
                <w:rFonts w:ascii="Poppins" w:hAnsi="Poppins" w:cs="Poppins"/>
                <w:color w:val="000000"/>
              </w:rPr>
              <w:t>max): 1,98 (0,96</w:t>
            </w:r>
            <w:r w:rsidR="003D0946" w:rsidRPr="00AD3ADF">
              <w:rPr>
                <w:rFonts w:ascii="Poppins" w:hAnsi="Poppins" w:cs="Poppins"/>
                <w:color w:val="000000"/>
              </w:rPr>
              <w:t xml:space="preserve"> - </w:t>
            </w:r>
            <w:r w:rsidRPr="00AD3ADF">
              <w:rPr>
                <w:rFonts w:ascii="Poppins" w:hAnsi="Poppins" w:cs="Poppins"/>
                <w:color w:val="000000"/>
              </w:rPr>
              <w:t>2,60) kW</w:t>
            </w:r>
          </w:p>
          <w:p w14:paraId="6FB6768C" w14:textId="77777777" w:rsidR="00914249" w:rsidRPr="00AD3ADF" w:rsidRDefault="00395ABD" w:rsidP="00AD3ADF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AD3ADF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AD3ADF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AD3ADF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AD3ADF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AD3ADF">
              <w:rPr>
                <w:rFonts w:ascii="Poppins" w:hAnsi="Poppins" w:cs="Poppins"/>
                <w:color w:val="000000"/>
                <w:lang w:val="sv-SE"/>
              </w:rPr>
              <w:t xml:space="preserve">max): 341 (165 </w:t>
            </w:r>
            <w:r w:rsidR="003D0946" w:rsidRPr="00AD3ADF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AD3ADF">
              <w:rPr>
                <w:rFonts w:ascii="Poppins" w:hAnsi="Poppins" w:cs="Poppins"/>
                <w:color w:val="000000"/>
                <w:lang w:val="sv-SE"/>
              </w:rPr>
              <w:t>447) l/h</w:t>
            </w:r>
          </w:p>
          <w:p w14:paraId="72A8FEFE" w14:textId="728FF3BA" w:rsidR="00914249" w:rsidRPr="00AD3ADF" w:rsidRDefault="00395ABD" w:rsidP="00697A48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D3ADF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AD3ADF">
              <w:rPr>
                <w:rFonts w:ascii="Poppins" w:hAnsi="Poppins" w:cs="Poppins"/>
                <w:color w:val="000000"/>
              </w:rPr>
              <w:t xml:space="preserve"> - </w:t>
            </w:r>
            <w:r w:rsidRPr="00AD3ADF">
              <w:rPr>
                <w:rFonts w:ascii="Poppins" w:hAnsi="Poppins" w:cs="Poppins"/>
                <w:color w:val="000000"/>
              </w:rPr>
              <w:t xml:space="preserve">max): 4,1 (1,1 </w:t>
            </w:r>
            <w:r w:rsidR="003D0946" w:rsidRPr="00AD3ADF">
              <w:rPr>
                <w:rFonts w:ascii="Poppins" w:hAnsi="Poppins" w:cs="Poppins"/>
                <w:color w:val="000000"/>
              </w:rPr>
              <w:t xml:space="preserve"> - </w:t>
            </w:r>
            <w:r w:rsidRPr="00AD3ADF">
              <w:rPr>
                <w:rFonts w:ascii="Poppins" w:hAnsi="Poppins" w:cs="Poppins"/>
                <w:color w:val="000000"/>
              </w:rPr>
              <w:t>6,6)  kPa</w:t>
            </w:r>
            <w:r w:rsidR="00AD3ADF">
              <w:rPr>
                <w:rFonts w:ascii="Poppins" w:hAnsi="Poppins" w:cs="Poppins"/>
                <w:color w:val="000000"/>
              </w:rPr>
              <w:t xml:space="preserve"> </w:t>
            </w:r>
            <w:r w:rsidR="00BF210C" w:rsidRPr="00AD3ADF">
              <w:rPr>
                <w:rFonts w:ascii="Poppins" w:hAnsi="Poppins" w:cs="Poppins"/>
              </w:rPr>
              <w:t>(temperatura acqua 45°C Dt 5°C; temperatura aria 20 °C)</w:t>
            </w:r>
          </w:p>
          <w:p w14:paraId="584B58F2" w14:textId="77777777" w:rsidR="00914249" w:rsidRPr="00AD3ADF" w:rsidRDefault="007F0804" w:rsidP="00AD3ADF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AD3ADF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AD3ADF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AD3ADF">
              <w:rPr>
                <w:rFonts w:ascii="Poppins" w:hAnsi="Poppins" w:cs="Poppins"/>
                <w:color w:val="000000"/>
                <w:lang w:val="sv-SE"/>
              </w:rPr>
              <w:t xml:space="preserve">aria med (min </w:t>
            </w:r>
            <w:r w:rsidR="003D0946" w:rsidRPr="00AD3ADF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AD3ADF">
              <w:rPr>
                <w:rFonts w:ascii="Poppins" w:hAnsi="Poppins" w:cs="Poppins"/>
                <w:color w:val="000000"/>
                <w:lang w:val="sv-SE"/>
              </w:rPr>
              <w:t xml:space="preserve">max): </w:t>
            </w:r>
            <w:r w:rsidR="00914249" w:rsidRPr="00AD3ADF">
              <w:rPr>
                <w:rFonts w:ascii="Poppins" w:hAnsi="Poppins" w:cs="Poppins"/>
                <w:color w:val="000000"/>
                <w:lang w:val="sv-SE"/>
              </w:rPr>
              <w:t>283 (138</w:t>
            </w:r>
            <w:r w:rsidR="003D0946" w:rsidRPr="00AD3ADF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="00914249" w:rsidRPr="00AD3ADF">
              <w:rPr>
                <w:rFonts w:ascii="Poppins" w:hAnsi="Poppins" w:cs="Poppins"/>
                <w:color w:val="000000"/>
                <w:lang w:val="sv-SE"/>
              </w:rPr>
              <w:t>440) m3/h</w:t>
            </w:r>
          </w:p>
          <w:p w14:paraId="5DA033B9" w14:textId="77777777" w:rsidR="00914249" w:rsidRPr="00AD3ADF" w:rsidRDefault="00BF210C" w:rsidP="00AD3ADF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D3ADF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65ED2B0E" w14:textId="77777777" w:rsidR="00914249" w:rsidRPr="00AD3ADF" w:rsidRDefault="007F0804" w:rsidP="00AD3ADF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D3ADF">
              <w:rPr>
                <w:rFonts w:ascii="Poppins" w:hAnsi="Poppins" w:cs="Poppins"/>
                <w:color w:val="000000"/>
              </w:rPr>
              <w:t xml:space="preserve">Potenza massima assorbita: </w:t>
            </w:r>
            <w:r w:rsidR="00914249" w:rsidRPr="00AD3ADF">
              <w:rPr>
                <w:rFonts w:ascii="Poppins" w:hAnsi="Poppins" w:cs="Poppins"/>
                <w:color w:val="000000"/>
              </w:rPr>
              <w:t>20 W</w:t>
            </w:r>
          </w:p>
          <w:p w14:paraId="569992AC" w14:textId="77777777" w:rsidR="00914249" w:rsidRPr="00AD3ADF" w:rsidRDefault="007F0804" w:rsidP="00AD3ADF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D3ADF">
              <w:rPr>
                <w:rFonts w:ascii="Poppins" w:hAnsi="Poppins" w:cs="Poppins"/>
                <w:color w:val="000000"/>
              </w:rPr>
              <w:t xml:space="preserve">Corrente assorbita: </w:t>
            </w:r>
            <w:r w:rsidR="00914249" w:rsidRPr="00AD3ADF">
              <w:rPr>
                <w:rFonts w:ascii="Poppins" w:hAnsi="Poppins" w:cs="Poppins"/>
                <w:color w:val="000000"/>
              </w:rPr>
              <w:t>0,16 A</w:t>
            </w:r>
          </w:p>
          <w:p w14:paraId="5C9CC17A" w14:textId="77777777" w:rsidR="00914249" w:rsidRPr="00AD3ADF" w:rsidRDefault="00C2188A" w:rsidP="00AD3ADF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D3ADF">
              <w:rPr>
                <w:rFonts w:ascii="Poppins" w:hAnsi="Poppins" w:cs="Poppins"/>
              </w:rPr>
              <w:lastRenderedPageBreak/>
              <w:t>Livello di potenza sonora med (</w:t>
            </w:r>
            <w:r w:rsidR="007F0804" w:rsidRPr="00AD3ADF">
              <w:rPr>
                <w:rFonts w:ascii="Poppins" w:hAnsi="Poppins" w:cs="Poppins"/>
              </w:rPr>
              <w:t xml:space="preserve">min </w:t>
            </w:r>
            <w:r w:rsidR="003D0946" w:rsidRPr="00AD3ADF">
              <w:rPr>
                <w:rFonts w:ascii="Poppins" w:hAnsi="Poppins" w:cs="Poppins"/>
              </w:rPr>
              <w:t xml:space="preserve"> - </w:t>
            </w:r>
            <w:r w:rsidR="007F0804" w:rsidRPr="00AD3ADF">
              <w:rPr>
                <w:rFonts w:ascii="Poppins" w:hAnsi="Poppins" w:cs="Poppins"/>
              </w:rPr>
              <w:t>max</w:t>
            </w:r>
            <w:r w:rsidRPr="00AD3ADF">
              <w:rPr>
                <w:rFonts w:ascii="Poppins" w:hAnsi="Poppins" w:cs="Poppins"/>
              </w:rPr>
              <w:t xml:space="preserve">): </w:t>
            </w:r>
            <w:r w:rsidR="00914249" w:rsidRPr="00AD3ADF">
              <w:rPr>
                <w:rFonts w:ascii="Poppins" w:hAnsi="Poppins" w:cs="Poppins"/>
                <w:color w:val="000000"/>
              </w:rPr>
              <w:t>40 (29</w:t>
            </w:r>
            <w:r w:rsidR="003D0946" w:rsidRPr="00AD3ADF">
              <w:rPr>
                <w:rFonts w:ascii="Poppins" w:hAnsi="Poppins" w:cs="Poppins"/>
                <w:color w:val="000000"/>
              </w:rPr>
              <w:t xml:space="preserve"> - </w:t>
            </w:r>
            <w:r w:rsidR="00914249" w:rsidRPr="00AD3ADF">
              <w:rPr>
                <w:rFonts w:ascii="Poppins" w:hAnsi="Poppins" w:cs="Poppins"/>
                <w:color w:val="000000"/>
              </w:rPr>
              <w:t>50)</w:t>
            </w:r>
            <w:r w:rsidR="00914249" w:rsidRPr="00AD3ADF">
              <w:rPr>
                <w:rFonts w:ascii="Poppins" w:hAnsi="Poppins" w:cs="Poppins"/>
              </w:rPr>
              <w:t xml:space="preserve"> dB(A)</w:t>
            </w:r>
          </w:p>
          <w:p w14:paraId="04B73BDE" w14:textId="588E2C20" w:rsidR="00914249" w:rsidRPr="00AD3ADF" w:rsidRDefault="00C2188A" w:rsidP="00AD3ADF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AD3ADF">
              <w:rPr>
                <w:rFonts w:ascii="Poppins" w:hAnsi="Poppins" w:cs="Poppins"/>
              </w:rPr>
              <w:t>Livello di pressione sonora med (</w:t>
            </w:r>
            <w:r w:rsidR="007F0804" w:rsidRPr="00AD3ADF">
              <w:rPr>
                <w:rFonts w:ascii="Poppins" w:hAnsi="Poppins" w:cs="Poppins"/>
              </w:rPr>
              <w:t xml:space="preserve">min </w:t>
            </w:r>
            <w:r w:rsidR="003D0946" w:rsidRPr="00AD3ADF">
              <w:rPr>
                <w:rFonts w:ascii="Poppins" w:hAnsi="Poppins" w:cs="Poppins"/>
              </w:rPr>
              <w:t xml:space="preserve"> - </w:t>
            </w:r>
            <w:r w:rsidR="007F0804" w:rsidRPr="00AD3ADF">
              <w:rPr>
                <w:rFonts w:ascii="Poppins" w:hAnsi="Poppins" w:cs="Poppins"/>
              </w:rPr>
              <w:t>max</w:t>
            </w:r>
            <w:r w:rsidRPr="00AD3ADF">
              <w:rPr>
                <w:rFonts w:ascii="Poppins" w:hAnsi="Poppins" w:cs="Poppins"/>
              </w:rPr>
              <w:t xml:space="preserve">): </w:t>
            </w:r>
            <w:r w:rsidR="00914249" w:rsidRPr="00AD3ADF">
              <w:rPr>
                <w:rFonts w:ascii="Poppins" w:hAnsi="Poppins" w:cs="Poppins"/>
              </w:rPr>
              <w:t>23 (12</w:t>
            </w:r>
            <w:r w:rsidR="003D0946" w:rsidRPr="00AD3ADF">
              <w:rPr>
                <w:rFonts w:ascii="Poppins" w:hAnsi="Poppins" w:cs="Poppins"/>
              </w:rPr>
              <w:t xml:space="preserve"> - </w:t>
            </w:r>
            <w:r w:rsidR="00914249" w:rsidRPr="00AD3ADF">
              <w:rPr>
                <w:rFonts w:ascii="Poppins" w:hAnsi="Poppins" w:cs="Poppins"/>
              </w:rPr>
              <w:t xml:space="preserve">33) dB(A) </w:t>
            </w:r>
            <w:r w:rsidR="003D0946" w:rsidRPr="00AD3ADF">
              <w:rPr>
                <w:rFonts w:ascii="Poppins" w:hAnsi="Poppins" w:cs="Poppins"/>
              </w:rPr>
              <w:t xml:space="preserve"> - </w:t>
            </w:r>
            <w:r w:rsidR="00914249" w:rsidRPr="00AD3ADF">
              <w:rPr>
                <w:rFonts w:ascii="Poppins" w:hAnsi="Poppins" w:cs="Poppins"/>
              </w:rPr>
              <w:t>valori riferiti a fattore di direzionalità pari a 2 in campo chiuso, costante d’ambiente 300 m2 e distanza pari a 5 m</w:t>
            </w:r>
          </w:p>
          <w:p w14:paraId="04805F43" w14:textId="77777777" w:rsidR="00914249" w:rsidRPr="00AD3ADF" w:rsidRDefault="00C2188A" w:rsidP="00AD3ADF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D3ADF">
              <w:rPr>
                <w:rFonts w:ascii="Poppins" w:hAnsi="Poppins" w:cs="Poppins"/>
                <w:color w:val="000000"/>
              </w:rPr>
              <w:t xml:space="preserve">Dimensioni (LxHxP): </w:t>
            </w:r>
            <w:r w:rsidR="00914249" w:rsidRPr="00AD3ADF">
              <w:rPr>
                <w:rFonts w:ascii="Poppins" w:hAnsi="Poppins" w:cs="Poppins"/>
                <w:color w:val="000000"/>
              </w:rPr>
              <w:t>1302x335x128 mm</w:t>
            </w:r>
          </w:p>
          <w:p w14:paraId="4BD335E0" w14:textId="77777777" w:rsidR="00914249" w:rsidRPr="00AD3ADF" w:rsidRDefault="00C2188A" w:rsidP="00AD3ADF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D3ADF">
              <w:rPr>
                <w:rFonts w:ascii="Poppins" w:hAnsi="Poppins" w:cs="Poppins"/>
                <w:color w:val="000000"/>
              </w:rPr>
              <w:t>Peso:</w:t>
            </w:r>
            <w:r w:rsidR="00914249" w:rsidRPr="00AD3ADF">
              <w:rPr>
                <w:rFonts w:ascii="Poppins" w:hAnsi="Poppins" w:cs="Poppins"/>
                <w:color w:val="000000"/>
              </w:rPr>
              <w:t xml:space="preserve"> 19 kg</w:t>
            </w:r>
          </w:p>
          <w:p w14:paraId="00C6B67C" w14:textId="70B12F00" w:rsidR="00914249" w:rsidRPr="00AD3ADF" w:rsidRDefault="00914249" w:rsidP="00AD3ADF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D3ADF">
              <w:rPr>
                <w:rFonts w:ascii="Poppins" w:hAnsi="Poppins" w:cs="Poppins"/>
                <w:color w:val="000000"/>
              </w:rPr>
              <w:t xml:space="preserve">Temperatura acqua </w:t>
            </w:r>
            <w:proofErr w:type="gramStart"/>
            <w:r w:rsidR="007F0804" w:rsidRPr="00AD3ADF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AD3ADF">
              <w:rPr>
                <w:rFonts w:ascii="Poppins" w:hAnsi="Poppins" w:cs="Poppins"/>
                <w:color w:val="000000"/>
              </w:rPr>
              <w:t xml:space="preserve"> -</w:t>
            </w:r>
            <w:proofErr w:type="gramEnd"/>
            <w:r w:rsidR="003D0946" w:rsidRPr="00AD3ADF">
              <w:rPr>
                <w:rFonts w:ascii="Poppins" w:hAnsi="Poppins" w:cs="Poppins"/>
                <w:color w:val="000000"/>
              </w:rPr>
              <w:t xml:space="preserve"> </w:t>
            </w:r>
            <w:r w:rsidR="007F0804" w:rsidRPr="00AD3ADF">
              <w:rPr>
                <w:rFonts w:ascii="Poppins" w:hAnsi="Poppins" w:cs="Poppins"/>
                <w:color w:val="000000"/>
              </w:rPr>
              <w:t>max</w:t>
            </w:r>
            <w:r w:rsidRPr="00AD3ADF">
              <w:rPr>
                <w:rFonts w:ascii="Poppins" w:hAnsi="Poppins" w:cs="Poppins"/>
                <w:color w:val="000000"/>
              </w:rPr>
              <w:t xml:space="preserve">: </w:t>
            </w:r>
            <w:r w:rsidR="00B051EA">
              <w:rPr>
                <w:rFonts w:ascii="Poppins" w:hAnsi="Poppins" w:cs="Poppins"/>
                <w:color w:val="000000"/>
              </w:rPr>
              <w:t>da 4 a 85 °C</w:t>
            </w:r>
          </w:p>
          <w:p w14:paraId="625359EF" w14:textId="5F26D7C8" w:rsidR="00914249" w:rsidRPr="00AD3ADF" w:rsidRDefault="00914249" w:rsidP="00AD3ADF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AD3ADF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7F0804" w:rsidRPr="00AD3ADF">
              <w:rPr>
                <w:rFonts w:ascii="Poppins" w:hAnsi="Poppins" w:cs="Poppins"/>
                <w:color w:val="000000"/>
              </w:rPr>
              <w:t>3/4”</w:t>
            </w:r>
            <w:r w:rsidRPr="00AD3ADF">
              <w:rPr>
                <w:rFonts w:ascii="Poppins" w:hAnsi="Poppins" w:cs="Poppins"/>
                <w:color w:val="000000"/>
              </w:rPr>
              <w:t xml:space="preserve"> Eurocono, a destra</w:t>
            </w:r>
          </w:p>
          <w:p w14:paraId="32AE0A15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59C587EB" w14:textId="1F7DE7C5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914249">
              <w:rPr>
                <w:rFonts w:ascii="Poppins" w:hAnsi="Poppins" w:cs="Poppins"/>
                <w:b/>
              </w:rPr>
              <w:t xml:space="preserve">Marca </w:t>
            </w:r>
            <w:r w:rsidR="00542CF8">
              <w:rPr>
                <w:rFonts w:ascii="Poppins" w:hAnsi="Poppins" w:cs="Poppins"/>
                <w:b/>
              </w:rPr>
              <w:t>Emmeti</w:t>
            </w:r>
            <w:r w:rsidRPr="00914249">
              <w:rPr>
                <w:rFonts w:ascii="Poppins" w:hAnsi="Poppins" w:cs="Poppins"/>
                <w:b/>
              </w:rPr>
              <w:t xml:space="preserve"> – Modello </w:t>
            </w:r>
            <w:r w:rsidR="00A97AB3">
              <w:rPr>
                <w:rFonts w:ascii="Poppins" w:hAnsi="Poppins" w:cs="Poppins"/>
                <w:b/>
              </w:rPr>
              <w:t>Ventilconvettore</w:t>
            </w:r>
            <w:r w:rsidRPr="00914249">
              <w:rPr>
                <w:rFonts w:ascii="Poppins" w:hAnsi="Poppins" w:cs="Poppins"/>
                <w:b/>
              </w:rPr>
              <w:t xml:space="preserve"> SILENCE THIN ETWW 280 DZ o equivalente</w:t>
            </w:r>
            <w:r w:rsidR="00AD3ADF">
              <w:rPr>
                <w:rFonts w:ascii="Poppins" w:hAnsi="Poppins" w:cs="Poppins"/>
                <w:b/>
              </w:rPr>
              <w:t>.</w:t>
            </w:r>
          </w:p>
        </w:tc>
      </w:tr>
      <w:tr w:rsidR="00914249" w:rsidRPr="00D5395B" w14:paraId="40680ED5" w14:textId="77777777" w:rsidTr="008574C8">
        <w:tc>
          <w:tcPr>
            <w:tcW w:w="1208" w:type="dxa"/>
          </w:tcPr>
          <w:p w14:paraId="26F2DF61" w14:textId="77777777" w:rsidR="00914249" w:rsidRPr="00914249" w:rsidRDefault="00914249" w:rsidP="0091424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lastRenderedPageBreak/>
              <w:t>07523124</w:t>
            </w:r>
          </w:p>
        </w:tc>
        <w:tc>
          <w:tcPr>
            <w:tcW w:w="1867" w:type="dxa"/>
          </w:tcPr>
          <w:p w14:paraId="4E704DCD" w14:textId="77777777" w:rsidR="00F26DBC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Ventilconvettore</w:t>
            </w:r>
          </w:p>
          <w:p w14:paraId="456588D7" w14:textId="77777777" w:rsidR="00914249" w:rsidRPr="00914249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 xml:space="preserve">SILENCE THIN </w:t>
            </w:r>
            <w:r w:rsidR="00914249" w:rsidRPr="00914249">
              <w:rPr>
                <w:rFonts w:ascii="Poppins" w:hAnsi="Poppins" w:cs="Poppins"/>
                <w:sz w:val="20"/>
              </w:rPr>
              <w:t>ETWW 240 SZ</w:t>
            </w:r>
          </w:p>
        </w:tc>
        <w:tc>
          <w:tcPr>
            <w:tcW w:w="6525" w:type="dxa"/>
          </w:tcPr>
          <w:p w14:paraId="633F7200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Ventilconvettore a parete, di tipo compatto, versione “Scheda THINW-TBK (TERMINAL BLOCK)”, con tecnologia DC-Inverter.</w:t>
            </w:r>
          </w:p>
          <w:p w14:paraId="1405584C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Predisposto per il collegamento con termostato/i ambiente (fornito/i separatamente) TAE-15 (analogico) e TAD-15 (digitale) per controllo temperatura ambiente, settaggio velocità ventilatore, modalità di funzionamento.</w:t>
            </w:r>
          </w:p>
          <w:p w14:paraId="2C191D79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5A8C77D5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L’unità presenta il deflettore orizzontale con orientamento automatico del flusso dell’aria, filtro aria, raccordo scarico condensa, dima per fissaggio a muro.</w:t>
            </w:r>
          </w:p>
          <w:p w14:paraId="59DE0E27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6D1DDF6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914249">
              <w:rPr>
                <w:rFonts w:ascii="Poppins" w:hAnsi="Poppins" w:cs="Poppins"/>
                <w:b/>
              </w:rPr>
              <w:t>Dati tecnici:</w:t>
            </w:r>
          </w:p>
          <w:p w14:paraId="2C3D0082" w14:textId="77777777" w:rsidR="00914249" w:rsidRPr="006B1ACC" w:rsidRDefault="00BF210C" w:rsidP="006B1ACC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B1ACC">
              <w:rPr>
                <w:rFonts w:ascii="Poppins" w:hAnsi="Poppins" w:cs="Poppins"/>
                <w:color w:val="000000"/>
              </w:rPr>
              <w:t>Potenza frigorifera med (</w:t>
            </w:r>
            <w:r w:rsidR="007F0804" w:rsidRPr="006B1ACC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6B1ACC">
              <w:rPr>
                <w:rFonts w:ascii="Poppins" w:hAnsi="Poppins" w:cs="Poppins"/>
                <w:color w:val="000000"/>
              </w:rPr>
              <w:t xml:space="preserve"> - </w:t>
            </w:r>
            <w:r w:rsidR="007F0804" w:rsidRPr="006B1ACC">
              <w:rPr>
                <w:rFonts w:ascii="Poppins" w:hAnsi="Poppins" w:cs="Poppins"/>
                <w:color w:val="000000"/>
              </w:rPr>
              <w:t>max</w:t>
            </w:r>
            <w:r w:rsidRPr="006B1ACC">
              <w:rPr>
                <w:rFonts w:ascii="Poppins" w:hAnsi="Poppins" w:cs="Poppins"/>
                <w:color w:val="000000"/>
              </w:rPr>
              <w:t xml:space="preserve">): 0,80 (0,48 </w:t>
            </w:r>
            <w:r w:rsidR="003D0946" w:rsidRPr="006B1ACC">
              <w:rPr>
                <w:rFonts w:ascii="Poppins" w:hAnsi="Poppins" w:cs="Poppins"/>
                <w:color w:val="000000"/>
              </w:rPr>
              <w:t xml:space="preserve"> - </w:t>
            </w:r>
            <w:r w:rsidRPr="006B1ACC">
              <w:rPr>
                <w:rFonts w:ascii="Poppins" w:hAnsi="Poppins" w:cs="Poppins"/>
                <w:color w:val="000000"/>
              </w:rPr>
              <w:t>1,07) kW</w:t>
            </w:r>
          </w:p>
          <w:p w14:paraId="3B494269" w14:textId="77777777" w:rsidR="00914249" w:rsidRPr="006B1ACC" w:rsidRDefault="00914249" w:rsidP="006B1ACC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6B1ACC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6B1ACC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6B1ACC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6B1ACC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6B1ACC">
              <w:rPr>
                <w:rFonts w:ascii="Poppins" w:hAnsi="Poppins" w:cs="Poppins"/>
                <w:color w:val="000000"/>
                <w:lang w:val="sv-SE"/>
              </w:rPr>
              <w:t xml:space="preserve">max): 138 (82 </w:t>
            </w:r>
            <w:r w:rsidR="003D0946" w:rsidRPr="006B1ACC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6B1ACC">
              <w:rPr>
                <w:rFonts w:ascii="Poppins" w:hAnsi="Poppins" w:cs="Poppins"/>
                <w:color w:val="000000"/>
                <w:lang w:val="sv-SE"/>
              </w:rPr>
              <w:t>184) l/h</w:t>
            </w:r>
          </w:p>
          <w:p w14:paraId="1067E573" w14:textId="63E5F0A4" w:rsidR="00914249" w:rsidRPr="006B1ACC" w:rsidRDefault="00914249" w:rsidP="006B1ACC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B1ACC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6B1ACC">
              <w:rPr>
                <w:rFonts w:ascii="Poppins" w:hAnsi="Poppins" w:cs="Poppins"/>
                <w:color w:val="000000"/>
              </w:rPr>
              <w:t xml:space="preserve"> - </w:t>
            </w:r>
            <w:r w:rsidRPr="006B1ACC">
              <w:rPr>
                <w:rFonts w:ascii="Poppins" w:hAnsi="Poppins" w:cs="Poppins"/>
                <w:color w:val="000000"/>
              </w:rPr>
              <w:t xml:space="preserve">max): 3,0 (1.1 </w:t>
            </w:r>
            <w:r w:rsidR="003D0946" w:rsidRPr="006B1ACC">
              <w:rPr>
                <w:rFonts w:ascii="Poppins" w:hAnsi="Poppins" w:cs="Poppins"/>
                <w:color w:val="000000"/>
              </w:rPr>
              <w:t xml:space="preserve"> - </w:t>
            </w:r>
            <w:r w:rsidRPr="006B1ACC">
              <w:rPr>
                <w:rFonts w:ascii="Poppins" w:hAnsi="Poppins" w:cs="Poppins"/>
                <w:color w:val="000000"/>
              </w:rPr>
              <w:t>2,5) kPa</w:t>
            </w:r>
            <w:r w:rsidR="006B1ACC" w:rsidRPr="006B1ACC">
              <w:rPr>
                <w:rFonts w:ascii="Poppins" w:hAnsi="Poppins" w:cs="Poppins"/>
                <w:color w:val="000000"/>
              </w:rPr>
              <w:t xml:space="preserve"> </w:t>
            </w:r>
            <w:r w:rsidR="00BF210C" w:rsidRPr="006B1ACC">
              <w:rPr>
                <w:rFonts w:ascii="Poppins" w:hAnsi="Poppins" w:cs="Poppins"/>
              </w:rPr>
              <w:t>(temperatura acqua 7°C Dt 5°C; temperatura aria 27 °C b.s./19 °C b.u.)</w:t>
            </w:r>
          </w:p>
          <w:p w14:paraId="7CDA2A71" w14:textId="77777777" w:rsidR="00914249" w:rsidRPr="006B1ACC" w:rsidRDefault="00BF210C" w:rsidP="006B1ACC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B1ACC">
              <w:rPr>
                <w:rFonts w:ascii="Poppins" w:hAnsi="Poppins" w:cs="Poppins"/>
                <w:color w:val="000000"/>
              </w:rPr>
              <w:t>Potenza termica med (</w:t>
            </w:r>
            <w:r w:rsidR="007F0804" w:rsidRPr="006B1ACC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6B1ACC">
              <w:rPr>
                <w:rFonts w:ascii="Poppins" w:hAnsi="Poppins" w:cs="Poppins"/>
                <w:color w:val="000000"/>
              </w:rPr>
              <w:t xml:space="preserve"> - </w:t>
            </w:r>
            <w:r w:rsidR="007F0804" w:rsidRPr="006B1ACC">
              <w:rPr>
                <w:rFonts w:ascii="Poppins" w:hAnsi="Poppins" w:cs="Poppins"/>
                <w:color w:val="000000"/>
              </w:rPr>
              <w:t>max</w:t>
            </w:r>
            <w:r w:rsidRPr="006B1ACC">
              <w:rPr>
                <w:rFonts w:ascii="Poppins" w:hAnsi="Poppins" w:cs="Poppins"/>
                <w:color w:val="000000"/>
              </w:rPr>
              <w:t xml:space="preserve">): 0,94 (0,53 </w:t>
            </w:r>
            <w:r w:rsidR="003D0946" w:rsidRPr="006B1ACC">
              <w:rPr>
                <w:rFonts w:ascii="Poppins" w:hAnsi="Poppins" w:cs="Poppins"/>
                <w:color w:val="000000"/>
              </w:rPr>
              <w:t xml:space="preserve"> - </w:t>
            </w:r>
            <w:r w:rsidRPr="006B1ACC">
              <w:rPr>
                <w:rFonts w:ascii="Poppins" w:hAnsi="Poppins" w:cs="Poppins"/>
                <w:color w:val="000000"/>
              </w:rPr>
              <w:t>1,27) kW</w:t>
            </w:r>
          </w:p>
          <w:p w14:paraId="589B1DB2" w14:textId="77777777" w:rsidR="00914249" w:rsidRPr="006B1ACC" w:rsidRDefault="00BF210C" w:rsidP="006B1ACC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6B1ACC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6B1ACC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6B1ACC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6B1ACC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6B1ACC">
              <w:rPr>
                <w:rFonts w:ascii="Poppins" w:hAnsi="Poppins" w:cs="Poppins"/>
                <w:color w:val="000000"/>
                <w:lang w:val="sv-SE"/>
              </w:rPr>
              <w:t xml:space="preserve">max): 162 (92 </w:t>
            </w:r>
            <w:r w:rsidR="003D0946" w:rsidRPr="006B1ACC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6B1ACC">
              <w:rPr>
                <w:rFonts w:ascii="Poppins" w:hAnsi="Poppins" w:cs="Poppins"/>
                <w:color w:val="000000"/>
                <w:lang w:val="sv-SE"/>
              </w:rPr>
              <w:t>218) l/h</w:t>
            </w:r>
          </w:p>
          <w:p w14:paraId="11C60031" w14:textId="21E177D5" w:rsidR="00914249" w:rsidRPr="006B1ACC" w:rsidRDefault="00BF210C" w:rsidP="006B1ACC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B1ACC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6B1ACC">
              <w:rPr>
                <w:rFonts w:ascii="Poppins" w:hAnsi="Poppins" w:cs="Poppins"/>
                <w:color w:val="000000"/>
              </w:rPr>
              <w:t xml:space="preserve"> - </w:t>
            </w:r>
            <w:r w:rsidRPr="006B1ACC">
              <w:rPr>
                <w:rFonts w:ascii="Poppins" w:hAnsi="Poppins" w:cs="Poppins"/>
                <w:color w:val="000000"/>
              </w:rPr>
              <w:t xml:space="preserve">max): 3,1 (1,1 </w:t>
            </w:r>
            <w:r w:rsidR="003D0946" w:rsidRPr="006B1ACC">
              <w:rPr>
                <w:rFonts w:ascii="Poppins" w:hAnsi="Poppins" w:cs="Poppins"/>
                <w:color w:val="000000"/>
              </w:rPr>
              <w:t xml:space="preserve"> - </w:t>
            </w:r>
            <w:r w:rsidRPr="006B1ACC">
              <w:rPr>
                <w:rFonts w:ascii="Poppins" w:hAnsi="Poppins" w:cs="Poppins"/>
                <w:color w:val="000000"/>
              </w:rPr>
              <w:t>5,4) kPa</w:t>
            </w:r>
            <w:r w:rsidR="006B1ACC" w:rsidRPr="006B1ACC">
              <w:rPr>
                <w:rFonts w:ascii="Poppins" w:hAnsi="Poppins" w:cs="Poppins"/>
                <w:color w:val="000000"/>
              </w:rPr>
              <w:t xml:space="preserve"> </w:t>
            </w:r>
            <w:r w:rsidRPr="006B1ACC">
              <w:rPr>
                <w:rFonts w:ascii="Poppins" w:hAnsi="Poppins" w:cs="Poppins"/>
              </w:rPr>
              <w:t>(temperatura acqua 45°C Dt 5°C; temperatura aria 20 °C)</w:t>
            </w:r>
          </w:p>
          <w:p w14:paraId="740208BA" w14:textId="77777777" w:rsidR="00914249" w:rsidRPr="006B1ACC" w:rsidRDefault="00BF210C" w:rsidP="006B1ACC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6B1ACC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6B1ACC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6B1ACC">
              <w:rPr>
                <w:rFonts w:ascii="Poppins" w:hAnsi="Poppins" w:cs="Poppins"/>
                <w:color w:val="000000"/>
                <w:lang w:val="sv-SE"/>
              </w:rPr>
              <w:t xml:space="preserve">aria med (min </w:t>
            </w:r>
            <w:r w:rsidR="003D0946" w:rsidRPr="006B1ACC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6B1ACC">
              <w:rPr>
                <w:rFonts w:ascii="Poppins" w:hAnsi="Poppins" w:cs="Poppins"/>
                <w:color w:val="000000"/>
                <w:lang w:val="sv-SE"/>
              </w:rPr>
              <w:t xml:space="preserve">max:) 155 (84 </w:t>
            </w:r>
            <w:r w:rsidR="003D0946" w:rsidRPr="006B1ACC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6B1ACC">
              <w:rPr>
                <w:rFonts w:ascii="Poppins" w:hAnsi="Poppins" w:cs="Poppins"/>
                <w:color w:val="000000"/>
                <w:lang w:val="sv-SE"/>
              </w:rPr>
              <w:t>228) m3/h</w:t>
            </w:r>
          </w:p>
          <w:p w14:paraId="0D15B8DE" w14:textId="77777777" w:rsidR="00914249" w:rsidRPr="006B1ACC" w:rsidRDefault="00BF210C" w:rsidP="006B1ACC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B1ACC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1561C257" w14:textId="77777777" w:rsidR="00914249" w:rsidRPr="006B1ACC" w:rsidRDefault="00BF210C" w:rsidP="006B1ACC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B1ACC">
              <w:rPr>
                <w:rFonts w:ascii="Poppins" w:hAnsi="Poppins" w:cs="Poppins"/>
                <w:color w:val="000000"/>
              </w:rPr>
              <w:t>Potenza massima assorbita: 13 W</w:t>
            </w:r>
          </w:p>
          <w:p w14:paraId="62694517" w14:textId="77777777" w:rsidR="00914249" w:rsidRPr="006B1ACC" w:rsidRDefault="00BF210C" w:rsidP="006B1ACC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B1ACC">
              <w:rPr>
                <w:rFonts w:ascii="Poppins" w:hAnsi="Poppins" w:cs="Poppins"/>
                <w:color w:val="000000"/>
              </w:rPr>
              <w:t>Corrente assorbita: 0,10 A</w:t>
            </w:r>
          </w:p>
          <w:p w14:paraId="7B8C7A1D" w14:textId="77777777" w:rsidR="00914249" w:rsidRPr="006B1ACC" w:rsidRDefault="00C2188A" w:rsidP="006B1ACC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B1ACC">
              <w:rPr>
                <w:rFonts w:ascii="Poppins" w:hAnsi="Poppins" w:cs="Poppins"/>
              </w:rPr>
              <w:lastRenderedPageBreak/>
              <w:t>Livello di potenza sonora med (</w:t>
            </w:r>
            <w:r w:rsidR="007F0804" w:rsidRPr="006B1ACC">
              <w:rPr>
                <w:rFonts w:ascii="Poppins" w:hAnsi="Poppins" w:cs="Poppins"/>
              </w:rPr>
              <w:t xml:space="preserve">min </w:t>
            </w:r>
            <w:r w:rsidR="003D0946" w:rsidRPr="006B1ACC">
              <w:rPr>
                <w:rFonts w:ascii="Poppins" w:hAnsi="Poppins" w:cs="Poppins"/>
              </w:rPr>
              <w:t xml:space="preserve"> - </w:t>
            </w:r>
            <w:r w:rsidR="007F0804" w:rsidRPr="006B1ACC">
              <w:rPr>
                <w:rFonts w:ascii="Poppins" w:hAnsi="Poppins" w:cs="Poppins"/>
              </w:rPr>
              <w:t>max</w:t>
            </w:r>
            <w:r w:rsidRPr="006B1ACC">
              <w:rPr>
                <w:rFonts w:ascii="Poppins" w:hAnsi="Poppins" w:cs="Poppins"/>
              </w:rPr>
              <w:t xml:space="preserve">): </w:t>
            </w:r>
            <w:r w:rsidR="00914249" w:rsidRPr="006B1ACC">
              <w:rPr>
                <w:rFonts w:ascii="Poppins" w:hAnsi="Poppins" w:cs="Poppins"/>
                <w:color w:val="000000"/>
              </w:rPr>
              <w:t>38 (29</w:t>
            </w:r>
            <w:r w:rsidR="003D0946" w:rsidRPr="006B1ACC">
              <w:rPr>
                <w:rFonts w:ascii="Poppins" w:hAnsi="Poppins" w:cs="Poppins"/>
                <w:color w:val="000000"/>
              </w:rPr>
              <w:t xml:space="preserve"> - </w:t>
            </w:r>
            <w:r w:rsidR="00914249" w:rsidRPr="006B1ACC">
              <w:rPr>
                <w:rFonts w:ascii="Poppins" w:hAnsi="Poppins" w:cs="Poppins"/>
                <w:color w:val="000000"/>
              </w:rPr>
              <w:t>48)</w:t>
            </w:r>
            <w:r w:rsidR="00914249" w:rsidRPr="006B1ACC">
              <w:rPr>
                <w:rFonts w:ascii="Poppins" w:hAnsi="Poppins" w:cs="Poppins"/>
              </w:rPr>
              <w:t xml:space="preserve"> dB(A)</w:t>
            </w:r>
          </w:p>
          <w:p w14:paraId="5735A6EA" w14:textId="55C3123C" w:rsidR="00914249" w:rsidRPr="006B1ACC" w:rsidRDefault="00C2188A" w:rsidP="006B1ACC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B1ACC">
              <w:rPr>
                <w:rFonts w:ascii="Poppins" w:hAnsi="Poppins" w:cs="Poppins"/>
              </w:rPr>
              <w:t>Livello di pressione sonora med (</w:t>
            </w:r>
            <w:r w:rsidR="007F0804" w:rsidRPr="006B1ACC">
              <w:rPr>
                <w:rFonts w:ascii="Poppins" w:hAnsi="Poppins" w:cs="Poppins"/>
              </w:rPr>
              <w:t xml:space="preserve">min </w:t>
            </w:r>
            <w:r w:rsidR="003D0946" w:rsidRPr="006B1ACC">
              <w:rPr>
                <w:rFonts w:ascii="Poppins" w:hAnsi="Poppins" w:cs="Poppins"/>
              </w:rPr>
              <w:t xml:space="preserve"> - </w:t>
            </w:r>
            <w:r w:rsidR="007F0804" w:rsidRPr="006B1ACC">
              <w:rPr>
                <w:rFonts w:ascii="Poppins" w:hAnsi="Poppins" w:cs="Poppins"/>
              </w:rPr>
              <w:t>max</w:t>
            </w:r>
            <w:r w:rsidRPr="006B1ACC">
              <w:rPr>
                <w:rFonts w:ascii="Poppins" w:hAnsi="Poppins" w:cs="Poppins"/>
              </w:rPr>
              <w:t xml:space="preserve">): </w:t>
            </w:r>
            <w:r w:rsidR="00914249" w:rsidRPr="006B1ACC">
              <w:rPr>
                <w:rFonts w:ascii="Poppins" w:hAnsi="Poppins" w:cs="Poppins"/>
              </w:rPr>
              <w:t>21 (12</w:t>
            </w:r>
            <w:r w:rsidR="003D0946" w:rsidRPr="006B1ACC">
              <w:rPr>
                <w:rFonts w:ascii="Poppins" w:hAnsi="Poppins" w:cs="Poppins"/>
              </w:rPr>
              <w:t xml:space="preserve"> - </w:t>
            </w:r>
            <w:r w:rsidR="00914249" w:rsidRPr="006B1ACC">
              <w:rPr>
                <w:rFonts w:ascii="Poppins" w:hAnsi="Poppins" w:cs="Poppins"/>
              </w:rPr>
              <w:t xml:space="preserve">31) dB(A) </w:t>
            </w:r>
            <w:r w:rsidR="003D0946" w:rsidRPr="006B1ACC">
              <w:rPr>
                <w:rFonts w:ascii="Poppins" w:hAnsi="Poppins" w:cs="Poppins"/>
              </w:rPr>
              <w:t xml:space="preserve"> - </w:t>
            </w:r>
            <w:r w:rsidR="00914249" w:rsidRPr="006B1ACC">
              <w:rPr>
                <w:rFonts w:ascii="Poppins" w:hAnsi="Poppins" w:cs="Poppins"/>
              </w:rPr>
              <w:t>valori riferiti a fattore di direzionalità pari a 2 in campo chiuso, costante d’ambiente 300 m2 e distanza pari a 5 m</w:t>
            </w:r>
          </w:p>
          <w:p w14:paraId="40514CEE" w14:textId="77777777" w:rsidR="00914249" w:rsidRPr="006B1ACC" w:rsidRDefault="00C2188A" w:rsidP="006B1ACC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B1ACC">
              <w:rPr>
                <w:rFonts w:ascii="Poppins" w:hAnsi="Poppins" w:cs="Poppins"/>
                <w:color w:val="000000"/>
              </w:rPr>
              <w:t xml:space="preserve">Dimensioni (LxHxP): </w:t>
            </w:r>
            <w:r w:rsidR="00914249" w:rsidRPr="006B1ACC">
              <w:rPr>
                <w:rFonts w:ascii="Poppins" w:hAnsi="Poppins" w:cs="Poppins"/>
                <w:color w:val="000000"/>
              </w:rPr>
              <w:t>902x335x128 mm</w:t>
            </w:r>
          </w:p>
          <w:p w14:paraId="0A010BD9" w14:textId="77777777" w:rsidR="00914249" w:rsidRPr="006B1ACC" w:rsidRDefault="00C2188A" w:rsidP="006B1ACC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B1ACC">
              <w:rPr>
                <w:rFonts w:ascii="Poppins" w:hAnsi="Poppins" w:cs="Poppins"/>
                <w:color w:val="000000"/>
              </w:rPr>
              <w:t>Peso:</w:t>
            </w:r>
            <w:r w:rsidR="00914249" w:rsidRPr="006B1ACC">
              <w:rPr>
                <w:rFonts w:ascii="Poppins" w:hAnsi="Poppins" w:cs="Poppins"/>
                <w:color w:val="000000"/>
              </w:rPr>
              <w:t xml:space="preserve"> 14 kg</w:t>
            </w:r>
          </w:p>
          <w:p w14:paraId="65303EF3" w14:textId="1A300759" w:rsidR="00914249" w:rsidRPr="006B1ACC" w:rsidRDefault="00914249" w:rsidP="006B1ACC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B1ACC">
              <w:rPr>
                <w:rFonts w:ascii="Poppins" w:hAnsi="Poppins" w:cs="Poppins"/>
                <w:color w:val="000000"/>
              </w:rPr>
              <w:t xml:space="preserve">Temperatura acqua </w:t>
            </w:r>
            <w:proofErr w:type="gramStart"/>
            <w:r w:rsidR="007F0804" w:rsidRPr="006B1ACC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6B1ACC">
              <w:rPr>
                <w:rFonts w:ascii="Poppins" w:hAnsi="Poppins" w:cs="Poppins"/>
                <w:color w:val="000000"/>
              </w:rPr>
              <w:t xml:space="preserve"> -</w:t>
            </w:r>
            <w:proofErr w:type="gramEnd"/>
            <w:r w:rsidR="003D0946" w:rsidRPr="006B1ACC">
              <w:rPr>
                <w:rFonts w:ascii="Poppins" w:hAnsi="Poppins" w:cs="Poppins"/>
                <w:color w:val="000000"/>
              </w:rPr>
              <w:t xml:space="preserve"> </w:t>
            </w:r>
            <w:r w:rsidR="007F0804" w:rsidRPr="006B1ACC">
              <w:rPr>
                <w:rFonts w:ascii="Poppins" w:hAnsi="Poppins" w:cs="Poppins"/>
                <w:color w:val="000000"/>
              </w:rPr>
              <w:t>max</w:t>
            </w:r>
            <w:r w:rsidRPr="006B1ACC">
              <w:rPr>
                <w:rFonts w:ascii="Poppins" w:hAnsi="Poppins" w:cs="Poppins"/>
                <w:color w:val="000000"/>
              </w:rPr>
              <w:t xml:space="preserve">: </w:t>
            </w:r>
            <w:r w:rsidR="00B051EA">
              <w:rPr>
                <w:rFonts w:ascii="Poppins" w:hAnsi="Poppins" w:cs="Poppins"/>
                <w:color w:val="000000"/>
              </w:rPr>
              <w:t>da 4 a 85 °C</w:t>
            </w:r>
          </w:p>
          <w:p w14:paraId="06EBD62F" w14:textId="0A6C16D3" w:rsidR="00914249" w:rsidRPr="006B1ACC" w:rsidRDefault="00914249" w:rsidP="006B1ACC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B1ACC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7F0804" w:rsidRPr="006B1ACC">
              <w:rPr>
                <w:rFonts w:ascii="Poppins" w:hAnsi="Poppins" w:cs="Poppins"/>
                <w:color w:val="000000"/>
              </w:rPr>
              <w:t>3/4”</w:t>
            </w:r>
            <w:r w:rsidRPr="006B1ACC">
              <w:rPr>
                <w:rFonts w:ascii="Poppins" w:hAnsi="Poppins" w:cs="Poppins"/>
                <w:color w:val="000000"/>
              </w:rPr>
              <w:t xml:space="preserve"> Eurocono, a sinistra</w:t>
            </w:r>
          </w:p>
          <w:p w14:paraId="20847DC0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15D8FCD4" w14:textId="45882D6F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914249">
              <w:rPr>
                <w:rFonts w:ascii="Poppins" w:hAnsi="Poppins" w:cs="Poppins"/>
                <w:b/>
              </w:rPr>
              <w:t xml:space="preserve">Marca </w:t>
            </w:r>
            <w:r w:rsidR="00542CF8">
              <w:rPr>
                <w:rFonts w:ascii="Poppins" w:hAnsi="Poppins" w:cs="Poppins"/>
                <w:b/>
              </w:rPr>
              <w:t>Emmeti</w:t>
            </w:r>
            <w:r w:rsidRPr="00914249">
              <w:rPr>
                <w:rFonts w:ascii="Poppins" w:hAnsi="Poppins" w:cs="Poppins"/>
                <w:b/>
              </w:rPr>
              <w:t xml:space="preserve"> – Modello </w:t>
            </w:r>
            <w:r w:rsidR="00A97AB3">
              <w:rPr>
                <w:rFonts w:ascii="Poppins" w:hAnsi="Poppins" w:cs="Poppins"/>
                <w:b/>
              </w:rPr>
              <w:t>Ventilconvettore</w:t>
            </w:r>
            <w:r w:rsidRPr="00914249">
              <w:rPr>
                <w:rFonts w:ascii="Poppins" w:hAnsi="Poppins" w:cs="Poppins"/>
                <w:b/>
              </w:rPr>
              <w:t xml:space="preserve"> SILENCE THIN ETWW 240 SZ o equivalente</w:t>
            </w:r>
            <w:r w:rsidR="006B1ACC">
              <w:rPr>
                <w:rFonts w:ascii="Poppins" w:hAnsi="Poppins" w:cs="Poppins"/>
                <w:b/>
              </w:rPr>
              <w:t>.</w:t>
            </w:r>
          </w:p>
        </w:tc>
      </w:tr>
      <w:tr w:rsidR="00914249" w:rsidRPr="00D5395B" w14:paraId="6555244E" w14:textId="77777777" w:rsidTr="008574C8">
        <w:tc>
          <w:tcPr>
            <w:tcW w:w="1208" w:type="dxa"/>
          </w:tcPr>
          <w:p w14:paraId="730DD598" w14:textId="77777777" w:rsidR="00914249" w:rsidRPr="00914249" w:rsidRDefault="00914249" w:rsidP="0091424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lastRenderedPageBreak/>
              <w:t>07523134</w:t>
            </w:r>
          </w:p>
        </w:tc>
        <w:tc>
          <w:tcPr>
            <w:tcW w:w="1867" w:type="dxa"/>
          </w:tcPr>
          <w:p w14:paraId="74C82EB6" w14:textId="77777777" w:rsidR="00F26DBC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Ventilconvettore</w:t>
            </w:r>
          </w:p>
          <w:p w14:paraId="3EB4FE1E" w14:textId="77777777" w:rsidR="00914249" w:rsidRPr="00914249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 xml:space="preserve">SILENCE THIN </w:t>
            </w:r>
            <w:r w:rsidR="00914249" w:rsidRPr="00914249">
              <w:rPr>
                <w:rFonts w:ascii="Poppins" w:hAnsi="Poppins" w:cs="Poppins"/>
                <w:sz w:val="20"/>
              </w:rPr>
              <w:t>ETWW 260 SZ</w:t>
            </w:r>
          </w:p>
        </w:tc>
        <w:tc>
          <w:tcPr>
            <w:tcW w:w="6525" w:type="dxa"/>
          </w:tcPr>
          <w:p w14:paraId="4085A46F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Ventilconvettore a parete, di tipo compatto, versione “Scheda THINW-TBK (TERMINAL BLOCK)”, con tecnologia DC-Inverter.</w:t>
            </w:r>
          </w:p>
          <w:p w14:paraId="62020080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Predisposto per il collegamento con termostato/i ambiente (fornito/i separatamente) TAE-15 (analogico) e TAD-15 (digitale) per controllo temperatura ambiente, settaggio velocità ventilatore, modalità di funzionamento.</w:t>
            </w:r>
          </w:p>
          <w:p w14:paraId="01DA27F6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293BCCB4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L’unità presenta il deflettore orizzontale con orientamento automatico del flusso dell’aria, filtro aria, raccordo scarico condensa, dima per fissaggio a muro.</w:t>
            </w:r>
          </w:p>
          <w:p w14:paraId="7628E20B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974A9DF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914249">
              <w:rPr>
                <w:rFonts w:ascii="Poppins" w:hAnsi="Poppins" w:cs="Poppins"/>
                <w:b/>
              </w:rPr>
              <w:t>Dati tecnici:</w:t>
            </w:r>
          </w:p>
          <w:p w14:paraId="2BA59CD1" w14:textId="77777777" w:rsidR="00914249" w:rsidRPr="001127A0" w:rsidRDefault="00914249" w:rsidP="001127A0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127A0">
              <w:rPr>
                <w:rFonts w:ascii="Poppins" w:hAnsi="Poppins" w:cs="Poppins"/>
                <w:color w:val="000000"/>
              </w:rPr>
              <w:t>Potenza frigorifera med (</w:t>
            </w:r>
            <w:r w:rsidR="007F0804" w:rsidRPr="001127A0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1127A0">
              <w:rPr>
                <w:rFonts w:ascii="Poppins" w:hAnsi="Poppins" w:cs="Poppins"/>
                <w:color w:val="000000"/>
              </w:rPr>
              <w:t xml:space="preserve"> - </w:t>
            </w:r>
            <w:r w:rsidR="007F0804" w:rsidRPr="001127A0">
              <w:rPr>
                <w:rFonts w:ascii="Poppins" w:hAnsi="Poppins" w:cs="Poppins"/>
                <w:color w:val="000000"/>
              </w:rPr>
              <w:t>max</w:t>
            </w:r>
            <w:r w:rsidRPr="001127A0">
              <w:rPr>
                <w:rFonts w:ascii="Poppins" w:hAnsi="Poppins" w:cs="Poppins"/>
                <w:color w:val="000000"/>
              </w:rPr>
              <w:t>): 1,03 (0,58</w:t>
            </w:r>
            <w:r w:rsidR="003D0946" w:rsidRPr="001127A0">
              <w:rPr>
                <w:rFonts w:ascii="Poppins" w:hAnsi="Poppins" w:cs="Poppins"/>
                <w:color w:val="000000"/>
              </w:rPr>
              <w:t xml:space="preserve"> - </w:t>
            </w:r>
            <w:r w:rsidRPr="001127A0">
              <w:rPr>
                <w:rFonts w:ascii="Poppins" w:hAnsi="Poppins" w:cs="Poppins"/>
                <w:color w:val="000000"/>
              </w:rPr>
              <w:t>1,65) kW</w:t>
            </w:r>
          </w:p>
          <w:p w14:paraId="0B7DB860" w14:textId="77777777" w:rsidR="00914249" w:rsidRPr="001127A0" w:rsidRDefault="007F0804" w:rsidP="001127A0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1127A0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1127A0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1127A0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1127A0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1127A0">
              <w:rPr>
                <w:rFonts w:ascii="Poppins" w:hAnsi="Poppins" w:cs="Poppins"/>
                <w:color w:val="000000"/>
                <w:lang w:val="sv-SE"/>
              </w:rPr>
              <w:t xml:space="preserve">max): 177 (99 </w:t>
            </w:r>
            <w:r w:rsidR="003D0946" w:rsidRPr="001127A0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1127A0">
              <w:rPr>
                <w:rFonts w:ascii="Poppins" w:hAnsi="Poppins" w:cs="Poppins"/>
                <w:color w:val="000000"/>
                <w:lang w:val="sv-SE"/>
              </w:rPr>
              <w:t>283) l/h</w:t>
            </w:r>
          </w:p>
          <w:p w14:paraId="15EB5994" w14:textId="61E8F7D9" w:rsidR="00914249" w:rsidRPr="001127A0" w:rsidRDefault="007F0804" w:rsidP="001127A0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1127A0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1127A0">
              <w:rPr>
                <w:rFonts w:ascii="Poppins" w:hAnsi="Poppins" w:cs="Poppins"/>
                <w:color w:val="000000"/>
              </w:rPr>
              <w:t xml:space="preserve"> - </w:t>
            </w:r>
            <w:r w:rsidRPr="001127A0">
              <w:rPr>
                <w:rFonts w:ascii="Poppins" w:hAnsi="Poppins" w:cs="Poppins"/>
                <w:color w:val="000000"/>
              </w:rPr>
              <w:t xml:space="preserve">max): 4,8 (3,9 </w:t>
            </w:r>
            <w:r w:rsidR="003D0946" w:rsidRPr="001127A0">
              <w:rPr>
                <w:rFonts w:ascii="Poppins" w:hAnsi="Poppins" w:cs="Poppins"/>
                <w:color w:val="000000"/>
              </w:rPr>
              <w:t xml:space="preserve"> - </w:t>
            </w:r>
            <w:r w:rsidRPr="001127A0">
              <w:rPr>
                <w:rFonts w:ascii="Poppins" w:hAnsi="Poppins" w:cs="Poppins"/>
                <w:color w:val="000000"/>
              </w:rPr>
              <w:t>5,7) kPa</w:t>
            </w:r>
            <w:r w:rsidR="001127A0" w:rsidRPr="001127A0">
              <w:rPr>
                <w:rFonts w:ascii="Poppins" w:hAnsi="Poppins" w:cs="Poppins"/>
                <w:color w:val="000000"/>
              </w:rPr>
              <w:t xml:space="preserve"> </w:t>
            </w:r>
            <w:r w:rsidR="00BF210C" w:rsidRPr="001127A0">
              <w:rPr>
                <w:rFonts w:ascii="Poppins" w:hAnsi="Poppins" w:cs="Poppins"/>
              </w:rPr>
              <w:t>(temperatura acqua 7°C Dt 5°C; temperatura aria 27 °C b.s./19 °C b.u.)</w:t>
            </w:r>
          </w:p>
          <w:p w14:paraId="00D84DA0" w14:textId="77777777" w:rsidR="00914249" w:rsidRPr="001127A0" w:rsidRDefault="007F0804" w:rsidP="001127A0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127A0">
              <w:rPr>
                <w:rFonts w:ascii="Poppins" w:hAnsi="Poppins" w:cs="Poppins"/>
                <w:color w:val="000000"/>
              </w:rPr>
              <w:t xml:space="preserve">Potenza termica med (min </w:t>
            </w:r>
            <w:r w:rsidR="003D0946" w:rsidRPr="001127A0">
              <w:rPr>
                <w:rFonts w:ascii="Poppins" w:hAnsi="Poppins" w:cs="Poppins"/>
                <w:color w:val="000000"/>
              </w:rPr>
              <w:t xml:space="preserve"> - </w:t>
            </w:r>
            <w:r w:rsidRPr="001127A0">
              <w:rPr>
                <w:rFonts w:ascii="Poppins" w:hAnsi="Poppins" w:cs="Poppins"/>
                <w:color w:val="000000"/>
              </w:rPr>
              <w:t>max): 1,26 (0,66</w:t>
            </w:r>
            <w:r w:rsidR="003D0946" w:rsidRPr="001127A0">
              <w:rPr>
                <w:rFonts w:ascii="Poppins" w:hAnsi="Poppins" w:cs="Poppins"/>
                <w:color w:val="000000"/>
              </w:rPr>
              <w:t xml:space="preserve"> - </w:t>
            </w:r>
            <w:r w:rsidRPr="001127A0">
              <w:rPr>
                <w:rFonts w:ascii="Poppins" w:hAnsi="Poppins" w:cs="Poppins"/>
                <w:color w:val="000000"/>
              </w:rPr>
              <w:t>1,80) kW</w:t>
            </w:r>
          </w:p>
          <w:p w14:paraId="052691D9" w14:textId="77777777" w:rsidR="00914249" w:rsidRPr="001127A0" w:rsidRDefault="007F0804" w:rsidP="001127A0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1127A0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1127A0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1127A0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1127A0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1127A0">
              <w:rPr>
                <w:rFonts w:ascii="Poppins" w:hAnsi="Poppins" w:cs="Poppins"/>
                <w:color w:val="000000"/>
                <w:lang w:val="sv-SE"/>
              </w:rPr>
              <w:t xml:space="preserve">max): 217 (113 </w:t>
            </w:r>
            <w:r w:rsidR="003D0946" w:rsidRPr="001127A0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1127A0">
              <w:rPr>
                <w:rFonts w:ascii="Poppins" w:hAnsi="Poppins" w:cs="Poppins"/>
                <w:color w:val="000000"/>
                <w:lang w:val="sv-SE"/>
              </w:rPr>
              <w:t>310) l/h</w:t>
            </w:r>
          </w:p>
          <w:p w14:paraId="66E28592" w14:textId="4773C839" w:rsidR="00914249" w:rsidRPr="001127A0" w:rsidRDefault="007F0804" w:rsidP="001127A0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1127A0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1127A0">
              <w:rPr>
                <w:rFonts w:ascii="Poppins" w:hAnsi="Poppins" w:cs="Poppins"/>
                <w:color w:val="000000"/>
              </w:rPr>
              <w:t xml:space="preserve"> - </w:t>
            </w:r>
            <w:r w:rsidRPr="001127A0">
              <w:rPr>
                <w:rFonts w:ascii="Poppins" w:hAnsi="Poppins" w:cs="Poppins"/>
                <w:color w:val="000000"/>
              </w:rPr>
              <w:t xml:space="preserve">max): 3,5 (2,8 </w:t>
            </w:r>
            <w:r w:rsidR="003D0946" w:rsidRPr="001127A0">
              <w:rPr>
                <w:rFonts w:ascii="Poppins" w:hAnsi="Poppins" w:cs="Poppins"/>
                <w:color w:val="000000"/>
              </w:rPr>
              <w:t xml:space="preserve"> - </w:t>
            </w:r>
            <w:r w:rsidRPr="001127A0">
              <w:rPr>
                <w:rFonts w:ascii="Poppins" w:hAnsi="Poppins" w:cs="Poppins"/>
                <w:color w:val="000000"/>
              </w:rPr>
              <w:t>4,0) kPa</w:t>
            </w:r>
            <w:r w:rsidR="001127A0" w:rsidRPr="001127A0">
              <w:rPr>
                <w:rFonts w:ascii="Poppins" w:hAnsi="Poppins" w:cs="Poppins"/>
                <w:color w:val="000000"/>
              </w:rPr>
              <w:t xml:space="preserve"> </w:t>
            </w:r>
            <w:r w:rsidR="00BF210C" w:rsidRPr="001127A0">
              <w:rPr>
                <w:rFonts w:ascii="Poppins" w:hAnsi="Poppins" w:cs="Poppins"/>
              </w:rPr>
              <w:t>(temperatura acqua 45°C Dt 5°C; temperatura aria 20 °C)</w:t>
            </w:r>
          </w:p>
          <w:p w14:paraId="1B2B1296" w14:textId="77777777" w:rsidR="00914249" w:rsidRPr="001127A0" w:rsidRDefault="007F0804" w:rsidP="001127A0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1127A0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1127A0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1127A0">
              <w:rPr>
                <w:rFonts w:ascii="Poppins" w:hAnsi="Poppins" w:cs="Poppins"/>
                <w:color w:val="000000"/>
                <w:lang w:val="sv-SE"/>
              </w:rPr>
              <w:t xml:space="preserve">aria med (min </w:t>
            </w:r>
            <w:r w:rsidR="003D0946" w:rsidRPr="001127A0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1127A0">
              <w:rPr>
                <w:rFonts w:ascii="Poppins" w:hAnsi="Poppins" w:cs="Poppins"/>
                <w:color w:val="000000"/>
                <w:lang w:val="sv-SE"/>
              </w:rPr>
              <w:t xml:space="preserve">max): </w:t>
            </w:r>
            <w:r w:rsidR="00914249" w:rsidRPr="001127A0">
              <w:rPr>
                <w:rFonts w:ascii="Poppins" w:hAnsi="Poppins" w:cs="Poppins"/>
                <w:color w:val="000000"/>
                <w:lang w:val="sv-SE"/>
              </w:rPr>
              <w:t>229 (124</w:t>
            </w:r>
            <w:r w:rsidR="003D0946" w:rsidRPr="001127A0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="00914249" w:rsidRPr="001127A0">
              <w:rPr>
                <w:rFonts w:ascii="Poppins" w:hAnsi="Poppins" w:cs="Poppins"/>
                <w:color w:val="000000"/>
                <w:lang w:val="sv-SE"/>
              </w:rPr>
              <w:t>331) m3/h</w:t>
            </w:r>
          </w:p>
          <w:p w14:paraId="5E74CCDF" w14:textId="77777777" w:rsidR="00914249" w:rsidRPr="001127A0" w:rsidRDefault="00BF210C" w:rsidP="001127A0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127A0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41E472AF" w14:textId="77777777" w:rsidR="00914249" w:rsidRPr="001127A0" w:rsidRDefault="007F0804" w:rsidP="001127A0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127A0">
              <w:rPr>
                <w:rFonts w:ascii="Poppins" w:hAnsi="Poppins" w:cs="Poppins"/>
                <w:color w:val="000000"/>
              </w:rPr>
              <w:t xml:space="preserve">Potenza massima assorbita: </w:t>
            </w:r>
            <w:r w:rsidR="00914249" w:rsidRPr="001127A0">
              <w:rPr>
                <w:rFonts w:ascii="Poppins" w:hAnsi="Poppins" w:cs="Poppins"/>
                <w:color w:val="000000"/>
              </w:rPr>
              <w:t>15 W</w:t>
            </w:r>
          </w:p>
          <w:p w14:paraId="74107E16" w14:textId="77777777" w:rsidR="00914249" w:rsidRPr="001127A0" w:rsidRDefault="007F0804" w:rsidP="001127A0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127A0">
              <w:rPr>
                <w:rFonts w:ascii="Poppins" w:hAnsi="Poppins" w:cs="Poppins"/>
                <w:color w:val="000000"/>
              </w:rPr>
              <w:t xml:space="preserve">Corrente assorbita: </w:t>
            </w:r>
            <w:r w:rsidR="00914249" w:rsidRPr="001127A0">
              <w:rPr>
                <w:rFonts w:ascii="Poppins" w:hAnsi="Poppins" w:cs="Poppins"/>
                <w:color w:val="000000"/>
              </w:rPr>
              <w:t>0,12 A</w:t>
            </w:r>
          </w:p>
          <w:p w14:paraId="37C1FC04" w14:textId="77777777" w:rsidR="00914249" w:rsidRPr="001127A0" w:rsidRDefault="00C2188A" w:rsidP="001127A0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1127A0">
              <w:rPr>
                <w:rFonts w:ascii="Poppins" w:hAnsi="Poppins" w:cs="Poppins"/>
              </w:rPr>
              <w:lastRenderedPageBreak/>
              <w:t>Livello di potenza sonora med (</w:t>
            </w:r>
            <w:r w:rsidR="007F0804" w:rsidRPr="001127A0">
              <w:rPr>
                <w:rFonts w:ascii="Poppins" w:hAnsi="Poppins" w:cs="Poppins"/>
              </w:rPr>
              <w:t xml:space="preserve">min </w:t>
            </w:r>
            <w:r w:rsidR="003D0946" w:rsidRPr="001127A0">
              <w:rPr>
                <w:rFonts w:ascii="Poppins" w:hAnsi="Poppins" w:cs="Poppins"/>
              </w:rPr>
              <w:t xml:space="preserve"> - </w:t>
            </w:r>
            <w:r w:rsidR="007F0804" w:rsidRPr="001127A0">
              <w:rPr>
                <w:rFonts w:ascii="Poppins" w:hAnsi="Poppins" w:cs="Poppins"/>
              </w:rPr>
              <w:t>max</w:t>
            </w:r>
            <w:r w:rsidRPr="001127A0">
              <w:rPr>
                <w:rFonts w:ascii="Poppins" w:hAnsi="Poppins" w:cs="Poppins"/>
              </w:rPr>
              <w:t xml:space="preserve">): </w:t>
            </w:r>
            <w:r w:rsidR="00914249" w:rsidRPr="001127A0">
              <w:rPr>
                <w:rFonts w:ascii="Poppins" w:hAnsi="Poppins" w:cs="Poppins"/>
                <w:color w:val="000000"/>
              </w:rPr>
              <w:t>39 (29</w:t>
            </w:r>
            <w:r w:rsidR="003D0946" w:rsidRPr="001127A0">
              <w:rPr>
                <w:rFonts w:ascii="Poppins" w:hAnsi="Poppins" w:cs="Poppins"/>
                <w:color w:val="000000"/>
              </w:rPr>
              <w:t xml:space="preserve"> - </w:t>
            </w:r>
            <w:r w:rsidR="00914249" w:rsidRPr="001127A0">
              <w:rPr>
                <w:rFonts w:ascii="Poppins" w:hAnsi="Poppins" w:cs="Poppins"/>
                <w:color w:val="000000"/>
              </w:rPr>
              <w:t>49)</w:t>
            </w:r>
            <w:r w:rsidR="00914249" w:rsidRPr="001127A0">
              <w:rPr>
                <w:rFonts w:ascii="Poppins" w:hAnsi="Poppins" w:cs="Poppins"/>
              </w:rPr>
              <w:t xml:space="preserve"> dB(A)</w:t>
            </w:r>
          </w:p>
          <w:p w14:paraId="27EE0031" w14:textId="76A20CE5" w:rsidR="00914249" w:rsidRPr="001127A0" w:rsidRDefault="00C2188A" w:rsidP="001127A0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1127A0">
              <w:rPr>
                <w:rFonts w:ascii="Poppins" w:hAnsi="Poppins" w:cs="Poppins"/>
              </w:rPr>
              <w:t>Livello di pressione sonora med (</w:t>
            </w:r>
            <w:r w:rsidR="007F0804" w:rsidRPr="001127A0">
              <w:rPr>
                <w:rFonts w:ascii="Poppins" w:hAnsi="Poppins" w:cs="Poppins"/>
              </w:rPr>
              <w:t xml:space="preserve">min </w:t>
            </w:r>
            <w:r w:rsidR="003D0946" w:rsidRPr="001127A0">
              <w:rPr>
                <w:rFonts w:ascii="Poppins" w:hAnsi="Poppins" w:cs="Poppins"/>
              </w:rPr>
              <w:t xml:space="preserve"> - </w:t>
            </w:r>
            <w:r w:rsidR="007F0804" w:rsidRPr="001127A0">
              <w:rPr>
                <w:rFonts w:ascii="Poppins" w:hAnsi="Poppins" w:cs="Poppins"/>
              </w:rPr>
              <w:t>max</w:t>
            </w:r>
            <w:r w:rsidRPr="001127A0">
              <w:rPr>
                <w:rFonts w:ascii="Poppins" w:hAnsi="Poppins" w:cs="Poppins"/>
              </w:rPr>
              <w:t xml:space="preserve">): </w:t>
            </w:r>
            <w:r w:rsidR="00914249" w:rsidRPr="001127A0">
              <w:rPr>
                <w:rFonts w:ascii="Poppins" w:hAnsi="Poppins" w:cs="Poppins"/>
              </w:rPr>
              <w:t>22 (12</w:t>
            </w:r>
            <w:r w:rsidR="003D0946" w:rsidRPr="001127A0">
              <w:rPr>
                <w:rFonts w:ascii="Poppins" w:hAnsi="Poppins" w:cs="Poppins"/>
              </w:rPr>
              <w:t xml:space="preserve"> - </w:t>
            </w:r>
            <w:r w:rsidR="00914249" w:rsidRPr="001127A0">
              <w:rPr>
                <w:rFonts w:ascii="Poppins" w:hAnsi="Poppins" w:cs="Poppins"/>
              </w:rPr>
              <w:t xml:space="preserve">32) dB(A) </w:t>
            </w:r>
            <w:r w:rsidR="003D0946" w:rsidRPr="001127A0">
              <w:rPr>
                <w:rFonts w:ascii="Poppins" w:hAnsi="Poppins" w:cs="Poppins"/>
              </w:rPr>
              <w:t xml:space="preserve"> - </w:t>
            </w:r>
            <w:r w:rsidR="00914249" w:rsidRPr="001127A0">
              <w:rPr>
                <w:rFonts w:ascii="Poppins" w:hAnsi="Poppins" w:cs="Poppins"/>
              </w:rPr>
              <w:t>valori riferiti a fattore di direzionalità pari a 2 in campo chiuso, costante d’ambiente 300 m2 e distanza pari a 5 m</w:t>
            </w:r>
          </w:p>
          <w:p w14:paraId="708A305D" w14:textId="77777777" w:rsidR="00914249" w:rsidRPr="001127A0" w:rsidRDefault="00C2188A" w:rsidP="001127A0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127A0">
              <w:rPr>
                <w:rFonts w:ascii="Poppins" w:hAnsi="Poppins" w:cs="Poppins"/>
                <w:color w:val="000000"/>
              </w:rPr>
              <w:t xml:space="preserve">Dimensioni (LxHxP): </w:t>
            </w:r>
            <w:r w:rsidR="00914249" w:rsidRPr="001127A0">
              <w:rPr>
                <w:rFonts w:ascii="Poppins" w:hAnsi="Poppins" w:cs="Poppins"/>
                <w:color w:val="000000"/>
              </w:rPr>
              <w:t>1102x335x128 mm</w:t>
            </w:r>
          </w:p>
          <w:p w14:paraId="006E5474" w14:textId="77777777" w:rsidR="00914249" w:rsidRPr="001127A0" w:rsidRDefault="00C2188A" w:rsidP="001127A0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127A0">
              <w:rPr>
                <w:rFonts w:ascii="Poppins" w:hAnsi="Poppins" w:cs="Poppins"/>
                <w:color w:val="000000"/>
              </w:rPr>
              <w:t>Peso:</w:t>
            </w:r>
            <w:r w:rsidR="00914249" w:rsidRPr="001127A0">
              <w:rPr>
                <w:rFonts w:ascii="Poppins" w:hAnsi="Poppins" w:cs="Poppins"/>
                <w:color w:val="000000"/>
              </w:rPr>
              <w:t xml:space="preserve"> 16 kg</w:t>
            </w:r>
          </w:p>
          <w:p w14:paraId="23AA9293" w14:textId="70139753" w:rsidR="00914249" w:rsidRPr="001127A0" w:rsidRDefault="00914249" w:rsidP="001127A0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127A0">
              <w:rPr>
                <w:rFonts w:ascii="Poppins" w:hAnsi="Poppins" w:cs="Poppins"/>
                <w:color w:val="000000"/>
              </w:rPr>
              <w:t xml:space="preserve">Temperatura acqua </w:t>
            </w:r>
            <w:proofErr w:type="gramStart"/>
            <w:r w:rsidR="007F0804" w:rsidRPr="001127A0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1127A0">
              <w:rPr>
                <w:rFonts w:ascii="Poppins" w:hAnsi="Poppins" w:cs="Poppins"/>
                <w:color w:val="000000"/>
              </w:rPr>
              <w:t xml:space="preserve"> -</w:t>
            </w:r>
            <w:proofErr w:type="gramEnd"/>
            <w:r w:rsidR="003D0946" w:rsidRPr="001127A0">
              <w:rPr>
                <w:rFonts w:ascii="Poppins" w:hAnsi="Poppins" w:cs="Poppins"/>
                <w:color w:val="000000"/>
              </w:rPr>
              <w:t xml:space="preserve"> </w:t>
            </w:r>
            <w:r w:rsidR="007F0804" w:rsidRPr="001127A0">
              <w:rPr>
                <w:rFonts w:ascii="Poppins" w:hAnsi="Poppins" w:cs="Poppins"/>
                <w:color w:val="000000"/>
              </w:rPr>
              <w:t>max</w:t>
            </w:r>
            <w:r w:rsidRPr="001127A0">
              <w:rPr>
                <w:rFonts w:ascii="Poppins" w:hAnsi="Poppins" w:cs="Poppins"/>
                <w:color w:val="000000"/>
              </w:rPr>
              <w:t xml:space="preserve">: </w:t>
            </w:r>
            <w:r w:rsidR="00B051EA">
              <w:rPr>
                <w:rFonts w:ascii="Poppins" w:hAnsi="Poppins" w:cs="Poppins"/>
                <w:color w:val="000000"/>
              </w:rPr>
              <w:t>da 4 a 85 °C</w:t>
            </w:r>
          </w:p>
          <w:p w14:paraId="61C5E03A" w14:textId="31A41F0B" w:rsidR="00914249" w:rsidRPr="001127A0" w:rsidRDefault="00914249" w:rsidP="001127A0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127A0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7F0804" w:rsidRPr="001127A0">
              <w:rPr>
                <w:rFonts w:ascii="Poppins" w:hAnsi="Poppins" w:cs="Poppins"/>
                <w:color w:val="000000"/>
              </w:rPr>
              <w:t>3/4”</w:t>
            </w:r>
            <w:r w:rsidRPr="001127A0">
              <w:rPr>
                <w:rFonts w:ascii="Poppins" w:hAnsi="Poppins" w:cs="Poppins"/>
                <w:color w:val="000000"/>
              </w:rPr>
              <w:t xml:space="preserve"> Eurocono, a sinistra</w:t>
            </w:r>
          </w:p>
          <w:p w14:paraId="7F37F9B4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217374D0" w14:textId="6016CC0A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914249">
              <w:rPr>
                <w:rFonts w:ascii="Poppins" w:hAnsi="Poppins" w:cs="Poppins"/>
                <w:b/>
              </w:rPr>
              <w:t xml:space="preserve">Marca </w:t>
            </w:r>
            <w:r w:rsidR="00542CF8">
              <w:rPr>
                <w:rFonts w:ascii="Poppins" w:hAnsi="Poppins" w:cs="Poppins"/>
                <w:b/>
              </w:rPr>
              <w:t>Emmeti</w:t>
            </w:r>
            <w:r w:rsidRPr="00914249">
              <w:rPr>
                <w:rFonts w:ascii="Poppins" w:hAnsi="Poppins" w:cs="Poppins"/>
                <w:b/>
              </w:rPr>
              <w:t xml:space="preserve"> – Modello </w:t>
            </w:r>
            <w:r w:rsidR="00A97AB3">
              <w:rPr>
                <w:rFonts w:ascii="Poppins" w:hAnsi="Poppins" w:cs="Poppins"/>
                <w:b/>
              </w:rPr>
              <w:t>Ventilconvettore</w:t>
            </w:r>
            <w:r w:rsidRPr="00914249">
              <w:rPr>
                <w:rFonts w:ascii="Poppins" w:hAnsi="Poppins" w:cs="Poppins"/>
                <w:b/>
              </w:rPr>
              <w:t xml:space="preserve"> SILENCE THIN ETWW 260 SZ o equivalente</w:t>
            </w:r>
            <w:r w:rsidR="001127A0">
              <w:rPr>
                <w:rFonts w:ascii="Poppins" w:hAnsi="Poppins" w:cs="Poppins"/>
                <w:b/>
              </w:rPr>
              <w:t>.</w:t>
            </w:r>
          </w:p>
        </w:tc>
      </w:tr>
      <w:tr w:rsidR="00914249" w:rsidRPr="00D5395B" w14:paraId="1D79A9DD" w14:textId="77777777" w:rsidTr="008574C8">
        <w:tc>
          <w:tcPr>
            <w:tcW w:w="1208" w:type="dxa"/>
          </w:tcPr>
          <w:p w14:paraId="0E5EAEE3" w14:textId="77777777" w:rsidR="00914249" w:rsidRPr="00914249" w:rsidRDefault="00914249" w:rsidP="0091424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lastRenderedPageBreak/>
              <w:t>07523144</w:t>
            </w:r>
          </w:p>
        </w:tc>
        <w:tc>
          <w:tcPr>
            <w:tcW w:w="1867" w:type="dxa"/>
          </w:tcPr>
          <w:p w14:paraId="6167F92E" w14:textId="77777777" w:rsidR="00F26DBC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Ventilconvettore</w:t>
            </w:r>
          </w:p>
          <w:p w14:paraId="6CCF34D2" w14:textId="77777777" w:rsidR="00914249" w:rsidRPr="00914249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 xml:space="preserve">SILENCE THIN </w:t>
            </w:r>
            <w:r w:rsidR="00914249" w:rsidRPr="00914249">
              <w:rPr>
                <w:rFonts w:ascii="Poppins" w:hAnsi="Poppins" w:cs="Poppins"/>
                <w:sz w:val="20"/>
              </w:rPr>
              <w:t>ETWW 280 SZ</w:t>
            </w:r>
          </w:p>
        </w:tc>
        <w:tc>
          <w:tcPr>
            <w:tcW w:w="6525" w:type="dxa"/>
          </w:tcPr>
          <w:p w14:paraId="642A57B2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Ventilconvettore a parete, di tipo compatto, versione “Scheda THINW-TBK (TERMINAL BLOCK)”, con tecnologia DC-Inverter.</w:t>
            </w:r>
          </w:p>
          <w:p w14:paraId="477327CC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Predisposto per il collegamento con termostato/i ambiente (fornito/i separatamente) TAE-15 (analogico) e TAD-15 (digitale) per controllo temperatura ambiente, settaggio velocità ventilatore, modalità di funzionamento.</w:t>
            </w:r>
          </w:p>
          <w:p w14:paraId="27CA98AC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224FD6FA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L’unità presenta il deflettore orizzontale con orientamento automatico del flusso dell’aria, filtro aria, raccordo scarico condensa, dima per fissaggio a muro.</w:t>
            </w:r>
          </w:p>
          <w:p w14:paraId="6BF6FC26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D343B02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914249">
              <w:rPr>
                <w:rFonts w:ascii="Poppins" w:hAnsi="Poppins" w:cs="Poppins"/>
                <w:b/>
              </w:rPr>
              <w:t>Dati tecnici:</w:t>
            </w:r>
          </w:p>
          <w:p w14:paraId="57C8A9A5" w14:textId="77777777" w:rsidR="00914249" w:rsidRPr="0055794D" w:rsidRDefault="00914249" w:rsidP="0055794D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5794D">
              <w:rPr>
                <w:rFonts w:ascii="Poppins" w:hAnsi="Poppins" w:cs="Poppins"/>
                <w:color w:val="000000"/>
              </w:rPr>
              <w:t>Potenza frigorifera med (</w:t>
            </w:r>
            <w:r w:rsidR="007F0804" w:rsidRPr="0055794D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55794D">
              <w:rPr>
                <w:rFonts w:ascii="Poppins" w:hAnsi="Poppins" w:cs="Poppins"/>
                <w:color w:val="000000"/>
              </w:rPr>
              <w:t xml:space="preserve"> - </w:t>
            </w:r>
            <w:r w:rsidR="007F0804" w:rsidRPr="0055794D">
              <w:rPr>
                <w:rFonts w:ascii="Poppins" w:hAnsi="Poppins" w:cs="Poppins"/>
                <w:color w:val="000000"/>
              </w:rPr>
              <w:t>max</w:t>
            </w:r>
            <w:r w:rsidRPr="0055794D">
              <w:rPr>
                <w:rFonts w:ascii="Poppins" w:hAnsi="Poppins" w:cs="Poppins"/>
                <w:color w:val="000000"/>
              </w:rPr>
              <w:t>): 1,75 (0,91</w:t>
            </w:r>
            <w:r w:rsidR="003D0946" w:rsidRPr="0055794D">
              <w:rPr>
                <w:rFonts w:ascii="Poppins" w:hAnsi="Poppins" w:cs="Poppins"/>
                <w:color w:val="000000"/>
              </w:rPr>
              <w:t xml:space="preserve"> - </w:t>
            </w:r>
            <w:r w:rsidRPr="0055794D">
              <w:rPr>
                <w:rFonts w:ascii="Poppins" w:hAnsi="Poppins" w:cs="Poppins"/>
                <w:color w:val="000000"/>
              </w:rPr>
              <w:t>2,31) kW</w:t>
            </w:r>
          </w:p>
          <w:p w14:paraId="48210AC3" w14:textId="77777777" w:rsidR="00914249" w:rsidRPr="0055794D" w:rsidRDefault="00395ABD" w:rsidP="0055794D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5794D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55794D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55794D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55794D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55794D">
              <w:rPr>
                <w:rFonts w:ascii="Poppins" w:hAnsi="Poppins" w:cs="Poppins"/>
                <w:color w:val="000000"/>
                <w:lang w:val="sv-SE"/>
              </w:rPr>
              <w:t xml:space="preserve">max): 300 (157 </w:t>
            </w:r>
            <w:r w:rsidR="003D0946" w:rsidRPr="0055794D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55794D">
              <w:rPr>
                <w:rFonts w:ascii="Poppins" w:hAnsi="Poppins" w:cs="Poppins"/>
                <w:color w:val="000000"/>
                <w:lang w:val="sv-SE"/>
              </w:rPr>
              <w:t>397) l/h</w:t>
            </w:r>
          </w:p>
          <w:p w14:paraId="369ECFAA" w14:textId="323D3CC4" w:rsidR="00914249" w:rsidRPr="0055794D" w:rsidRDefault="00395ABD" w:rsidP="0055794D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5794D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55794D">
              <w:rPr>
                <w:rFonts w:ascii="Poppins" w:hAnsi="Poppins" w:cs="Poppins"/>
                <w:color w:val="000000"/>
              </w:rPr>
              <w:t xml:space="preserve"> - </w:t>
            </w:r>
            <w:r w:rsidRPr="0055794D">
              <w:rPr>
                <w:rFonts w:ascii="Poppins" w:hAnsi="Poppins" w:cs="Poppins"/>
                <w:color w:val="000000"/>
              </w:rPr>
              <w:t xml:space="preserve">max): 4,2 (1,3 </w:t>
            </w:r>
            <w:r w:rsidR="003D0946" w:rsidRPr="0055794D">
              <w:rPr>
                <w:rFonts w:ascii="Poppins" w:hAnsi="Poppins" w:cs="Poppins"/>
                <w:color w:val="000000"/>
              </w:rPr>
              <w:t xml:space="preserve"> - </w:t>
            </w:r>
            <w:r w:rsidRPr="0055794D">
              <w:rPr>
                <w:rFonts w:ascii="Poppins" w:hAnsi="Poppins" w:cs="Poppins"/>
                <w:color w:val="000000"/>
              </w:rPr>
              <w:t>6,9) kPa</w:t>
            </w:r>
            <w:r w:rsidR="0055794D" w:rsidRPr="0055794D">
              <w:rPr>
                <w:rFonts w:ascii="Poppins" w:hAnsi="Poppins" w:cs="Poppins"/>
                <w:color w:val="000000"/>
              </w:rPr>
              <w:t xml:space="preserve"> </w:t>
            </w:r>
            <w:r w:rsidR="00BF210C" w:rsidRPr="0055794D">
              <w:rPr>
                <w:rFonts w:ascii="Poppins" w:hAnsi="Poppins" w:cs="Poppins"/>
              </w:rPr>
              <w:t>(temperatura acqua 7°C Dt 5°C; temperatura aria 27 °C b.s./19 °C b.u.)</w:t>
            </w:r>
          </w:p>
          <w:p w14:paraId="0591882D" w14:textId="77777777" w:rsidR="00914249" w:rsidRPr="0055794D" w:rsidRDefault="00395ABD" w:rsidP="0055794D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5794D">
              <w:rPr>
                <w:rFonts w:ascii="Poppins" w:hAnsi="Poppins" w:cs="Poppins"/>
                <w:color w:val="000000"/>
              </w:rPr>
              <w:t xml:space="preserve">Potenza termica med (min </w:t>
            </w:r>
            <w:r w:rsidR="003D0946" w:rsidRPr="0055794D">
              <w:rPr>
                <w:rFonts w:ascii="Poppins" w:hAnsi="Poppins" w:cs="Poppins"/>
                <w:color w:val="000000"/>
              </w:rPr>
              <w:t xml:space="preserve"> - </w:t>
            </w:r>
            <w:r w:rsidRPr="0055794D">
              <w:rPr>
                <w:rFonts w:ascii="Poppins" w:hAnsi="Poppins" w:cs="Poppins"/>
                <w:color w:val="000000"/>
              </w:rPr>
              <w:t>max): 1,98 (0,96</w:t>
            </w:r>
            <w:r w:rsidR="003D0946" w:rsidRPr="0055794D">
              <w:rPr>
                <w:rFonts w:ascii="Poppins" w:hAnsi="Poppins" w:cs="Poppins"/>
                <w:color w:val="000000"/>
              </w:rPr>
              <w:t xml:space="preserve"> - </w:t>
            </w:r>
            <w:r w:rsidRPr="0055794D">
              <w:rPr>
                <w:rFonts w:ascii="Poppins" w:hAnsi="Poppins" w:cs="Poppins"/>
                <w:color w:val="000000"/>
              </w:rPr>
              <w:t>2,60) kW</w:t>
            </w:r>
          </w:p>
          <w:p w14:paraId="3B21CA8A" w14:textId="77777777" w:rsidR="00914249" w:rsidRPr="0055794D" w:rsidRDefault="00395ABD" w:rsidP="0055794D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5794D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55794D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55794D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55794D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55794D">
              <w:rPr>
                <w:rFonts w:ascii="Poppins" w:hAnsi="Poppins" w:cs="Poppins"/>
                <w:color w:val="000000"/>
                <w:lang w:val="sv-SE"/>
              </w:rPr>
              <w:t xml:space="preserve">max): 341 (165 </w:t>
            </w:r>
            <w:r w:rsidR="003D0946" w:rsidRPr="0055794D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55794D">
              <w:rPr>
                <w:rFonts w:ascii="Poppins" w:hAnsi="Poppins" w:cs="Poppins"/>
                <w:color w:val="000000"/>
                <w:lang w:val="sv-SE"/>
              </w:rPr>
              <w:t>447) l/h</w:t>
            </w:r>
          </w:p>
          <w:p w14:paraId="0489F8DA" w14:textId="3F41B708" w:rsidR="00914249" w:rsidRPr="0055794D" w:rsidRDefault="00395ABD" w:rsidP="0055794D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5794D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55794D">
              <w:rPr>
                <w:rFonts w:ascii="Poppins" w:hAnsi="Poppins" w:cs="Poppins"/>
                <w:color w:val="000000"/>
              </w:rPr>
              <w:t xml:space="preserve"> - </w:t>
            </w:r>
            <w:r w:rsidRPr="0055794D">
              <w:rPr>
                <w:rFonts w:ascii="Poppins" w:hAnsi="Poppins" w:cs="Poppins"/>
                <w:color w:val="000000"/>
              </w:rPr>
              <w:t xml:space="preserve">max): 4,1 (1,1 </w:t>
            </w:r>
            <w:r w:rsidR="003D0946" w:rsidRPr="0055794D">
              <w:rPr>
                <w:rFonts w:ascii="Poppins" w:hAnsi="Poppins" w:cs="Poppins"/>
                <w:color w:val="000000"/>
              </w:rPr>
              <w:t xml:space="preserve"> - </w:t>
            </w:r>
            <w:r w:rsidRPr="0055794D">
              <w:rPr>
                <w:rFonts w:ascii="Poppins" w:hAnsi="Poppins" w:cs="Poppins"/>
                <w:color w:val="000000"/>
              </w:rPr>
              <w:t>6,6)  kPa</w:t>
            </w:r>
            <w:r w:rsidR="0055794D" w:rsidRPr="0055794D">
              <w:rPr>
                <w:rFonts w:ascii="Poppins" w:hAnsi="Poppins" w:cs="Poppins"/>
                <w:color w:val="000000"/>
              </w:rPr>
              <w:t xml:space="preserve"> </w:t>
            </w:r>
            <w:r w:rsidR="00BF210C" w:rsidRPr="0055794D">
              <w:rPr>
                <w:rFonts w:ascii="Poppins" w:hAnsi="Poppins" w:cs="Poppins"/>
              </w:rPr>
              <w:t>(temperatura acqua 45°C Dt 5°C; temperatura aria 20 °C)</w:t>
            </w:r>
          </w:p>
          <w:p w14:paraId="3C1C6B5C" w14:textId="77777777" w:rsidR="00914249" w:rsidRPr="0055794D" w:rsidRDefault="007F0804" w:rsidP="0055794D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5794D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55794D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55794D">
              <w:rPr>
                <w:rFonts w:ascii="Poppins" w:hAnsi="Poppins" w:cs="Poppins"/>
                <w:color w:val="000000"/>
                <w:lang w:val="sv-SE"/>
              </w:rPr>
              <w:t xml:space="preserve">aria med (min </w:t>
            </w:r>
            <w:r w:rsidR="003D0946" w:rsidRPr="0055794D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55794D">
              <w:rPr>
                <w:rFonts w:ascii="Poppins" w:hAnsi="Poppins" w:cs="Poppins"/>
                <w:color w:val="000000"/>
                <w:lang w:val="sv-SE"/>
              </w:rPr>
              <w:t xml:space="preserve">max): </w:t>
            </w:r>
            <w:r w:rsidR="00914249" w:rsidRPr="0055794D">
              <w:rPr>
                <w:rFonts w:ascii="Poppins" w:hAnsi="Poppins" w:cs="Poppins"/>
                <w:color w:val="000000"/>
                <w:lang w:val="sv-SE"/>
              </w:rPr>
              <w:t>283 (138</w:t>
            </w:r>
            <w:r w:rsidR="003D0946" w:rsidRPr="0055794D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="00914249" w:rsidRPr="0055794D">
              <w:rPr>
                <w:rFonts w:ascii="Poppins" w:hAnsi="Poppins" w:cs="Poppins"/>
                <w:color w:val="000000"/>
                <w:lang w:val="sv-SE"/>
              </w:rPr>
              <w:t>440) m3/h</w:t>
            </w:r>
          </w:p>
          <w:p w14:paraId="294F69B0" w14:textId="77777777" w:rsidR="00914249" w:rsidRPr="0055794D" w:rsidRDefault="00BF210C" w:rsidP="0055794D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5794D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6696406E" w14:textId="77777777" w:rsidR="00914249" w:rsidRPr="0055794D" w:rsidRDefault="007F0804" w:rsidP="0055794D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5794D">
              <w:rPr>
                <w:rFonts w:ascii="Poppins" w:hAnsi="Poppins" w:cs="Poppins"/>
                <w:color w:val="000000"/>
              </w:rPr>
              <w:t xml:space="preserve">Potenza massima assorbita: </w:t>
            </w:r>
            <w:r w:rsidR="00914249" w:rsidRPr="0055794D">
              <w:rPr>
                <w:rFonts w:ascii="Poppins" w:hAnsi="Poppins" w:cs="Poppins"/>
                <w:color w:val="000000"/>
              </w:rPr>
              <w:t>20 W</w:t>
            </w:r>
          </w:p>
          <w:p w14:paraId="2D329E58" w14:textId="77777777" w:rsidR="00914249" w:rsidRPr="0055794D" w:rsidRDefault="007F0804" w:rsidP="0055794D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5794D">
              <w:rPr>
                <w:rFonts w:ascii="Poppins" w:hAnsi="Poppins" w:cs="Poppins"/>
                <w:color w:val="000000"/>
              </w:rPr>
              <w:t xml:space="preserve">Corrente assorbita: </w:t>
            </w:r>
            <w:r w:rsidR="00914249" w:rsidRPr="0055794D">
              <w:rPr>
                <w:rFonts w:ascii="Poppins" w:hAnsi="Poppins" w:cs="Poppins"/>
                <w:color w:val="000000"/>
              </w:rPr>
              <w:t>0,16 A</w:t>
            </w:r>
          </w:p>
          <w:p w14:paraId="09F15C68" w14:textId="77777777" w:rsidR="00914249" w:rsidRPr="0055794D" w:rsidRDefault="00C2188A" w:rsidP="0055794D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5794D">
              <w:rPr>
                <w:rFonts w:ascii="Poppins" w:hAnsi="Poppins" w:cs="Poppins"/>
              </w:rPr>
              <w:lastRenderedPageBreak/>
              <w:t>Livello di potenza sonora med (</w:t>
            </w:r>
            <w:r w:rsidR="007F0804" w:rsidRPr="0055794D">
              <w:rPr>
                <w:rFonts w:ascii="Poppins" w:hAnsi="Poppins" w:cs="Poppins"/>
              </w:rPr>
              <w:t xml:space="preserve">min </w:t>
            </w:r>
            <w:r w:rsidR="003D0946" w:rsidRPr="0055794D">
              <w:rPr>
                <w:rFonts w:ascii="Poppins" w:hAnsi="Poppins" w:cs="Poppins"/>
              </w:rPr>
              <w:t xml:space="preserve"> - </w:t>
            </w:r>
            <w:r w:rsidR="007F0804" w:rsidRPr="0055794D">
              <w:rPr>
                <w:rFonts w:ascii="Poppins" w:hAnsi="Poppins" w:cs="Poppins"/>
              </w:rPr>
              <w:t>max</w:t>
            </w:r>
            <w:r w:rsidRPr="0055794D">
              <w:rPr>
                <w:rFonts w:ascii="Poppins" w:hAnsi="Poppins" w:cs="Poppins"/>
              </w:rPr>
              <w:t xml:space="preserve">): </w:t>
            </w:r>
            <w:r w:rsidR="00914249" w:rsidRPr="0055794D">
              <w:rPr>
                <w:rFonts w:ascii="Poppins" w:hAnsi="Poppins" w:cs="Poppins"/>
                <w:color w:val="000000"/>
              </w:rPr>
              <w:t>40 (29</w:t>
            </w:r>
            <w:r w:rsidR="003D0946" w:rsidRPr="0055794D">
              <w:rPr>
                <w:rFonts w:ascii="Poppins" w:hAnsi="Poppins" w:cs="Poppins"/>
                <w:color w:val="000000"/>
              </w:rPr>
              <w:t xml:space="preserve"> - </w:t>
            </w:r>
            <w:r w:rsidR="00914249" w:rsidRPr="0055794D">
              <w:rPr>
                <w:rFonts w:ascii="Poppins" w:hAnsi="Poppins" w:cs="Poppins"/>
                <w:color w:val="000000"/>
              </w:rPr>
              <w:t>50)</w:t>
            </w:r>
            <w:r w:rsidR="00914249" w:rsidRPr="0055794D">
              <w:rPr>
                <w:rFonts w:ascii="Poppins" w:hAnsi="Poppins" w:cs="Poppins"/>
              </w:rPr>
              <w:t xml:space="preserve"> dB(A)</w:t>
            </w:r>
          </w:p>
          <w:p w14:paraId="0B72AB5F" w14:textId="326FBFB8" w:rsidR="00914249" w:rsidRPr="0055794D" w:rsidRDefault="00C2188A" w:rsidP="0055794D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5794D">
              <w:rPr>
                <w:rFonts w:ascii="Poppins" w:hAnsi="Poppins" w:cs="Poppins"/>
              </w:rPr>
              <w:t>Livello di pressione sonora med (</w:t>
            </w:r>
            <w:r w:rsidR="007F0804" w:rsidRPr="0055794D">
              <w:rPr>
                <w:rFonts w:ascii="Poppins" w:hAnsi="Poppins" w:cs="Poppins"/>
              </w:rPr>
              <w:t xml:space="preserve">min </w:t>
            </w:r>
            <w:r w:rsidR="003D0946" w:rsidRPr="0055794D">
              <w:rPr>
                <w:rFonts w:ascii="Poppins" w:hAnsi="Poppins" w:cs="Poppins"/>
              </w:rPr>
              <w:t xml:space="preserve"> - </w:t>
            </w:r>
            <w:r w:rsidR="007F0804" w:rsidRPr="0055794D">
              <w:rPr>
                <w:rFonts w:ascii="Poppins" w:hAnsi="Poppins" w:cs="Poppins"/>
              </w:rPr>
              <w:t>max</w:t>
            </w:r>
            <w:r w:rsidRPr="0055794D">
              <w:rPr>
                <w:rFonts w:ascii="Poppins" w:hAnsi="Poppins" w:cs="Poppins"/>
              </w:rPr>
              <w:t xml:space="preserve">): </w:t>
            </w:r>
            <w:r w:rsidR="00914249" w:rsidRPr="0055794D">
              <w:rPr>
                <w:rFonts w:ascii="Poppins" w:hAnsi="Poppins" w:cs="Poppins"/>
              </w:rPr>
              <w:t>23 (12</w:t>
            </w:r>
            <w:r w:rsidR="003D0946" w:rsidRPr="0055794D">
              <w:rPr>
                <w:rFonts w:ascii="Poppins" w:hAnsi="Poppins" w:cs="Poppins"/>
              </w:rPr>
              <w:t xml:space="preserve"> - </w:t>
            </w:r>
            <w:r w:rsidR="00914249" w:rsidRPr="0055794D">
              <w:rPr>
                <w:rFonts w:ascii="Poppins" w:hAnsi="Poppins" w:cs="Poppins"/>
              </w:rPr>
              <w:t xml:space="preserve">33) dB(A) </w:t>
            </w:r>
            <w:r w:rsidR="003D0946" w:rsidRPr="0055794D">
              <w:rPr>
                <w:rFonts w:ascii="Poppins" w:hAnsi="Poppins" w:cs="Poppins"/>
              </w:rPr>
              <w:t xml:space="preserve"> - </w:t>
            </w:r>
            <w:r w:rsidR="00914249" w:rsidRPr="0055794D">
              <w:rPr>
                <w:rFonts w:ascii="Poppins" w:hAnsi="Poppins" w:cs="Poppins"/>
              </w:rPr>
              <w:t>valori riferiti a fattore di direzionalità pari a 2 in campo chiuso, costante d’ambiente 300 m2 e distanza pari a 5 m</w:t>
            </w:r>
          </w:p>
          <w:p w14:paraId="492507B8" w14:textId="77777777" w:rsidR="00914249" w:rsidRPr="0055794D" w:rsidRDefault="00C2188A" w:rsidP="0055794D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5794D">
              <w:rPr>
                <w:rFonts w:ascii="Poppins" w:hAnsi="Poppins" w:cs="Poppins"/>
                <w:color w:val="000000"/>
              </w:rPr>
              <w:t xml:space="preserve">Dimensioni (LxHxP): </w:t>
            </w:r>
            <w:r w:rsidR="00914249" w:rsidRPr="0055794D">
              <w:rPr>
                <w:rFonts w:ascii="Poppins" w:hAnsi="Poppins" w:cs="Poppins"/>
                <w:color w:val="000000"/>
              </w:rPr>
              <w:t>1302x335x128 mm</w:t>
            </w:r>
          </w:p>
          <w:p w14:paraId="2CA5FE21" w14:textId="77777777" w:rsidR="00914249" w:rsidRPr="0055794D" w:rsidRDefault="00C2188A" w:rsidP="0055794D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5794D">
              <w:rPr>
                <w:rFonts w:ascii="Poppins" w:hAnsi="Poppins" w:cs="Poppins"/>
                <w:color w:val="000000"/>
              </w:rPr>
              <w:t>Peso:</w:t>
            </w:r>
            <w:r w:rsidR="00914249" w:rsidRPr="0055794D">
              <w:rPr>
                <w:rFonts w:ascii="Poppins" w:hAnsi="Poppins" w:cs="Poppins"/>
                <w:color w:val="000000"/>
              </w:rPr>
              <w:t xml:space="preserve"> 19 kg</w:t>
            </w:r>
          </w:p>
          <w:p w14:paraId="7712FB1F" w14:textId="1EB64980" w:rsidR="00914249" w:rsidRPr="0055794D" w:rsidRDefault="00914249" w:rsidP="0055794D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5794D">
              <w:rPr>
                <w:rFonts w:ascii="Poppins" w:hAnsi="Poppins" w:cs="Poppins"/>
                <w:color w:val="000000"/>
              </w:rPr>
              <w:t xml:space="preserve">Temperatura acqua </w:t>
            </w:r>
            <w:proofErr w:type="gramStart"/>
            <w:r w:rsidR="007F0804" w:rsidRPr="0055794D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55794D">
              <w:rPr>
                <w:rFonts w:ascii="Poppins" w:hAnsi="Poppins" w:cs="Poppins"/>
                <w:color w:val="000000"/>
              </w:rPr>
              <w:t xml:space="preserve"> -</w:t>
            </w:r>
            <w:proofErr w:type="gramEnd"/>
            <w:r w:rsidR="003D0946" w:rsidRPr="0055794D">
              <w:rPr>
                <w:rFonts w:ascii="Poppins" w:hAnsi="Poppins" w:cs="Poppins"/>
                <w:color w:val="000000"/>
              </w:rPr>
              <w:t xml:space="preserve"> </w:t>
            </w:r>
            <w:r w:rsidR="007F0804" w:rsidRPr="0055794D">
              <w:rPr>
                <w:rFonts w:ascii="Poppins" w:hAnsi="Poppins" w:cs="Poppins"/>
                <w:color w:val="000000"/>
              </w:rPr>
              <w:t>max</w:t>
            </w:r>
            <w:r w:rsidRPr="0055794D">
              <w:rPr>
                <w:rFonts w:ascii="Poppins" w:hAnsi="Poppins" w:cs="Poppins"/>
                <w:color w:val="000000"/>
              </w:rPr>
              <w:t xml:space="preserve">: </w:t>
            </w:r>
            <w:r w:rsidR="00B051EA">
              <w:rPr>
                <w:rFonts w:ascii="Poppins" w:hAnsi="Poppins" w:cs="Poppins"/>
                <w:color w:val="000000"/>
              </w:rPr>
              <w:t>da 4 a 85 °C</w:t>
            </w:r>
          </w:p>
          <w:p w14:paraId="2E38CAE0" w14:textId="2735DBDA" w:rsidR="00914249" w:rsidRPr="0055794D" w:rsidRDefault="00914249" w:rsidP="0055794D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5794D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7F0804" w:rsidRPr="0055794D">
              <w:rPr>
                <w:rFonts w:ascii="Poppins" w:hAnsi="Poppins" w:cs="Poppins"/>
                <w:color w:val="000000"/>
              </w:rPr>
              <w:t>3/4”</w:t>
            </w:r>
            <w:r w:rsidRPr="0055794D">
              <w:rPr>
                <w:rFonts w:ascii="Poppins" w:hAnsi="Poppins" w:cs="Poppins"/>
                <w:color w:val="000000"/>
              </w:rPr>
              <w:t xml:space="preserve"> Eurocono, a sinistra</w:t>
            </w:r>
          </w:p>
          <w:p w14:paraId="53CBBB88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49E6272C" w14:textId="585EE6AC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914249">
              <w:rPr>
                <w:rFonts w:ascii="Poppins" w:hAnsi="Poppins" w:cs="Poppins"/>
                <w:b/>
              </w:rPr>
              <w:t xml:space="preserve">Marca </w:t>
            </w:r>
            <w:r w:rsidR="00542CF8">
              <w:rPr>
                <w:rFonts w:ascii="Poppins" w:hAnsi="Poppins" w:cs="Poppins"/>
                <w:b/>
              </w:rPr>
              <w:t>Emmeti</w:t>
            </w:r>
            <w:r w:rsidRPr="00914249">
              <w:rPr>
                <w:rFonts w:ascii="Poppins" w:hAnsi="Poppins" w:cs="Poppins"/>
                <w:b/>
              </w:rPr>
              <w:t xml:space="preserve"> – Modello </w:t>
            </w:r>
            <w:r w:rsidR="00A97AB3">
              <w:rPr>
                <w:rFonts w:ascii="Poppins" w:hAnsi="Poppins" w:cs="Poppins"/>
                <w:b/>
              </w:rPr>
              <w:t>Ventilconvettore</w:t>
            </w:r>
            <w:r w:rsidRPr="00914249">
              <w:rPr>
                <w:rFonts w:ascii="Poppins" w:hAnsi="Poppins" w:cs="Poppins"/>
                <w:b/>
              </w:rPr>
              <w:t xml:space="preserve"> SILENCE THIN ETWW 280 SZ o equivalente</w:t>
            </w:r>
            <w:r w:rsidR="0055794D">
              <w:rPr>
                <w:rFonts w:ascii="Poppins" w:hAnsi="Poppins" w:cs="Poppins"/>
                <w:b/>
              </w:rPr>
              <w:t>.</w:t>
            </w:r>
          </w:p>
        </w:tc>
      </w:tr>
      <w:tr w:rsidR="00914249" w:rsidRPr="00D5395B" w14:paraId="5752BFBD" w14:textId="77777777" w:rsidTr="008574C8">
        <w:tc>
          <w:tcPr>
            <w:tcW w:w="1208" w:type="dxa"/>
          </w:tcPr>
          <w:p w14:paraId="5F7645D2" w14:textId="77777777" w:rsidR="00914249" w:rsidRPr="00914249" w:rsidRDefault="00914249" w:rsidP="0091424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lastRenderedPageBreak/>
              <w:t>07523724</w:t>
            </w:r>
          </w:p>
        </w:tc>
        <w:tc>
          <w:tcPr>
            <w:tcW w:w="1867" w:type="dxa"/>
          </w:tcPr>
          <w:p w14:paraId="57616E84" w14:textId="77777777" w:rsidR="00F26DBC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Ventilconvettore</w:t>
            </w:r>
          </w:p>
          <w:p w14:paraId="4FD9A700" w14:textId="77777777" w:rsidR="00914249" w:rsidRPr="00914249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 xml:space="preserve">SILENCE THIN </w:t>
            </w:r>
            <w:r w:rsidR="00914249" w:rsidRPr="00914249">
              <w:rPr>
                <w:rFonts w:ascii="Poppins" w:hAnsi="Poppins" w:cs="Poppins"/>
                <w:sz w:val="20"/>
              </w:rPr>
              <w:t>ETWW 240 DR</w:t>
            </w:r>
          </w:p>
        </w:tc>
        <w:tc>
          <w:tcPr>
            <w:tcW w:w="6525" w:type="dxa"/>
          </w:tcPr>
          <w:p w14:paraId="6BE89E2A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Ventilconvettore a parete, di tipo compatto, versione “Scheda THINW-010 V”, con tecnologia DC-Inverter.</w:t>
            </w:r>
          </w:p>
          <w:p w14:paraId="56089210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Predisposto per essere controllato da un sistema BMS (Building Management System) tramite ingresso analogico 0-10 Vdc.</w:t>
            </w:r>
          </w:p>
          <w:p w14:paraId="21D863BB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0576B057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L’unità presenta il deflettore orizzontale con orientamento automatico del flusso dell’aria, filtro aria, raccordo scarico condensa, dima per fissaggio a muro.</w:t>
            </w:r>
          </w:p>
          <w:p w14:paraId="35579DF2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D532A6C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914249">
              <w:rPr>
                <w:rFonts w:ascii="Poppins" w:hAnsi="Poppins" w:cs="Poppins"/>
                <w:b/>
              </w:rPr>
              <w:t>Dati tecnici:</w:t>
            </w:r>
          </w:p>
          <w:p w14:paraId="7A8F6572" w14:textId="77777777" w:rsidR="00914249" w:rsidRPr="00745914" w:rsidRDefault="00BF210C" w:rsidP="00745914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Potenza frigorifera med (</w:t>
            </w:r>
            <w:r w:rsidR="007F0804" w:rsidRPr="00745914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="007F0804" w:rsidRPr="00745914">
              <w:rPr>
                <w:rFonts w:ascii="Poppins" w:hAnsi="Poppins" w:cs="Poppins"/>
                <w:color w:val="000000"/>
              </w:rPr>
              <w:t>max</w:t>
            </w:r>
            <w:r w:rsidRPr="00745914">
              <w:rPr>
                <w:rFonts w:ascii="Poppins" w:hAnsi="Poppins" w:cs="Poppins"/>
                <w:color w:val="000000"/>
              </w:rPr>
              <w:t xml:space="preserve">): 0,80 (0,48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>1,07) kW</w:t>
            </w:r>
          </w:p>
          <w:p w14:paraId="6A33BC20" w14:textId="77777777" w:rsidR="00914249" w:rsidRPr="00745914" w:rsidRDefault="00914249" w:rsidP="00745914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745914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745914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max): 138 (82 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>184) l/h</w:t>
            </w:r>
          </w:p>
          <w:p w14:paraId="69811C1B" w14:textId="58F9F84C" w:rsidR="00914249" w:rsidRPr="00745914" w:rsidRDefault="00914249" w:rsidP="00745914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 xml:space="preserve">max): 3,0 (1.1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>2,5) kPa</w:t>
            </w:r>
            <w:r w:rsidR="00745914" w:rsidRPr="00745914">
              <w:rPr>
                <w:rFonts w:ascii="Poppins" w:hAnsi="Poppins" w:cs="Poppins"/>
                <w:color w:val="000000"/>
              </w:rPr>
              <w:t xml:space="preserve"> </w:t>
            </w:r>
            <w:r w:rsidR="00BF210C" w:rsidRPr="00745914">
              <w:rPr>
                <w:rFonts w:ascii="Poppins" w:hAnsi="Poppins" w:cs="Poppins"/>
              </w:rPr>
              <w:t>(temperatura acqua 7°C Dt 5°C; temperatura aria 27 °C b.s./19 °C b.u.)</w:t>
            </w:r>
          </w:p>
          <w:p w14:paraId="19201A31" w14:textId="77777777" w:rsidR="00914249" w:rsidRPr="00745914" w:rsidRDefault="00BF210C" w:rsidP="00745914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Potenza termica med (</w:t>
            </w:r>
            <w:r w:rsidR="007F0804" w:rsidRPr="00745914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="007F0804" w:rsidRPr="00745914">
              <w:rPr>
                <w:rFonts w:ascii="Poppins" w:hAnsi="Poppins" w:cs="Poppins"/>
                <w:color w:val="000000"/>
              </w:rPr>
              <w:t>max</w:t>
            </w:r>
            <w:r w:rsidRPr="00745914">
              <w:rPr>
                <w:rFonts w:ascii="Poppins" w:hAnsi="Poppins" w:cs="Poppins"/>
                <w:color w:val="000000"/>
              </w:rPr>
              <w:t xml:space="preserve">): 0,94 (0,53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>1,27) kW</w:t>
            </w:r>
          </w:p>
          <w:p w14:paraId="7F99903B" w14:textId="77777777" w:rsidR="00914249" w:rsidRPr="00745914" w:rsidRDefault="00BF210C" w:rsidP="00745914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745914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745914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max): 162 (92 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>218) l/h</w:t>
            </w:r>
          </w:p>
          <w:p w14:paraId="2D64FB09" w14:textId="14B40119" w:rsidR="00914249" w:rsidRPr="00745914" w:rsidRDefault="00BF210C" w:rsidP="00745914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 xml:space="preserve">max): 3,1 (1,1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>5,4) kPa</w:t>
            </w:r>
            <w:r w:rsidR="00745914" w:rsidRPr="00745914">
              <w:rPr>
                <w:rFonts w:ascii="Poppins" w:hAnsi="Poppins" w:cs="Poppins"/>
                <w:color w:val="000000"/>
              </w:rPr>
              <w:t xml:space="preserve"> </w:t>
            </w:r>
            <w:r w:rsidRPr="00745914">
              <w:rPr>
                <w:rFonts w:ascii="Poppins" w:hAnsi="Poppins" w:cs="Poppins"/>
              </w:rPr>
              <w:t>(temperatura acqua 45°C Dt 5°C; temperatura aria 20 °C)</w:t>
            </w:r>
          </w:p>
          <w:p w14:paraId="15FF4929" w14:textId="77777777" w:rsidR="00914249" w:rsidRPr="00745914" w:rsidRDefault="00BF210C" w:rsidP="00745914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745914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745914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aria med (min 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max:) 155 (84 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>228) m3/h</w:t>
            </w:r>
          </w:p>
          <w:p w14:paraId="7DA668E8" w14:textId="77777777" w:rsidR="00914249" w:rsidRPr="00745914" w:rsidRDefault="00BF210C" w:rsidP="00745914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74138344" w14:textId="77777777" w:rsidR="00914249" w:rsidRPr="00745914" w:rsidRDefault="00BF210C" w:rsidP="00745914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Potenza massima assorbita: 13 W</w:t>
            </w:r>
          </w:p>
          <w:p w14:paraId="2B9FB2A1" w14:textId="77777777" w:rsidR="00914249" w:rsidRPr="00745914" w:rsidRDefault="00BF210C" w:rsidP="00745914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Corrente assorbita: 0,10 A</w:t>
            </w:r>
          </w:p>
          <w:p w14:paraId="289485C2" w14:textId="77777777" w:rsidR="00914249" w:rsidRPr="00745914" w:rsidRDefault="00C2188A" w:rsidP="00745914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</w:rPr>
              <w:t>Livello di potenza sonora med (</w:t>
            </w:r>
            <w:r w:rsidR="007F0804" w:rsidRPr="00745914">
              <w:rPr>
                <w:rFonts w:ascii="Poppins" w:hAnsi="Poppins" w:cs="Poppins"/>
              </w:rPr>
              <w:t xml:space="preserve">min </w:t>
            </w:r>
            <w:r w:rsidR="003D0946" w:rsidRPr="00745914">
              <w:rPr>
                <w:rFonts w:ascii="Poppins" w:hAnsi="Poppins" w:cs="Poppins"/>
              </w:rPr>
              <w:t xml:space="preserve"> - </w:t>
            </w:r>
            <w:r w:rsidR="007F0804" w:rsidRPr="00745914">
              <w:rPr>
                <w:rFonts w:ascii="Poppins" w:hAnsi="Poppins" w:cs="Poppins"/>
              </w:rPr>
              <w:t>max</w:t>
            </w:r>
            <w:r w:rsidRPr="00745914">
              <w:rPr>
                <w:rFonts w:ascii="Poppins" w:hAnsi="Poppins" w:cs="Poppins"/>
              </w:rPr>
              <w:t xml:space="preserve">): </w:t>
            </w:r>
            <w:r w:rsidR="00914249" w:rsidRPr="00745914">
              <w:rPr>
                <w:rFonts w:ascii="Poppins" w:hAnsi="Poppins" w:cs="Poppins"/>
                <w:color w:val="000000"/>
              </w:rPr>
              <w:t>38 (29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="00914249" w:rsidRPr="00745914">
              <w:rPr>
                <w:rFonts w:ascii="Poppins" w:hAnsi="Poppins" w:cs="Poppins"/>
                <w:color w:val="000000"/>
              </w:rPr>
              <w:t>48)</w:t>
            </w:r>
            <w:r w:rsidR="00914249" w:rsidRPr="00745914">
              <w:rPr>
                <w:rFonts w:ascii="Poppins" w:hAnsi="Poppins" w:cs="Poppins"/>
              </w:rPr>
              <w:t xml:space="preserve"> dB(A)</w:t>
            </w:r>
          </w:p>
          <w:p w14:paraId="64DC30F3" w14:textId="510FC40A" w:rsidR="00914249" w:rsidRPr="00745914" w:rsidRDefault="00C2188A" w:rsidP="00745914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</w:rPr>
              <w:lastRenderedPageBreak/>
              <w:t>Livello di pressione sonora med (</w:t>
            </w:r>
            <w:r w:rsidR="007F0804" w:rsidRPr="00745914">
              <w:rPr>
                <w:rFonts w:ascii="Poppins" w:hAnsi="Poppins" w:cs="Poppins"/>
              </w:rPr>
              <w:t xml:space="preserve">min </w:t>
            </w:r>
            <w:r w:rsidR="003D0946" w:rsidRPr="00745914">
              <w:rPr>
                <w:rFonts w:ascii="Poppins" w:hAnsi="Poppins" w:cs="Poppins"/>
              </w:rPr>
              <w:t xml:space="preserve"> - </w:t>
            </w:r>
            <w:r w:rsidR="007F0804" w:rsidRPr="00745914">
              <w:rPr>
                <w:rFonts w:ascii="Poppins" w:hAnsi="Poppins" w:cs="Poppins"/>
              </w:rPr>
              <w:t>max</w:t>
            </w:r>
            <w:r w:rsidRPr="00745914">
              <w:rPr>
                <w:rFonts w:ascii="Poppins" w:hAnsi="Poppins" w:cs="Poppins"/>
              </w:rPr>
              <w:t xml:space="preserve">): </w:t>
            </w:r>
            <w:r w:rsidR="00914249" w:rsidRPr="00745914">
              <w:rPr>
                <w:rFonts w:ascii="Poppins" w:hAnsi="Poppins" w:cs="Poppins"/>
              </w:rPr>
              <w:t>21 (12</w:t>
            </w:r>
            <w:r w:rsidR="003D0946" w:rsidRPr="00745914">
              <w:rPr>
                <w:rFonts w:ascii="Poppins" w:hAnsi="Poppins" w:cs="Poppins"/>
              </w:rPr>
              <w:t xml:space="preserve"> - </w:t>
            </w:r>
            <w:r w:rsidR="00914249" w:rsidRPr="00745914">
              <w:rPr>
                <w:rFonts w:ascii="Poppins" w:hAnsi="Poppins" w:cs="Poppins"/>
              </w:rPr>
              <w:t xml:space="preserve">31) dB(A) </w:t>
            </w:r>
            <w:r w:rsidR="003D0946" w:rsidRPr="00745914">
              <w:rPr>
                <w:rFonts w:ascii="Poppins" w:hAnsi="Poppins" w:cs="Poppins"/>
              </w:rPr>
              <w:t xml:space="preserve"> - </w:t>
            </w:r>
            <w:r w:rsidR="00914249" w:rsidRPr="00745914">
              <w:rPr>
                <w:rFonts w:ascii="Poppins" w:hAnsi="Poppins" w:cs="Poppins"/>
              </w:rPr>
              <w:t>valori riferiti a fattore di direzionalità pari a 2 in campo chiuso, costante d’ambiente 300 m2 e distanza pari a 5 m</w:t>
            </w:r>
          </w:p>
          <w:p w14:paraId="6E4ED36F" w14:textId="77777777" w:rsidR="00914249" w:rsidRPr="00745914" w:rsidRDefault="00C2188A" w:rsidP="00745914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Dimensioni (LxHxP): </w:t>
            </w:r>
            <w:r w:rsidR="00914249" w:rsidRPr="00745914">
              <w:rPr>
                <w:rFonts w:ascii="Poppins" w:hAnsi="Poppins" w:cs="Poppins"/>
                <w:color w:val="000000"/>
              </w:rPr>
              <w:t>902x335x128 mm</w:t>
            </w:r>
          </w:p>
          <w:p w14:paraId="61123E83" w14:textId="77777777" w:rsidR="00914249" w:rsidRPr="00745914" w:rsidRDefault="00C2188A" w:rsidP="00745914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Peso:</w:t>
            </w:r>
            <w:r w:rsidR="00914249" w:rsidRPr="00745914">
              <w:rPr>
                <w:rFonts w:ascii="Poppins" w:hAnsi="Poppins" w:cs="Poppins"/>
                <w:color w:val="000000"/>
              </w:rPr>
              <w:t xml:space="preserve"> 14 kg</w:t>
            </w:r>
          </w:p>
          <w:p w14:paraId="13F504BB" w14:textId="08C67B0F" w:rsidR="00914249" w:rsidRPr="00745914" w:rsidRDefault="00914249" w:rsidP="00745914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Temperatura acqua </w:t>
            </w:r>
            <w:proofErr w:type="gramStart"/>
            <w:r w:rsidR="007F0804" w:rsidRPr="00745914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</w:t>
            </w:r>
            <w:proofErr w:type="gramEnd"/>
            <w:r w:rsidR="003D0946" w:rsidRPr="00745914">
              <w:rPr>
                <w:rFonts w:ascii="Poppins" w:hAnsi="Poppins" w:cs="Poppins"/>
                <w:color w:val="000000"/>
              </w:rPr>
              <w:t xml:space="preserve"> </w:t>
            </w:r>
            <w:r w:rsidR="007F0804" w:rsidRPr="00745914">
              <w:rPr>
                <w:rFonts w:ascii="Poppins" w:hAnsi="Poppins" w:cs="Poppins"/>
                <w:color w:val="000000"/>
              </w:rPr>
              <w:t>max</w:t>
            </w:r>
            <w:r w:rsidRPr="00745914">
              <w:rPr>
                <w:rFonts w:ascii="Poppins" w:hAnsi="Poppins" w:cs="Poppins"/>
                <w:color w:val="000000"/>
              </w:rPr>
              <w:t xml:space="preserve">: </w:t>
            </w:r>
            <w:r w:rsidR="00B051EA">
              <w:rPr>
                <w:rFonts w:ascii="Poppins" w:hAnsi="Poppins" w:cs="Poppins"/>
                <w:color w:val="000000"/>
              </w:rPr>
              <w:t>da 4 a 85 °C</w:t>
            </w:r>
          </w:p>
          <w:p w14:paraId="39C324F1" w14:textId="4E137CFA" w:rsidR="00914249" w:rsidRPr="00745914" w:rsidRDefault="00914249" w:rsidP="00745914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7F0804" w:rsidRPr="00745914">
              <w:rPr>
                <w:rFonts w:ascii="Poppins" w:hAnsi="Poppins" w:cs="Poppins"/>
                <w:color w:val="000000"/>
              </w:rPr>
              <w:t>3/4”</w:t>
            </w:r>
            <w:r w:rsidRPr="00745914">
              <w:rPr>
                <w:rFonts w:ascii="Poppins" w:hAnsi="Poppins" w:cs="Poppins"/>
                <w:color w:val="000000"/>
              </w:rPr>
              <w:t xml:space="preserve"> Eurocono, a destra</w:t>
            </w:r>
          </w:p>
          <w:p w14:paraId="0E6D156F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09DBFBAD" w14:textId="62DB4CD1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914249">
              <w:rPr>
                <w:rFonts w:ascii="Poppins" w:hAnsi="Poppins" w:cs="Poppins"/>
                <w:b/>
              </w:rPr>
              <w:t xml:space="preserve">Marca </w:t>
            </w:r>
            <w:r w:rsidR="00542CF8">
              <w:rPr>
                <w:rFonts w:ascii="Poppins" w:hAnsi="Poppins" w:cs="Poppins"/>
                <w:b/>
              </w:rPr>
              <w:t>Emmeti</w:t>
            </w:r>
            <w:r w:rsidRPr="00914249">
              <w:rPr>
                <w:rFonts w:ascii="Poppins" w:hAnsi="Poppins" w:cs="Poppins"/>
                <w:b/>
              </w:rPr>
              <w:t xml:space="preserve"> – Modello </w:t>
            </w:r>
            <w:r w:rsidR="00A97AB3">
              <w:rPr>
                <w:rFonts w:ascii="Poppins" w:hAnsi="Poppins" w:cs="Poppins"/>
                <w:b/>
              </w:rPr>
              <w:t>Ventilconvettore</w:t>
            </w:r>
            <w:r w:rsidRPr="00914249">
              <w:rPr>
                <w:rFonts w:ascii="Poppins" w:hAnsi="Poppins" w:cs="Poppins"/>
                <w:b/>
              </w:rPr>
              <w:t xml:space="preserve"> SILENCE THIN ETWW 240 DR o equivalente</w:t>
            </w:r>
            <w:r w:rsidR="00745914">
              <w:rPr>
                <w:rFonts w:ascii="Poppins" w:hAnsi="Poppins" w:cs="Poppins"/>
                <w:b/>
              </w:rPr>
              <w:t>.</w:t>
            </w:r>
          </w:p>
        </w:tc>
      </w:tr>
      <w:tr w:rsidR="00914249" w:rsidRPr="00D5395B" w14:paraId="254E9627" w14:textId="77777777" w:rsidTr="008574C8">
        <w:tc>
          <w:tcPr>
            <w:tcW w:w="1208" w:type="dxa"/>
          </w:tcPr>
          <w:p w14:paraId="1C928FBA" w14:textId="77777777" w:rsidR="00914249" w:rsidRPr="00914249" w:rsidRDefault="00914249" w:rsidP="0091424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lastRenderedPageBreak/>
              <w:t>07523734</w:t>
            </w:r>
          </w:p>
        </w:tc>
        <w:tc>
          <w:tcPr>
            <w:tcW w:w="1867" w:type="dxa"/>
          </w:tcPr>
          <w:p w14:paraId="3DA092C9" w14:textId="77777777" w:rsidR="00F26DBC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Ventilconvettore</w:t>
            </w:r>
          </w:p>
          <w:p w14:paraId="542BF60B" w14:textId="77777777" w:rsidR="00914249" w:rsidRPr="00914249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 xml:space="preserve">SILENCE THIN </w:t>
            </w:r>
            <w:r w:rsidR="00914249" w:rsidRPr="00914249">
              <w:rPr>
                <w:rFonts w:ascii="Poppins" w:hAnsi="Poppins" w:cs="Poppins"/>
                <w:sz w:val="20"/>
              </w:rPr>
              <w:t>ETWW 260 DR</w:t>
            </w:r>
          </w:p>
        </w:tc>
        <w:tc>
          <w:tcPr>
            <w:tcW w:w="6525" w:type="dxa"/>
          </w:tcPr>
          <w:p w14:paraId="358AF9B6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Ventilconvettore a parete, di tipo compatto, versione “Scheda THINW-010 V”, con tecnologia DC-Inverter.</w:t>
            </w:r>
          </w:p>
          <w:p w14:paraId="2F9A7C4E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Predisposto per essere controllato da un sistema BMS (Building Management System) tramite ingresso analogico 0-10 Vdc.</w:t>
            </w:r>
          </w:p>
          <w:p w14:paraId="549F9739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09794C36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L’unità presenta il deflettore orizzontale con orientamento automatico del flusso dell’aria, filtro aria, raccordo scarico condensa, dima per fissaggio a muro.</w:t>
            </w:r>
          </w:p>
          <w:p w14:paraId="0D6D79AE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BE1B551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914249">
              <w:rPr>
                <w:rFonts w:ascii="Poppins" w:hAnsi="Poppins" w:cs="Poppins"/>
                <w:b/>
              </w:rPr>
              <w:t>Dati tecnici:</w:t>
            </w:r>
          </w:p>
          <w:p w14:paraId="5CF5CB9A" w14:textId="77777777" w:rsidR="00914249" w:rsidRPr="00745914" w:rsidRDefault="00914249" w:rsidP="00745914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Potenza frigorifera med (</w:t>
            </w:r>
            <w:r w:rsidR="007F0804" w:rsidRPr="00745914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="007F0804" w:rsidRPr="00745914">
              <w:rPr>
                <w:rFonts w:ascii="Poppins" w:hAnsi="Poppins" w:cs="Poppins"/>
                <w:color w:val="000000"/>
              </w:rPr>
              <w:t>max</w:t>
            </w:r>
            <w:r w:rsidRPr="00745914">
              <w:rPr>
                <w:rFonts w:ascii="Poppins" w:hAnsi="Poppins" w:cs="Poppins"/>
                <w:color w:val="000000"/>
              </w:rPr>
              <w:t>): 1,03 (0,58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>1,65) kW</w:t>
            </w:r>
          </w:p>
          <w:p w14:paraId="5C90B15B" w14:textId="77777777" w:rsidR="00914249" w:rsidRPr="00745914" w:rsidRDefault="007F0804" w:rsidP="00745914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745914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745914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max): 177 (99 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>283) l/h</w:t>
            </w:r>
          </w:p>
          <w:p w14:paraId="70BAD705" w14:textId="660FA208" w:rsidR="00914249" w:rsidRPr="00745914" w:rsidRDefault="007F0804" w:rsidP="009D5199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 xml:space="preserve">max): 4,8 (3,9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>5,7) kPa</w:t>
            </w:r>
            <w:r w:rsidR="00745914">
              <w:rPr>
                <w:rFonts w:ascii="Poppins" w:hAnsi="Poppins" w:cs="Poppins"/>
                <w:color w:val="000000"/>
              </w:rPr>
              <w:t xml:space="preserve"> </w:t>
            </w:r>
            <w:r w:rsidR="00BF210C" w:rsidRPr="00745914">
              <w:rPr>
                <w:rFonts w:ascii="Poppins" w:hAnsi="Poppins" w:cs="Poppins"/>
              </w:rPr>
              <w:t>(temperatura acqua 7°C Dt 5°C; temperatura aria 27 °C b.s./19 °C b.u.)</w:t>
            </w:r>
          </w:p>
          <w:p w14:paraId="4AD7BFE5" w14:textId="77777777" w:rsidR="00914249" w:rsidRPr="00745914" w:rsidRDefault="007F0804" w:rsidP="00745914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Potenza termica med (min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>max): 1,26 (0,66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>1,80) kW</w:t>
            </w:r>
          </w:p>
          <w:p w14:paraId="51E98F61" w14:textId="77777777" w:rsidR="00914249" w:rsidRPr="00745914" w:rsidRDefault="007F0804" w:rsidP="00745914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745914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745914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max): 217 (113 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>310) l/h</w:t>
            </w:r>
          </w:p>
          <w:p w14:paraId="74FC6B2F" w14:textId="3E75D7FA" w:rsidR="00914249" w:rsidRPr="00745914" w:rsidRDefault="007F0804" w:rsidP="00745914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 xml:space="preserve">max): 3,5 (2,8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>4,0) kPa</w:t>
            </w:r>
            <w:r w:rsidR="00745914">
              <w:rPr>
                <w:rFonts w:ascii="Poppins" w:hAnsi="Poppins" w:cs="Poppins"/>
                <w:color w:val="000000"/>
              </w:rPr>
              <w:t xml:space="preserve"> </w:t>
            </w:r>
            <w:r w:rsidR="00BF210C" w:rsidRPr="00745914">
              <w:rPr>
                <w:rFonts w:ascii="Poppins" w:hAnsi="Poppins" w:cs="Poppins"/>
              </w:rPr>
              <w:t>(temperatura acqua 45°C Dt 5°C; temperatura aria 20 °C)</w:t>
            </w:r>
          </w:p>
          <w:p w14:paraId="12A8E569" w14:textId="77777777" w:rsidR="00914249" w:rsidRPr="00745914" w:rsidRDefault="007F0804" w:rsidP="00745914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745914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745914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aria med (min 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max): </w:t>
            </w:r>
            <w:r w:rsidR="00914249" w:rsidRPr="00745914">
              <w:rPr>
                <w:rFonts w:ascii="Poppins" w:hAnsi="Poppins" w:cs="Poppins"/>
                <w:color w:val="000000"/>
                <w:lang w:val="sv-SE"/>
              </w:rPr>
              <w:t>229 (124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="00914249" w:rsidRPr="00745914">
              <w:rPr>
                <w:rFonts w:ascii="Poppins" w:hAnsi="Poppins" w:cs="Poppins"/>
                <w:color w:val="000000"/>
                <w:lang w:val="sv-SE"/>
              </w:rPr>
              <w:t>331) m3/h</w:t>
            </w:r>
          </w:p>
          <w:p w14:paraId="7475A005" w14:textId="77777777" w:rsidR="00914249" w:rsidRPr="00745914" w:rsidRDefault="00BF210C" w:rsidP="00745914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5F88C677" w14:textId="77777777" w:rsidR="00914249" w:rsidRPr="00745914" w:rsidRDefault="007F0804" w:rsidP="00745914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Potenza massima assorbita: </w:t>
            </w:r>
            <w:r w:rsidR="00914249" w:rsidRPr="00745914">
              <w:rPr>
                <w:rFonts w:ascii="Poppins" w:hAnsi="Poppins" w:cs="Poppins"/>
                <w:color w:val="000000"/>
              </w:rPr>
              <w:t>15 W</w:t>
            </w:r>
          </w:p>
          <w:p w14:paraId="1D32BDBE" w14:textId="77777777" w:rsidR="00914249" w:rsidRPr="00745914" w:rsidRDefault="007F0804" w:rsidP="00745914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Corrente assorbita: </w:t>
            </w:r>
            <w:r w:rsidR="00914249" w:rsidRPr="00745914">
              <w:rPr>
                <w:rFonts w:ascii="Poppins" w:hAnsi="Poppins" w:cs="Poppins"/>
                <w:color w:val="000000"/>
              </w:rPr>
              <w:t>0,12 A</w:t>
            </w:r>
          </w:p>
          <w:p w14:paraId="3EA5D4D3" w14:textId="77777777" w:rsidR="00914249" w:rsidRPr="00745914" w:rsidRDefault="00C2188A" w:rsidP="00745914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</w:rPr>
              <w:t>Livello di potenza sonora med (</w:t>
            </w:r>
            <w:r w:rsidR="007F0804" w:rsidRPr="00745914">
              <w:rPr>
                <w:rFonts w:ascii="Poppins" w:hAnsi="Poppins" w:cs="Poppins"/>
              </w:rPr>
              <w:t xml:space="preserve">min </w:t>
            </w:r>
            <w:r w:rsidR="003D0946" w:rsidRPr="00745914">
              <w:rPr>
                <w:rFonts w:ascii="Poppins" w:hAnsi="Poppins" w:cs="Poppins"/>
              </w:rPr>
              <w:t xml:space="preserve"> - </w:t>
            </w:r>
            <w:r w:rsidR="007F0804" w:rsidRPr="00745914">
              <w:rPr>
                <w:rFonts w:ascii="Poppins" w:hAnsi="Poppins" w:cs="Poppins"/>
              </w:rPr>
              <w:t>max</w:t>
            </w:r>
            <w:r w:rsidRPr="00745914">
              <w:rPr>
                <w:rFonts w:ascii="Poppins" w:hAnsi="Poppins" w:cs="Poppins"/>
              </w:rPr>
              <w:t xml:space="preserve">): </w:t>
            </w:r>
            <w:r w:rsidR="00914249" w:rsidRPr="00745914">
              <w:rPr>
                <w:rFonts w:ascii="Poppins" w:hAnsi="Poppins" w:cs="Poppins"/>
                <w:color w:val="000000"/>
              </w:rPr>
              <w:t>39 (29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="00914249" w:rsidRPr="00745914">
              <w:rPr>
                <w:rFonts w:ascii="Poppins" w:hAnsi="Poppins" w:cs="Poppins"/>
                <w:color w:val="000000"/>
              </w:rPr>
              <w:t>49)</w:t>
            </w:r>
            <w:r w:rsidR="00914249" w:rsidRPr="00745914">
              <w:rPr>
                <w:rFonts w:ascii="Poppins" w:hAnsi="Poppins" w:cs="Poppins"/>
              </w:rPr>
              <w:t xml:space="preserve"> dB(A)</w:t>
            </w:r>
          </w:p>
          <w:p w14:paraId="7AE28255" w14:textId="2E9DE0EA" w:rsidR="00914249" w:rsidRPr="00745914" w:rsidRDefault="00C2188A" w:rsidP="00745914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</w:rPr>
              <w:t>Livello di pressione sonora med (</w:t>
            </w:r>
            <w:r w:rsidR="007F0804" w:rsidRPr="00745914">
              <w:rPr>
                <w:rFonts w:ascii="Poppins" w:hAnsi="Poppins" w:cs="Poppins"/>
              </w:rPr>
              <w:t xml:space="preserve">min </w:t>
            </w:r>
            <w:r w:rsidR="003D0946" w:rsidRPr="00745914">
              <w:rPr>
                <w:rFonts w:ascii="Poppins" w:hAnsi="Poppins" w:cs="Poppins"/>
              </w:rPr>
              <w:t xml:space="preserve"> - </w:t>
            </w:r>
            <w:r w:rsidR="007F0804" w:rsidRPr="00745914">
              <w:rPr>
                <w:rFonts w:ascii="Poppins" w:hAnsi="Poppins" w:cs="Poppins"/>
              </w:rPr>
              <w:t>max</w:t>
            </w:r>
            <w:r w:rsidRPr="00745914">
              <w:rPr>
                <w:rFonts w:ascii="Poppins" w:hAnsi="Poppins" w:cs="Poppins"/>
              </w:rPr>
              <w:t xml:space="preserve">): </w:t>
            </w:r>
            <w:r w:rsidR="00914249" w:rsidRPr="00745914">
              <w:rPr>
                <w:rFonts w:ascii="Poppins" w:hAnsi="Poppins" w:cs="Poppins"/>
              </w:rPr>
              <w:t>22 (12</w:t>
            </w:r>
            <w:r w:rsidR="003D0946" w:rsidRPr="00745914">
              <w:rPr>
                <w:rFonts w:ascii="Poppins" w:hAnsi="Poppins" w:cs="Poppins"/>
              </w:rPr>
              <w:t xml:space="preserve"> - </w:t>
            </w:r>
            <w:r w:rsidR="00914249" w:rsidRPr="00745914">
              <w:rPr>
                <w:rFonts w:ascii="Poppins" w:hAnsi="Poppins" w:cs="Poppins"/>
              </w:rPr>
              <w:t xml:space="preserve">32) dB(A) </w:t>
            </w:r>
            <w:r w:rsidR="003D0946" w:rsidRPr="00745914">
              <w:rPr>
                <w:rFonts w:ascii="Poppins" w:hAnsi="Poppins" w:cs="Poppins"/>
              </w:rPr>
              <w:t xml:space="preserve"> - </w:t>
            </w:r>
            <w:r w:rsidR="00914249" w:rsidRPr="00745914">
              <w:rPr>
                <w:rFonts w:ascii="Poppins" w:hAnsi="Poppins" w:cs="Poppins"/>
              </w:rPr>
              <w:t xml:space="preserve">valori riferiti a fattore di direzionalità pari a 2 in </w:t>
            </w:r>
            <w:r w:rsidR="00914249" w:rsidRPr="00745914">
              <w:rPr>
                <w:rFonts w:ascii="Poppins" w:hAnsi="Poppins" w:cs="Poppins"/>
              </w:rPr>
              <w:lastRenderedPageBreak/>
              <w:t>campo chiuso, costante d’ambiente 300 m2 e distanza pari a 5 m</w:t>
            </w:r>
          </w:p>
          <w:p w14:paraId="5EAEF55B" w14:textId="77777777" w:rsidR="00914249" w:rsidRPr="00745914" w:rsidRDefault="00C2188A" w:rsidP="00745914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Dimensioni (LxHxP): </w:t>
            </w:r>
            <w:r w:rsidR="00914249" w:rsidRPr="00745914">
              <w:rPr>
                <w:rFonts w:ascii="Poppins" w:hAnsi="Poppins" w:cs="Poppins"/>
                <w:color w:val="000000"/>
              </w:rPr>
              <w:t>1102x335x128 mm</w:t>
            </w:r>
          </w:p>
          <w:p w14:paraId="79079546" w14:textId="77777777" w:rsidR="00914249" w:rsidRPr="00745914" w:rsidRDefault="00C2188A" w:rsidP="00745914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Peso:</w:t>
            </w:r>
            <w:r w:rsidR="00914249" w:rsidRPr="00745914">
              <w:rPr>
                <w:rFonts w:ascii="Poppins" w:hAnsi="Poppins" w:cs="Poppins"/>
                <w:color w:val="000000"/>
              </w:rPr>
              <w:t xml:space="preserve"> 16 kg</w:t>
            </w:r>
          </w:p>
          <w:p w14:paraId="32F689E1" w14:textId="5374EC8C" w:rsidR="00914249" w:rsidRPr="00745914" w:rsidRDefault="00914249" w:rsidP="00745914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Temperatura acqua </w:t>
            </w:r>
            <w:proofErr w:type="gramStart"/>
            <w:r w:rsidR="007F0804" w:rsidRPr="00745914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</w:t>
            </w:r>
            <w:proofErr w:type="gramEnd"/>
            <w:r w:rsidR="003D0946" w:rsidRPr="00745914">
              <w:rPr>
                <w:rFonts w:ascii="Poppins" w:hAnsi="Poppins" w:cs="Poppins"/>
                <w:color w:val="000000"/>
              </w:rPr>
              <w:t xml:space="preserve"> </w:t>
            </w:r>
            <w:r w:rsidR="007F0804" w:rsidRPr="00745914">
              <w:rPr>
                <w:rFonts w:ascii="Poppins" w:hAnsi="Poppins" w:cs="Poppins"/>
                <w:color w:val="000000"/>
              </w:rPr>
              <w:t>max</w:t>
            </w:r>
            <w:r w:rsidRPr="00745914">
              <w:rPr>
                <w:rFonts w:ascii="Poppins" w:hAnsi="Poppins" w:cs="Poppins"/>
                <w:color w:val="000000"/>
              </w:rPr>
              <w:t xml:space="preserve">: </w:t>
            </w:r>
            <w:r w:rsidR="00B051EA">
              <w:rPr>
                <w:rFonts w:ascii="Poppins" w:hAnsi="Poppins" w:cs="Poppins"/>
                <w:color w:val="000000"/>
              </w:rPr>
              <w:t>da 4 a 85 °C</w:t>
            </w:r>
          </w:p>
          <w:p w14:paraId="3714427F" w14:textId="14D9BBC2" w:rsidR="00914249" w:rsidRPr="00745914" w:rsidRDefault="00914249" w:rsidP="00745914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7F0804" w:rsidRPr="00745914">
              <w:rPr>
                <w:rFonts w:ascii="Poppins" w:hAnsi="Poppins" w:cs="Poppins"/>
                <w:color w:val="000000"/>
              </w:rPr>
              <w:t>3/4”</w:t>
            </w:r>
            <w:r w:rsidRPr="00745914">
              <w:rPr>
                <w:rFonts w:ascii="Poppins" w:hAnsi="Poppins" w:cs="Poppins"/>
                <w:color w:val="000000"/>
              </w:rPr>
              <w:t xml:space="preserve"> Eurocono, a destra</w:t>
            </w:r>
          </w:p>
          <w:p w14:paraId="1F47E019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236CF062" w14:textId="4DFFF136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914249">
              <w:rPr>
                <w:rFonts w:ascii="Poppins" w:hAnsi="Poppins" w:cs="Poppins"/>
                <w:b/>
              </w:rPr>
              <w:t xml:space="preserve">Marca </w:t>
            </w:r>
            <w:r w:rsidR="00542CF8">
              <w:rPr>
                <w:rFonts w:ascii="Poppins" w:hAnsi="Poppins" w:cs="Poppins"/>
                <w:b/>
              </w:rPr>
              <w:t>Emmeti</w:t>
            </w:r>
            <w:r w:rsidRPr="00914249">
              <w:rPr>
                <w:rFonts w:ascii="Poppins" w:hAnsi="Poppins" w:cs="Poppins"/>
                <w:b/>
              </w:rPr>
              <w:t xml:space="preserve"> – Modello </w:t>
            </w:r>
            <w:r w:rsidR="00A97AB3">
              <w:rPr>
                <w:rFonts w:ascii="Poppins" w:hAnsi="Poppins" w:cs="Poppins"/>
                <w:b/>
              </w:rPr>
              <w:t>Ventilconvettore</w:t>
            </w:r>
            <w:r w:rsidRPr="00914249">
              <w:rPr>
                <w:rFonts w:ascii="Poppins" w:hAnsi="Poppins" w:cs="Poppins"/>
                <w:b/>
              </w:rPr>
              <w:t xml:space="preserve"> SILENCE THIN ETWW 260 DR o equivalente</w:t>
            </w:r>
            <w:r w:rsidR="00745914">
              <w:rPr>
                <w:rFonts w:ascii="Poppins" w:hAnsi="Poppins" w:cs="Poppins"/>
                <w:b/>
              </w:rPr>
              <w:t>.</w:t>
            </w:r>
          </w:p>
        </w:tc>
      </w:tr>
      <w:tr w:rsidR="00914249" w:rsidRPr="00D5395B" w14:paraId="27B9E1AF" w14:textId="77777777" w:rsidTr="008574C8">
        <w:tc>
          <w:tcPr>
            <w:tcW w:w="1208" w:type="dxa"/>
          </w:tcPr>
          <w:p w14:paraId="52E312A2" w14:textId="77777777" w:rsidR="00914249" w:rsidRPr="00914249" w:rsidRDefault="00914249" w:rsidP="0091424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lastRenderedPageBreak/>
              <w:t>07523744</w:t>
            </w:r>
          </w:p>
        </w:tc>
        <w:tc>
          <w:tcPr>
            <w:tcW w:w="1867" w:type="dxa"/>
          </w:tcPr>
          <w:p w14:paraId="6C4EC117" w14:textId="77777777" w:rsidR="00F26DBC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Ventilconvettore</w:t>
            </w:r>
          </w:p>
          <w:p w14:paraId="2452934E" w14:textId="77777777" w:rsidR="00914249" w:rsidRPr="00914249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 xml:space="preserve">SILENCE THIN </w:t>
            </w:r>
            <w:r w:rsidR="00914249" w:rsidRPr="00914249">
              <w:rPr>
                <w:rFonts w:ascii="Poppins" w:hAnsi="Poppins" w:cs="Poppins"/>
                <w:sz w:val="20"/>
              </w:rPr>
              <w:t>ETWW 280 DR</w:t>
            </w:r>
          </w:p>
        </w:tc>
        <w:tc>
          <w:tcPr>
            <w:tcW w:w="6525" w:type="dxa"/>
          </w:tcPr>
          <w:p w14:paraId="0EE9EC3C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Ventilconvettore a parete, di tipo compatto, versione “Scheda THINW-010 V”, con tecnologia DC-Inverter.</w:t>
            </w:r>
          </w:p>
          <w:p w14:paraId="3F18658E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Predisposto per essere controllato da un sistema BMS (Building Management System) tramite ingresso analogico 0-10 Vdc.</w:t>
            </w:r>
          </w:p>
          <w:p w14:paraId="25FCD56D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6F946C18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L’unità presenta il deflettore orizzontale con orientamento automatico del flusso dell’aria, filtro aria, raccordo scarico condensa, dima per fissaggio a muro.</w:t>
            </w:r>
          </w:p>
          <w:p w14:paraId="2C03C915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84607EB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914249">
              <w:rPr>
                <w:rFonts w:ascii="Poppins" w:hAnsi="Poppins" w:cs="Poppins"/>
                <w:b/>
              </w:rPr>
              <w:t>Dati tecnici:</w:t>
            </w:r>
          </w:p>
          <w:p w14:paraId="21AA7B52" w14:textId="77777777" w:rsidR="00914249" w:rsidRPr="00745914" w:rsidRDefault="00914249" w:rsidP="00745914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Potenza frigorifera med (</w:t>
            </w:r>
            <w:r w:rsidR="007F0804" w:rsidRPr="00745914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="007F0804" w:rsidRPr="00745914">
              <w:rPr>
                <w:rFonts w:ascii="Poppins" w:hAnsi="Poppins" w:cs="Poppins"/>
                <w:color w:val="000000"/>
              </w:rPr>
              <w:t>max</w:t>
            </w:r>
            <w:r w:rsidRPr="00745914">
              <w:rPr>
                <w:rFonts w:ascii="Poppins" w:hAnsi="Poppins" w:cs="Poppins"/>
                <w:color w:val="000000"/>
              </w:rPr>
              <w:t>): 1,75 (0,91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>2,31) kW</w:t>
            </w:r>
          </w:p>
          <w:p w14:paraId="2449AE11" w14:textId="77777777" w:rsidR="00914249" w:rsidRPr="00745914" w:rsidRDefault="00395ABD" w:rsidP="00745914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745914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745914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max): 300 (157 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>397) l/h</w:t>
            </w:r>
          </w:p>
          <w:p w14:paraId="6930EFA3" w14:textId="753B5581" w:rsidR="00914249" w:rsidRPr="00745914" w:rsidRDefault="00395ABD" w:rsidP="00745914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 xml:space="preserve">max): 4,2 (1,3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>6,9) kPa</w:t>
            </w:r>
            <w:r w:rsidR="00745914" w:rsidRPr="00745914">
              <w:rPr>
                <w:rFonts w:ascii="Poppins" w:hAnsi="Poppins" w:cs="Poppins"/>
                <w:color w:val="000000"/>
              </w:rPr>
              <w:t xml:space="preserve"> </w:t>
            </w:r>
            <w:r w:rsidR="00BF210C" w:rsidRPr="00745914">
              <w:rPr>
                <w:rFonts w:ascii="Poppins" w:hAnsi="Poppins" w:cs="Poppins"/>
              </w:rPr>
              <w:t>(temperatura acqua 7°C Dt 5°C; temperatura aria 27 °C b.s./19 °C b.u.)</w:t>
            </w:r>
          </w:p>
          <w:p w14:paraId="15663DCC" w14:textId="77777777" w:rsidR="00914249" w:rsidRPr="00745914" w:rsidRDefault="00395ABD" w:rsidP="00745914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Potenza termica med (min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>max): 1,98 (0,96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>2,60) kW</w:t>
            </w:r>
          </w:p>
          <w:p w14:paraId="0E5D7F13" w14:textId="77777777" w:rsidR="00914249" w:rsidRPr="00745914" w:rsidRDefault="00395ABD" w:rsidP="00745914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745914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745914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max): 341 (165 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>447) l/h</w:t>
            </w:r>
          </w:p>
          <w:p w14:paraId="4C421E98" w14:textId="01157FD4" w:rsidR="00914249" w:rsidRPr="00745914" w:rsidRDefault="00395ABD" w:rsidP="00745914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 xml:space="preserve">max): 4,1 (1,1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>6,6)  kPa</w:t>
            </w:r>
            <w:r w:rsidR="00745914" w:rsidRPr="00745914">
              <w:rPr>
                <w:rFonts w:ascii="Poppins" w:hAnsi="Poppins" w:cs="Poppins"/>
                <w:color w:val="000000"/>
              </w:rPr>
              <w:t xml:space="preserve"> </w:t>
            </w:r>
            <w:r w:rsidR="00BF210C" w:rsidRPr="00745914">
              <w:rPr>
                <w:rFonts w:ascii="Poppins" w:hAnsi="Poppins" w:cs="Poppins"/>
              </w:rPr>
              <w:t>(temperatura acqua 45°C Dt 5°C; temperatura aria 20 °C)</w:t>
            </w:r>
          </w:p>
          <w:p w14:paraId="1F9C8124" w14:textId="77777777" w:rsidR="00914249" w:rsidRPr="00745914" w:rsidRDefault="007F0804" w:rsidP="00745914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745914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745914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aria med (min 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max): </w:t>
            </w:r>
            <w:r w:rsidR="00914249" w:rsidRPr="00745914">
              <w:rPr>
                <w:rFonts w:ascii="Poppins" w:hAnsi="Poppins" w:cs="Poppins"/>
                <w:color w:val="000000"/>
                <w:lang w:val="sv-SE"/>
              </w:rPr>
              <w:t>283 (138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="00914249" w:rsidRPr="00745914">
              <w:rPr>
                <w:rFonts w:ascii="Poppins" w:hAnsi="Poppins" w:cs="Poppins"/>
                <w:color w:val="000000"/>
                <w:lang w:val="sv-SE"/>
              </w:rPr>
              <w:t>440) m3/h</w:t>
            </w:r>
          </w:p>
          <w:p w14:paraId="52130656" w14:textId="77777777" w:rsidR="00914249" w:rsidRPr="00745914" w:rsidRDefault="00BF210C" w:rsidP="00745914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3EE6FD4A" w14:textId="77777777" w:rsidR="00914249" w:rsidRPr="00745914" w:rsidRDefault="007F0804" w:rsidP="00745914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Potenza massima assorbita: </w:t>
            </w:r>
            <w:r w:rsidR="00914249" w:rsidRPr="00745914">
              <w:rPr>
                <w:rFonts w:ascii="Poppins" w:hAnsi="Poppins" w:cs="Poppins"/>
                <w:color w:val="000000"/>
              </w:rPr>
              <w:t>20 W</w:t>
            </w:r>
          </w:p>
          <w:p w14:paraId="3E8FD6E0" w14:textId="77777777" w:rsidR="00914249" w:rsidRPr="00745914" w:rsidRDefault="007F0804" w:rsidP="00745914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Corrente assorbita: </w:t>
            </w:r>
            <w:r w:rsidR="00914249" w:rsidRPr="00745914">
              <w:rPr>
                <w:rFonts w:ascii="Poppins" w:hAnsi="Poppins" w:cs="Poppins"/>
                <w:color w:val="000000"/>
              </w:rPr>
              <w:t>0,16 A</w:t>
            </w:r>
          </w:p>
          <w:p w14:paraId="2F3324CB" w14:textId="77777777" w:rsidR="00914249" w:rsidRPr="00745914" w:rsidRDefault="00C2188A" w:rsidP="00745914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</w:rPr>
              <w:t>Livello di potenza sonora med (</w:t>
            </w:r>
            <w:r w:rsidR="007F0804" w:rsidRPr="00745914">
              <w:rPr>
                <w:rFonts w:ascii="Poppins" w:hAnsi="Poppins" w:cs="Poppins"/>
              </w:rPr>
              <w:t xml:space="preserve">min </w:t>
            </w:r>
            <w:r w:rsidR="003D0946" w:rsidRPr="00745914">
              <w:rPr>
                <w:rFonts w:ascii="Poppins" w:hAnsi="Poppins" w:cs="Poppins"/>
              </w:rPr>
              <w:t xml:space="preserve"> - </w:t>
            </w:r>
            <w:r w:rsidR="007F0804" w:rsidRPr="00745914">
              <w:rPr>
                <w:rFonts w:ascii="Poppins" w:hAnsi="Poppins" w:cs="Poppins"/>
              </w:rPr>
              <w:t>max</w:t>
            </w:r>
            <w:r w:rsidRPr="00745914">
              <w:rPr>
                <w:rFonts w:ascii="Poppins" w:hAnsi="Poppins" w:cs="Poppins"/>
              </w:rPr>
              <w:t xml:space="preserve">): </w:t>
            </w:r>
            <w:r w:rsidR="00914249" w:rsidRPr="00745914">
              <w:rPr>
                <w:rFonts w:ascii="Poppins" w:hAnsi="Poppins" w:cs="Poppins"/>
                <w:color w:val="000000"/>
              </w:rPr>
              <w:t>40 (29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="00914249" w:rsidRPr="00745914">
              <w:rPr>
                <w:rFonts w:ascii="Poppins" w:hAnsi="Poppins" w:cs="Poppins"/>
                <w:color w:val="000000"/>
              </w:rPr>
              <w:t>50)</w:t>
            </w:r>
            <w:r w:rsidR="00914249" w:rsidRPr="00745914">
              <w:rPr>
                <w:rFonts w:ascii="Poppins" w:hAnsi="Poppins" w:cs="Poppins"/>
              </w:rPr>
              <w:t xml:space="preserve"> dB(A)</w:t>
            </w:r>
          </w:p>
          <w:p w14:paraId="58175C48" w14:textId="7092358A" w:rsidR="00914249" w:rsidRPr="00745914" w:rsidRDefault="00C2188A" w:rsidP="00745914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</w:rPr>
              <w:t>Livello di pressione sonora med (</w:t>
            </w:r>
            <w:r w:rsidR="007F0804" w:rsidRPr="00745914">
              <w:rPr>
                <w:rFonts w:ascii="Poppins" w:hAnsi="Poppins" w:cs="Poppins"/>
              </w:rPr>
              <w:t xml:space="preserve">min </w:t>
            </w:r>
            <w:r w:rsidR="003D0946" w:rsidRPr="00745914">
              <w:rPr>
                <w:rFonts w:ascii="Poppins" w:hAnsi="Poppins" w:cs="Poppins"/>
              </w:rPr>
              <w:t xml:space="preserve"> - </w:t>
            </w:r>
            <w:r w:rsidR="007F0804" w:rsidRPr="00745914">
              <w:rPr>
                <w:rFonts w:ascii="Poppins" w:hAnsi="Poppins" w:cs="Poppins"/>
              </w:rPr>
              <w:t>max</w:t>
            </w:r>
            <w:r w:rsidRPr="00745914">
              <w:rPr>
                <w:rFonts w:ascii="Poppins" w:hAnsi="Poppins" w:cs="Poppins"/>
              </w:rPr>
              <w:t xml:space="preserve">): </w:t>
            </w:r>
            <w:r w:rsidR="00914249" w:rsidRPr="00745914">
              <w:rPr>
                <w:rFonts w:ascii="Poppins" w:hAnsi="Poppins" w:cs="Poppins"/>
              </w:rPr>
              <w:t>23 (12</w:t>
            </w:r>
            <w:r w:rsidR="003D0946" w:rsidRPr="00745914">
              <w:rPr>
                <w:rFonts w:ascii="Poppins" w:hAnsi="Poppins" w:cs="Poppins"/>
              </w:rPr>
              <w:t xml:space="preserve"> - </w:t>
            </w:r>
            <w:r w:rsidR="00914249" w:rsidRPr="00745914">
              <w:rPr>
                <w:rFonts w:ascii="Poppins" w:hAnsi="Poppins" w:cs="Poppins"/>
              </w:rPr>
              <w:t xml:space="preserve">33) dB(A) </w:t>
            </w:r>
            <w:r w:rsidR="003D0946" w:rsidRPr="00745914">
              <w:rPr>
                <w:rFonts w:ascii="Poppins" w:hAnsi="Poppins" w:cs="Poppins"/>
              </w:rPr>
              <w:t xml:space="preserve"> - </w:t>
            </w:r>
            <w:r w:rsidR="00914249" w:rsidRPr="00745914">
              <w:rPr>
                <w:rFonts w:ascii="Poppins" w:hAnsi="Poppins" w:cs="Poppins"/>
              </w:rPr>
              <w:t>valori riferiti a fattore di direzionalità pari a 2 in campo chiuso, costante d’ambiente 300 m2 e distanza pari a 5 m</w:t>
            </w:r>
          </w:p>
          <w:p w14:paraId="133C1C83" w14:textId="77777777" w:rsidR="00914249" w:rsidRPr="00745914" w:rsidRDefault="00C2188A" w:rsidP="00745914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Dimensioni (LxHxP): </w:t>
            </w:r>
            <w:r w:rsidR="00914249" w:rsidRPr="00745914">
              <w:rPr>
                <w:rFonts w:ascii="Poppins" w:hAnsi="Poppins" w:cs="Poppins"/>
                <w:color w:val="000000"/>
              </w:rPr>
              <w:t>1302x335x128 mm</w:t>
            </w:r>
          </w:p>
          <w:p w14:paraId="041E85B7" w14:textId="77777777" w:rsidR="00914249" w:rsidRPr="00745914" w:rsidRDefault="00C2188A" w:rsidP="00745914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lastRenderedPageBreak/>
              <w:t>Peso:</w:t>
            </w:r>
            <w:r w:rsidR="00914249" w:rsidRPr="00745914">
              <w:rPr>
                <w:rFonts w:ascii="Poppins" w:hAnsi="Poppins" w:cs="Poppins"/>
                <w:color w:val="000000"/>
              </w:rPr>
              <w:t xml:space="preserve"> 19 kg</w:t>
            </w:r>
          </w:p>
          <w:p w14:paraId="21FC72D5" w14:textId="59B5F7BE" w:rsidR="00914249" w:rsidRPr="00745914" w:rsidRDefault="00914249" w:rsidP="00745914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Temperatura acqua </w:t>
            </w:r>
            <w:proofErr w:type="gramStart"/>
            <w:r w:rsidR="007F0804" w:rsidRPr="00745914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</w:t>
            </w:r>
            <w:proofErr w:type="gramEnd"/>
            <w:r w:rsidR="003D0946" w:rsidRPr="00745914">
              <w:rPr>
                <w:rFonts w:ascii="Poppins" w:hAnsi="Poppins" w:cs="Poppins"/>
                <w:color w:val="000000"/>
              </w:rPr>
              <w:t xml:space="preserve"> </w:t>
            </w:r>
            <w:r w:rsidR="007F0804" w:rsidRPr="00745914">
              <w:rPr>
                <w:rFonts w:ascii="Poppins" w:hAnsi="Poppins" w:cs="Poppins"/>
                <w:color w:val="000000"/>
              </w:rPr>
              <w:t>max</w:t>
            </w:r>
            <w:r w:rsidRPr="00745914">
              <w:rPr>
                <w:rFonts w:ascii="Poppins" w:hAnsi="Poppins" w:cs="Poppins"/>
                <w:color w:val="000000"/>
              </w:rPr>
              <w:t xml:space="preserve">: </w:t>
            </w:r>
            <w:r w:rsidR="00B051EA">
              <w:rPr>
                <w:rFonts w:ascii="Poppins" w:hAnsi="Poppins" w:cs="Poppins"/>
                <w:color w:val="000000"/>
              </w:rPr>
              <w:t>da 4 a 85 °C</w:t>
            </w:r>
          </w:p>
          <w:p w14:paraId="6CCE1571" w14:textId="105B3CE6" w:rsidR="00914249" w:rsidRPr="00745914" w:rsidRDefault="00914249" w:rsidP="00745914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7F0804" w:rsidRPr="00745914">
              <w:rPr>
                <w:rFonts w:ascii="Poppins" w:hAnsi="Poppins" w:cs="Poppins"/>
                <w:color w:val="000000"/>
              </w:rPr>
              <w:t>3/4”</w:t>
            </w:r>
            <w:r w:rsidRPr="00745914">
              <w:rPr>
                <w:rFonts w:ascii="Poppins" w:hAnsi="Poppins" w:cs="Poppins"/>
                <w:color w:val="000000"/>
              </w:rPr>
              <w:t xml:space="preserve"> Eurocono, a destra</w:t>
            </w:r>
          </w:p>
          <w:p w14:paraId="39197581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20BDAD9B" w14:textId="3DFA11B6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914249">
              <w:rPr>
                <w:rFonts w:ascii="Poppins" w:hAnsi="Poppins" w:cs="Poppins"/>
                <w:b/>
              </w:rPr>
              <w:t xml:space="preserve">Marca </w:t>
            </w:r>
            <w:r w:rsidR="00542CF8">
              <w:rPr>
                <w:rFonts w:ascii="Poppins" w:hAnsi="Poppins" w:cs="Poppins"/>
                <w:b/>
              </w:rPr>
              <w:t>Emmeti</w:t>
            </w:r>
            <w:r w:rsidRPr="00914249">
              <w:rPr>
                <w:rFonts w:ascii="Poppins" w:hAnsi="Poppins" w:cs="Poppins"/>
                <w:b/>
              </w:rPr>
              <w:t xml:space="preserve"> – Modello </w:t>
            </w:r>
            <w:r w:rsidR="00A97AB3">
              <w:rPr>
                <w:rFonts w:ascii="Poppins" w:hAnsi="Poppins" w:cs="Poppins"/>
                <w:b/>
              </w:rPr>
              <w:t>Ventilconvettore</w:t>
            </w:r>
            <w:r w:rsidRPr="00914249">
              <w:rPr>
                <w:rFonts w:ascii="Poppins" w:hAnsi="Poppins" w:cs="Poppins"/>
                <w:b/>
              </w:rPr>
              <w:t xml:space="preserve"> SILENCE THIN ETWW 280 DR o equivalente</w:t>
            </w:r>
            <w:r w:rsidR="00745914">
              <w:rPr>
                <w:rFonts w:ascii="Poppins" w:hAnsi="Poppins" w:cs="Poppins"/>
                <w:b/>
              </w:rPr>
              <w:t>.</w:t>
            </w:r>
          </w:p>
        </w:tc>
      </w:tr>
      <w:tr w:rsidR="00914249" w:rsidRPr="00D5395B" w14:paraId="5E3B70AC" w14:textId="77777777" w:rsidTr="008574C8">
        <w:tc>
          <w:tcPr>
            <w:tcW w:w="1208" w:type="dxa"/>
          </w:tcPr>
          <w:p w14:paraId="2113D044" w14:textId="77777777" w:rsidR="00914249" w:rsidRPr="00914249" w:rsidRDefault="00914249" w:rsidP="0091424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lastRenderedPageBreak/>
              <w:t>07523824</w:t>
            </w:r>
          </w:p>
        </w:tc>
        <w:tc>
          <w:tcPr>
            <w:tcW w:w="1867" w:type="dxa"/>
          </w:tcPr>
          <w:p w14:paraId="10298471" w14:textId="77777777" w:rsidR="00F26DBC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Ventilconvettore</w:t>
            </w:r>
          </w:p>
          <w:p w14:paraId="23CA9E52" w14:textId="77777777" w:rsidR="00914249" w:rsidRPr="00914249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 xml:space="preserve">SILENCE THIN </w:t>
            </w:r>
            <w:r w:rsidR="00914249" w:rsidRPr="00914249">
              <w:rPr>
                <w:rFonts w:ascii="Poppins" w:hAnsi="Poppins" w:cs="Poppins"/>
                <w:sz w:val="20"/>
              </w:rPr>
              <w:t>ETWW 240 SR</w:t>
            </w:r>
          </w:p>
        </w:tc>
        <w:tc>
          <w:tcPr>
            <w:tcW w:w="6525" w:type="dxa"/>
          </w:tcPr>
          <w:p w14:paraId="2F287D44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Ventilconvettore a parete, di tipo compatto, versione “Scheda THINW-010 V”, con tecnologia DC-Inverter.</w:t>
            </w:r>
          </w:p>
          <w:p w14:paraId="3F5A6C80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Predisposto per essere controllato da un sistema BMS (Building Management System) tramite ingresso analogico 0-10 Vdc.</w:t>
            </w:r>
          </w:p>
          <w:p w14:paraId="0B013954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4901024A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L’unità presenta il deflettore orizzontale con orientamento automatico del flusso dell’aria, filtro aria, raccordo scarico condensa, dima per fissaggio a muro.</w:t>
            </w:r>
          </w:p>
          <w:p w14:paraId="46C1A241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D7A7B7F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914249">
              <w:rPr>
                <w:rFonts w:ascii="Poppins" w:hAnsi="Poppins" w:cs="Poppins"/>
                <w:b/>
              </w:rPr>
              <w:t>Dati tecnici:</w:t>
            </w:r>
          </w:p>
          <w:p w14:paraId="2EE06F7C" w14:textId="77777777" w:rsidR="00914249" w:rsidRPr="00745914" w:rsidRDefault="00BF210C" w:rsidP="00745914">
            <w:pPr>
              <w:pStyle w:val="Paragrafoelenco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Potenza frigorifera med (</w:t>
            </w:r>
            <w:r w:rsidR="007F0804" w:rsidRPr="00745914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="007F0804" w:rsidRPr="00745914">
              <w:rPr>
                <w:rFonts w:ascii="Poppins" w:hAnsi="Poppins" w:cs="Poppins"/>
                <w:color w:val="000000"/>
              </w:rPr>
              <w:t>max</w:t>
            </w:r>
            <w:r w:rsidRPr="00745914">
              <w:rPr>
                <w:rFonts w:ascii="Poppins" w:hAnsi="Poppins" w:cs="Poppins"/>
                <w:color w:val="000000"/>
              </w:rPr>
              <w:t xml:space="preserve">): 0,80 (0,48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>1,07) kW</w:t>
            </w:r>
          </w:p>
          <w:p w14:paraId="7321B24C" w14:textId="77777777" w:rsidR="00914249" w:rsidRPr="00745914" w:rsidRDefault="00914249" w:rsidP="00745914">
            <w:pPr>
              <w:pStyle w:val="Paragrafoelenco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745914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745914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max): 138 (82 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>184) l/h</w:t>
            </w:r>
          </w:p>
          <w:p w14:paraId="25A15600" w14:textId="3C5F4A8D" w:rsidR="00914249" w:rsidRPr="00745914" w:rsidRDefault="00914249" w:rsidP="00745914">
            <w:pPr>
              <w:pStyle w:val="Paragrafoelenco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 xml:space="preserve">max): 3,0 (1.1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>2,5) kPa</w:t>
            </w:r>
            <w:r w:rsidR="00745914" w:rsidRPr="00745914">
              <w:rPr>
                <w:rFonts w:ascii="Poppins" w:hAnsi="Poppins" w:cs="Poppins"/>
                <w:color w:val="000000"/>
              </w:rPr>
              <w:t xml:space="preserve"> </w:t>
            </w:r>
            <w:r w:rsidR="00BF210C" w:rsidRPr="00745914">
              <w:rPr>
                <w:rFonts w:ascii="Poppins" w:hAnsi="Poppins" w:cs="Poppins"/>
              </w:rPr>
              <w:t>(temperatura acqua 7°C Dt 5°C; temperatura aria 27 °C b.s./19 °C b.u.)</w:t>
            </w:r>
          </w:p>
          <w:p w14:paraId="396CF2AD" w14:textId="77777777" w:rsidR="00914249" w:rsidRPr="00745914" w:rsidRDefault="00BF210C" w:rsidP="00745914">
            <w:pPr>
              <w:pStyle w:val="Paragrafoelenco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Potenza termica med (</w:t>
            </w:r>
            <w:r w:rsidR="007F0804" w:rsidRPr="00745914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="007F0804" w:rsidRPr="00745914">
              <w:rPr>
                <w:rFonts w:ascii="Poppins" w:hAnsi="Poppins" w:cs="Poppins"/>
                <w:color w:val="000000"/>
              </w:rPr>
              <w:t>max</w:t>
            </w:r>
            <w:r w:rsidRPr="00745914">
              <w:rPr>
                <w:rFonts w:ascii="Poppins" w:hAnsi="Poppins" w:cs="Poppins"/>
                <w:color w:val="000000"/>
              </w:rPr>
              <w:t xml:space="preserve">): 0,94 (0,53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>1,27) kW</w:t>
            </w:r>
          </w:p>
          <w:p w14:paraId="23A6A4ED" w14:textId="77777777" w:rsidR="00914249" w:rsidRPr="00745914" w:rsidRDefault="00BF210C" w:rsidP="00745914">
            <w:pPr>
              <w:pStyle w:val="Paragrafoelenco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745914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745914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max): 162 (92 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>218) l/h</w:t>
            </w:r>
          </w:p>
          <w:p w14:paraId="0648463B" w14:textId="66AAEBF4" w:rsidR="00914249" w:rsidRPr="00745914" w:rsidRDefault="00BF210C" w:rsidP="00745914">
            <w:pPr>
              <w:pStyle w:val="Paragrafoelenco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 xml:space="preserve">max): 3,1 (1,1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>5,4) kPa</w:t>
            </w:r>
            <w:r w:rsidR="00745914" w:rsidRPr="00745914">
              <w:rPr>
                <w:rFonts w:ascii="Poppins" w:hAnsi="Poppins" w:cs="Poppins"/>
                <w:color w:val="000000"/>
              </w:rPr>
              <w:t xml:space="preserve"> </w:t>
            </w:r>
            <w:r w:rsidRPr="00745914">
              <w:rPr>
                <w:rFonts w:ascii="Poppins" w:hAnsi="Poppins" w:cs="Poppins"/>
              </w:rPr>
              <w:t>(temperatura acqua 45°C Dt 5°C; temperatura aria 20 °C)</w:t>
            </w:r>
          </w:p>
          <w:p w14:paraId="1DBAFF35" w14:textId="77777777" w:rsidR="00914249" w:rsidRPr="00745914" w:rsidRDefault="00BF210C" w:rsidP="00745914">
            <w:pPr>
              <w:pStyle w:val="Paragrafoelenco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745914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745914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aria med (min 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max:) 155 (84 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>228) m3/h</w:t>
            </w:r>
          </w:p>
          <w:p w14:paraId="29DD4974" w14:textId="77777777" w:rsidR="00914249" w:rsidRPr="00745914" w:rsidRDefault="00BF210C" w:rsidP="00745914">
            <w:pPr>
              <w:pStyle w:val="Paragrafoelenco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2957BFA2" w14:textId="77777777" w:rsidR="00914249" w:rsidRPr="00745914" w:rsidRDefault="00BF210C" w:rsidP="00745914">
            <w:pPr>
              <w:pStyle w:val="Paragrafoelenco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Potenza massima assorbita: 13 W</w:t>
            </w:r>
          </w:p>
          <w:p w14:paraId="265F712F" w14:textId="77777777" w:rsidR="00914249" w:rsidRPr="00745914" w:rsidRDefault="00BF210C" w:rsidP="00745914">
            <w:pPr>
              <w:pStyle w:val="Paragrafoelenco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Corrente assorbita: 0,10 A</w:t>
            </w:r>
          </w:p>
          <w:p w14:paraId="3685EEEB" w14:textId="77777777" w:rsidR="00914249" w:rsidRPr="00745914" w:rsidRDefault="00C2188A" w:rsidP="00745914">
            <w:pPr>
              <w:pStyle w:val="Paragrafoelenco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</w:rPr>
              <w:t>Livello di potenza sonora med (</w:t>
            </w:r>
            <w:r w:rsidR="007F0804" w:rsidRPr="00745914">
              <w:rPr>
                <w:rFonts w:ascii="Poppins" w:hAnsi="Poppins" w:cs="Poppins"/>
              </w:rPr>
              <w:t xml:space="preserve">min </w:t>
            </w:r>
            <w:r w:rsidR="003D0946" w:rsidRPr="00745914">
              <w:rPr>
                <w:rFonts w:ascii="Poppins" w:hAnsi="Poppins" w:cs="Poppins"/>
              </w:rPr>
              <w:t xml:space="preserve"> - </w:t>
            </w:r>
            <w:r w:rsidR="007F0804" w:rsidRPr="00745914">
              <w:rPr>
                <w:rFonts w:ascii="Poppins" w:hAnsi="Poppins" w:cs="Poppins"/>
              </w:rPr>
              <w:t>max</w:t>
            </w:r>
            <w:r w:rsidRPr="00745914">
              <w:rPr>
                <w:rFonts w:ascii="Poppins" w:hAnsi="Poppins" w:cs="Poppins"/>
              </w:rPr>
              <w:t xml:space="preserve">): </w:t>
            </w:r>
            <w:r w:rsidR="00914249" w:rsidRPr="00745914">
              <w:rPr>
                <w:rFonts w:ascii="Poppins" w:hAnsi="Poppins" w:cs="Poppins"/>
                <w:color w:val="000000"/>
              </w:rPr>
              <w:t>38 (29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="00914249" w:rsidRPr="00745914">
              <w:rPr>
                <w:rFonts w:ascii="Poppins" w:hAnsi="Poppins" w:cs="Poppins"/>
                <w:color w:val="000000"/>
              </w:rPr>
              <w:t>48)</w:t>
            </w:r>
            <w:r w:rsidR="00914249" w:rsidRPr="00745914">
              <w:rPr>
                <w:rFonts w:ascii="Poppins" w:hAnsi="Poppins" w:cs="Poppins"/>
              </w:rPr>
              <w:t xml:space="preserve"> dB(A)</w:t>
            </w:r>
          </w:p>
          <w:p w14:paraId="4B2B74DA" w14:textId="7DBF7F0B" w:rsidR="00914249" w:rsidRPr="00745914" w:rsidRDefault="00C2188A" w:rsidP="00745914">
            <w:pPr>
              <w:pStyle w:val="Paragrafoelenco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</w:rPr>
              <w:t>Livello di pressione sonora med (</w:t>
            </w:r>
            <w:r w:rsidR="007F0804" w:rsidRPr="00745914">
              <w:rPr>
                <w:rFonts w:ascii="Poppins" w:hAnsi="Poppins" w:cs="Poppins"/>
              </w:rPr>
              <w:t xml:space="preserve">min </w:t>
            </w:r>
            <w:r w:rsidR="003D0946" w:rsidRPr="00745914">
              <w:rPr>
                <w:rFonts w:ascii="Poppins" w:hAnsi="Poppins" w:cs="Poppins"/>
              </w:rPr>
              <w:t xml:space="preserve"> - </w:t>
            </w:r>
            <w:r w:rsidR="007F0804" w:rsidRPr="00745914">
              <w:rPr>
                <w:rFonts w:ascii="Poppins" w:hAnsi="Poppins" w:cs="Poppins"/>
              </w:rPr>
              <w:t>max</w:t>
            </w:r>
            <w:r w:rsidRPr="00745914">
              <w:rPr>
                <w:rFonts w:ascii="Poppins" w:hAnsi="Poppins" w:cs="Poppins"/>
              </w:rPr>
              <w:t xml:space="preserve">): </w:t>
            </w:r>
            <w:r w:rsidR="00914249" w:rsidRPr="00745914">
              <w:rPr>
                <w:rFonts w:ascii="Poppins" w:hAnsi="Poppins" w:cs="Poppins"/>
              </w:rPr>
              <w:t>21 (12</w:t>
            </w:r>
            <w:r w:rsidR="003D0946" w:rsidRPr="00745914">
              <w:rPr>
                <w:rFonts w:ascii="Poppins" w:hAnsi="Poppins" w:cs="Poppins"/>
              </w:rPr>
              <w:t xml:space="preserve"> - </w:t>
            </w:r>
            <w:r w:rsidR="00914249" w:rsidRPr="00745914">
              <w:rPr>
                <w:rFonts w:ascii="Poppins" w:hAnsi="Poppins" w:cs="Poppins"/>
              </w:rPr>
              <w:t xml:space="preserve">31) dB(A) </w:t>
            </w:r>
            <w:r w:rsidR="003D0946" w:rsidRPr="00745914">
              <w:rPr>
                <w:rFonts w:ascii="Poppins" w:hAnsi="Poppins" w:cs="Poppins"/>
              </w:rPr>
              <w:t xml:space="preserve"> - </w:t>
            </w:r>
            <w:r w:rsidR="00914249" w:rsidRPr="00745914">
              <w:rPr>
                <w:rFonts w:ascii="Poppins" w:hAnsi="Poppins" w:cs="Poppins"/>
              </w:rPr>
              <w:t>valori riferiti a fattore di direzionalità pari a 2 in campo chiuso, costante d’ambiente 300 m2 e distanza pari a 5 m</w:t>
            </w:r>
          </w:p>
          <w:p w14:paraId="5D2EB3F9" w14:textId="77777777" w:rsidR="00914249" w:rsidRPr="00745914" w:rsidRDefault="00C2188A" w:rsidP="00745914">
            <w:pPr>
              <w:pStyle w:val="Paragrafoelenco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Dimensioni (LxHxP): </w:t>
            </w:r>
            <w:r w:rsidR="00914249" w:rsidRPr="00745914">
              <w:rPr>
                <w:rFonts w:ascii="Poppins" w:hAnsi="Poppins" w:cs="Poppins"/>
                <w:color w:val="000000"/>
              </w:rPr>
              <w:t>902x335x128 mm</w:t>
            </w:r>
          </w:p>
          <w:p w14:paraId="63BB3D0F" w14:textId="77777777" w:rsidR="00914249" w:rsidRPr="00745914" w:rsidRDefault="00C2188A" w:rsidP="00745914">
            <w:pPr>
              <w:pStyle w:val="Paragrafoelenco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Peso:</w:t>
            </w:r>
            <w:r w:rsidR="00914249" w:rsidRPr="00745914">
              <w:rPr>
                <w:rFonts w:ascii="Poppins" w:hAnsi="Poppins" w:cs="Poppins"/>
                <w:color w:val="000000"/>
              </w:rPr>
              <w:t xml:space="preserve"> 14 kg</w:t>
            </w:r>
          </w:p>
          <w:p w14:paraId="21224DFB" w14:textId="25EB9D4D" w:rsidR="00914249" w:rsidRPr="00745914" w:rsidRDefault="00914249" w:rsidP="00745914">
            <w:pPr>
              <w:pStyle w:val="Paragrafoelenco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Temperatura acqua </w:t>
            </w:r>
            <w:proofErr w:type="gramStart"/>
            <w:r w:rsidR="007F0804" w:rsidRPr="00745914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</w:t>
            </w:r>
            <w:proofErr w:type="gramEnd"/>
            <w:r w:rsidR="003D0946" w:rsidRPr="00745914">
              <w:rPr>
                <w:rFonts w:ascii="Poppins" w:hAnsi="Poppins" w:cs="Poppins"/>
                <w:color w:val="000000"/>
              </w:rPr>
              <w:t xml:space="preserve"> </w:t>
            </w:r>
            <w:r w:rsidR="007F0804" w:rsidRPr="00745914">
              <w:rPr>
                <w:rFonts w:ascii="Poppins" w:hAnsi="Poppins" w:cs="Poppins"/>
                <w:color w:val="000000"/>
              </w:rPr>
              <w:t>max</w:t>
            </w:r>
            <w:r w:rsidRPr="00745914">
              <w:rPr>
                <w:rFonts w:ascii="Poppins" w:hAnsi="Poppins" w:cs="Poppins"/>
                <w:color w:val="000000"/>
              </w:rPr>
              <w:t xml:space="preserve">: </w:t>
            </w:r>
            <w:r w:rsidR="00B051EA">
              <w:rPr>
                <w:rFonts w:ascii="Poppins" w:hAnsi="Poppins" w:cs="Poppins"/>
                <w:color w:val="000000"/>
              </w:rPr>
              <w:t>da 4 a 85 °C</w:t>
            </w:r>
          </w:p>
          <w:p w14:paraId="3C164E61" w14:textId="4A2AE0B0" w:rsidR="00914249" w:rsidRPr="00745914" w:rsidRDefault="00914249" w:rsidP="00745914">
            <w:pPr>
              <w:pStyle w:val="Paragrafoelenco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7F0804" w:rsidRPr="00745914">
              <w:rPr>
                <w:rFonts w:ascii="Poppins" w:hAnsi="Poppins" w:cs="Poppins"/>
                <w:color w:val="000000"/>
              </w:rPr>
              <w:t>3/4”</w:t>
            </w:r>
            <w:r w:rsidRPr="00745914">
              <w:rPr>
                <w:rFonts w:ascii="Poppins" w:hAnsi="Poppins" w:cs="Poppins"/>
                <w:color w:val="000000"/>
              </w:rPr>
              <w:t xml:space="preserve"> Eurocono, a sinistra</w:t>
            </w:r>
          </w:p>
          <w:p w14:paraId="3EC9C1EB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5D2136AD" w14:textId="612ABA09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914249">
              <w:rPr>
                <w:rFonts w:ascii="Poppins" w:hAnsi="Poppins" w:cs="Poppins"/>
                <w:b/>
              </w:rPr>
              <w:t xml:space="preserve">Marca </w:t>
            </w:r>
            <w:r w:rsidR="00542CF8">
              <w:rPr>
                <w:rFonts w:ascii="Poppins" w:hAnsi="Poppins" w:cs="Poppins"/>
                <w:b/>
              </w:rPr>
              <w:t>Emmeti</w:t>
            </w:r>
            <w:r w:rsidRPr="00914249">
              <w:rPr>
                <w:rFonts w:ascii="Poppins" w:hAnsi="Poppins" w:cs="Poppins"/>
                <w:b/>
              </w:rPr>
              <w:t xml:space="preserve"> – Modello </w:t>
            </w:r>
            <w:r w:rsidR="00A97AB3">
              <w:rPr>
                <w:rFonts w:ascii="Poppins" w:hAnsi="Poppins" w:cs="Poppins"/>
                <w:b/>
              </w:rPr>
              <w:t>Ventilconvettore</w:t>
            </w:r>
            <w:r w:rsidRPr="00914249">
              <w:rPr>
                <w:rFonts w:ascii="Poppins" w:hAnsi="Poppins" w:cs="Poppins"/>
                <w:b/>
              </w:rPr>
              <w:t xml:space="preserve"> SILENCE THIN ETWW 240 SR o equivalente</w:t>
            </w:r>
            <w:r w:rsidR="00745914">
              <w:rPr>
                <w:rFonts w:ascii="Poppins" w:hAnsi="Poppins" w:cs="Poppins"/>
                <w:b/>
              </w:rPr>
              <w:t>.</w:t>
            </w:r>
          </w:p>
        </w:tc>
      </w:tr>
      <w:tr w:rsidR="00914249" w:rsidRPr="00D5395B" w14:paraId="4C7B1AF9" w14:textId="77777777" w:rsidTr="008574C8">
        <w:tc>
          <w:tcPr>
            <w:tcW w:w="1208" w:type="dxa"/>
          </w:tcPr>
          <w:p w14:paraId="295E70EB" w14:textId="63DBFDBC" w:rsidR="00914249" w:rsidRPr="00914249" w:rsidRDefault="00914249" w:rsidP="0091424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lastRenderedPageBreak/>
              <w:t>075238</w:t>
            </w:r>
            <w:r w:rsidR="00EC2C17">
              <w:rPr>
                <w:rFonts w:ascii="Poppins" w:hAnsi="Poppins" w:cs="Poppins"/>
                <w:sz w:val="20"/>
              </w:rPr>
              <w:t>3</w:t>
            </w:r>
            <w:r w:rsidRPr="00914249">
              <w:rPr>
                <w:rFonts w:ascii="Poppins" w:hAnsi="Poppins" w:cs="Poppins"/>
                <w:sz w:val="20"/>
              </w:rPr>
              <w:t>4</w:t>
            </w:r>
          </w:p>
        </w:tc>
        <w:tc>
          <w:tcPr>
            <w:tcW w:w="1867" w:type="dxa"/>
          </w:tcPr>
          <w:p w14:paraId="271EB992" w14:textId="77777777" w:rsidR="00F26DBC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Ventilconvettore</w:t>
            </w:r>
          </w:p>
          <w:p w14:paraId="60C1D37B" w14:textId="77777777" w:rsidR="00914249" w:rsidRPr="00914249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 xml:space="preserve">SILENCE THIN </w:t>
            </w:r>
            <w:r w:rsidR="00914249" w:rsidRPr="00914249">
              <w:rPr>
                <w:rFonts w:ascii="Poppins" w:hAnsi="Poppins" w:cs="Poppins"/>
                <w:sz w:val="20"/>
              </w:rPr>
              <w:t>ETWW 260 SR</w:t>
            </w:r>
          </w:p>
        </w:tc>
        <w:tc>
          <w:tcPr>
            <w:tcW w:w="6525" w:type="dxa"/>
          </w:tcPr>
          <w:p w14:paraId="06DAED6E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Ventilconvettore a parete, di tipo compatto, versione “Scheda THINW-010 V”, con tecnologia DC-Inverter.</w:t>
            </w:r>
          </w:p>
          <w:p w14:paraId="17D33CFA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Predisposto per essere controllato da un sistema BMS (Building Management System) tramite ingresso analogico 0-10 Vdc.</w:t>
            </w:r>
          </w:p>
          <w:p w14:paraId="1DD6F626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5AADD38A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L’unità presenta il deflettore orizzontale con orientamento automatico del flusso dell’aria, filtro aria, raccordo scarico condensa, dima per fissaggio a muro.</w:t>
            </w:r>
          </w:p>
          <w:p w14:paraId="599936C3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5D6CAAD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914249">
              <w:rPr>
                <w:rFonts w:ascii="Poppins" w:hAnsi="Poppins" w:cs="Poppins"/>
                <w:b/>
              </w:rPr>
              <w:t>Dati tecnici:</w:t>
            </w:r>
          </w:p>
          <w:p w14:paraId="7C2A4801" w14:textId="77777777" w:rsidR="00914249" w:rsidRPr="00745914" w:rsidRDefault="00914249" w:rsidP="00745914">
            <w:pPr>
              <w:pStyle w:val="Paragrafoelenco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Potenza frigorifera med (</w:t>
            </w:r>
            <w:r w:rsidR="007F0804" w:rsidRPr="00745914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="007F0804" w:rsidRPr="00745914">
              <w:rPr>
                <w:rFonts w:ascii="Poppins" w:hAnsi="Poppins" w:cs="Poppins"/>
                <w:color w:val="000000"/>
              </w:rPr>
              <w:t>max</w:t>
            </w:r>
            <w:r w:rsidRPr="00745914">
              <w:rPr>
                <w:rFonts w:ascii="Poppins" w:hAnsi="Poppins" w:cs="Poppins"/>
                <w:color w:val="000000"/>
              </w:rPr>
              <w:t>): 1,03 (0,58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>1,65) kW</w:t>
            </w:r>
          </w:p>
          <w:p w14:paraId="7D19438C" w14:textId="77777777" w:rsidR="00914249" w:rsidRPr="00745914" w:rsidRDefault="007F0804" w:rsidP="00745914">
            <w:pPr>
              <w:pStyle w:val="Paragrafoelenco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745914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745914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max): 177 (99 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>283) l/h</w:t>
            </w:r>
          </w:p>
          <w:p w14:paraId="5E747BDE" w14:textId="3CE3ABF0" w:rsidR="00914249" w:rsidRPr="00745914" w:rsidRDefault="007F0804" w:rsidP="00745914">
            <w:pPr>
              <w:pStyle w:val="Paragrafoelenco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 xml:space="preserve">max): 4,8 (3,9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>5,7) kPa</w:t>
            </w:r>
            <w:r w:rsidR="00745914" w:rsidRPr="00745914">
              <w:rPr>
                <w:rFonts w:ascii="Poppins" w:hAnsi="Poppins" w:cs="Poppins"/>
                <w:color w:val="000000"/>
              </w:rPr>
              <w:t xml:space="preserve"> </w:t>
            </w:r>
            <w:r w:rsidR="00BF210C" w:rsidRPr="00745914">
              <w:rPr>
                <w:rFonts w:ascii="Poppins" w:hAnsi="Poppins" w:cs="Poppins"/>
              </w:rPr>
              <w:t>(temperatura acqua 7°C Dt 5°C; temperatura aria 27 °C b.s./19 °C b.u.)</w:t>
            </w:r>
          </w:p>
          <w:p w14:paraId="35C0DE7F" w14:textId="77777777" w:rsidR="00914249" w:rsidRPr="00745914" w:rsidRDefault="007F0804" w:rsidP="00745914">
            <w:pPr>
              <w:pStyle w:val="Paragrafoelenco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Potenza termica med (min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>max): 1,26 (0,66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>1,80) kW</w:t>
            </w:r>
          </w:p>
          <w:p w14:paraId="432488BA" w14:textId="77777777" w:rsidR="00914249" w:rsidRPr="00745914" w:rsidRDefault="007F0804" w:rsidP="00745914">
            <w:pPr>
              <w:pStyle w:val="Paragrafoelenco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745914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745914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max): 217 (113 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>310) l/h</w:t>
            </w:r>
          </w:p>
          <w:p w14:paraId="2A2D0512" w14:textId="45AF7E2D" w:rsidR="00914249" w:rsidRPr="00745914" w:rsidRDefault="007F0804" w:rsidP="00745914">
            <w:pPr>
              <w:pStyle w:val="Paragrafoelenco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 xml:space="preserve">max): 3,5 (2,8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>4,0) kPa</w:t>
            </w:r>
            <w:r w:rsidR="00745914" w:rsidRPr="00745914">
              <w:rPr>
                <w:rFonts w:ascii="Poppins" w:hAnsi="Poppins" w:cs="Poppins"/>
                <w:color w:val="000000"/>
              </w:rPr>
              <w:t xml:space="preserve"> </w:t>
            </w:r>
            <w:r w:rsidR="00BF210C" w:rsidRPr="00745914">
              <w:rPr>
                <w:rFonts w:ascii="Poppins" w:hAnsi="Poppins" w:cs="Poppins"/>
              </w:rPr>
              <w:t>(temperatura acqua 45°C Dt 5°C; temperatura aria 20 °C)</w:t>
            </w:r>
          </w:p>
          <w:p w14:paraId="1C285597" w14:textId="77777777" w:rsidR="00914249" w:rsidRPr="00745914" w:rsidRDefault="007F0804" w:rsidP="00745914">
            <w:pPr>
              <w:pStyle w:val="Paragrafoelenco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745914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745914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aria med (min 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max): </w:t>
            </w:r>
            <w:r w:rsidR="00914249" w:rsidRPr="00745914">
              <w:rPr>
                <w:rFonts w:ascii="Poppins" w:hAnsi="Poppins" w:cs="Poppins"/>
                <w:color w:val="000000"/>
                <w:lang w:val="sv-SE"/>
              </w:rPr>
              <w:t>229 (124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="00914249" w:rsidRPr="00745914">
              <w:rPr>
                <w:rFonts w:ascii="Poppins" w:hAnsi="Poppins" w:cs="Poppins"/>
                <w:color w:val="000000"/>
                <w:lang w:val="sv-SE"/>
              </w:rPr>
              <w:t>331) m3/h</w:t>
            </w:r>
          </w:p>
          <w:p w14:paraId="5268315C" w14:textId="77777777" w:rsidR="00914249" w:rsidRPr="00745914" w:rsidRDefault="00BF210C" w:rsidP="00745914">
            <w:pPr>
              <w:pStyle w:val="Paragrafoelenco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023A7669" w14:textId="77777777" w:rsidR="00914249" w:rsidRPr="00745914" w:rsidRDefault="007F0804" w:rsidP="00745914">
            <w:pPr>
              <w:pStyle w:val="Paragrafoelenco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Potenza massima assorbita: </w:t>
            </w:r>
            <w:r w:rsidR="00914249" w:rsidRPr="00745914">
              <w:rPr>
                <w:rFonts w:ascii="Poppins" w:hAnsi="Poppins" w:cs="Poppins"/>
                <w:color w:val="000000"/>
              </w:rPr>
              <w:t>15 W</w:t>
            </w:r>
          </w:p>
          <w:p w14:paraId="17DD4169" w14:textId="77777777" w:rsidR="00914249" w:rsidRPr="00745914" w:rsidRDefault="007F0804" w:rsidP="00745914">
            <w:pPr>
              <w:pStyle w:val="Paragrafoelenco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Corrente assorbita: </w:t>
            </w:r>
            <w:r w:rsidR="00914249" w:rsidRPr="00745914">
              <w:rPr>
                <w:rFonts w:ascii="Poppins" w:hAnsi="Poppins" w:cs="Poppins"/>
                <w:color w:val="000000"/>
              </w:rPr>
              <w:t>0,12 A</w:t>
            </w:r>
          </w:p>
          <w:p w14:paraId="1E231385" w14:textId="77777777" w:rsidR="00914249" w:rsidRPr="00745914" w:rsidRDefault="00C2188A" w:rsidP="00745914">
            <w:pPr>
              <w:pStyle w:val="Paragrafoelenco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</w:rPr>
              <w:t>Livello di potenza sonora med (</w:t>
            </w:r>
            <w:r w:rsidR="007F0804" w:rsidRPr="00745914">
              <w:rPr>
                <w:rFonts w:ascii="Poppins" w:hAnsi="Poppins" w:cs="Poppins"/>
              </w:rPr>
              <w:t xml:space="preserve">min </w:t>
            </w:r>
            <w:r w:rsidR="003D0946" w:rsidRPr="00745914">
              <w:rPr>
                <w:rFonts w:ascii="Poppins" w:hAnsi="Poppins" w:cs="Poppins"/>
              </w:rPr>
              <w:t xml:space="preserve"> - </w:t>
            </w:r>
            <w:r w:rsidR="007F0804" w:rsidRPr="00745914">
              <w:rPr>
                <w:rFonts w:ascii="Poppins" w:hAnsi="Poppins" w:cs="Poppins"/>
              </w:rPr>
              <w:t>max</w:t>
            </w:r>
            <w:r w:rsidRPr="00745914">
              <w:rPr>
                <w:rFonts w:ascii="Poppins" w:hAnsi="Poppins" w:cs="Poppins"/>
              </w:rPr>
              <w:t xml:space="preserve">): </w:t>
            </w:r>
            <w:r w:rsidR="00914249" w:rsidRPr="00745914">
              <w:rPr>
                <w:rFonts w:ascii="Poppins" w:hAnsi="Poppins" w:cs="Poppins"/>
                <w:color w:val="000000"/>
              </w:rPr>
              <w:t>39 (29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="00914249" w:rsidRPr="00745914">
              <w:rPr>
                <w:rFonts w:ascii="Poppins" w:hAnsi="Poppins" w:cs="Poppins"/>
                <w:color w:val="000000"/>
              </w:rPr>
              <w:t>49)</w:t>
            </w:r>
            <w:r w:rsidR="00914249" w:rsidRPr="00745914">
              <w:rPr>
                <w:rFonts w:ascii="Poppins" w:hAnsi="Poppins" w:cs="Poppins"/>
              </w:rPr>
              <w:t xml:space="preserve"> dB(A)</w:t>
            </w:r>
          </w:p>
          <w:p w14:paraId="42B08C8A" w14:textId="0652D899" w:rsidR="00914249" w:rsidRPr="00745914" w:rsidRDefault="00C2188A" w:rsidP="00745914">
            <w:pPr>
              <w:pStyle w:val="Paragrafoelenco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</w:rPr>
              <w:t>Livello di pressione sonora med (</w:t>
            </w:r>
            <w:r w:rsidR="007F0804" w:rsidRPr="00745914">
              <w:rPr>
                <w:rFonts w:ascii="Poppins" w:hAnsi="Poppins" w:cs="Poppins"/>
              </w:rPr>
              <w:t xml:space="preserve">min </w:t>
            </w:r>
            <w:r w:rsidR="003D0946" w:rsidRPr="00745914">
              <w:rPr>
                <w:rFonts w:ascii="Poppins" w:hAnsi="Poppins" w:cs="Poppins"/>
              </w:rPr>
              <w:t xml:space="preserve"> - </w:t>
            </w:r>
            <w:r w:rsidR="007F0804" w:rsidRPr="00745914">
              <w:rPr>
                <w:rFonts w:ascii="Poppins" w:hAnsi="Poppins" w:cs="Poppins"/>
              </w:rPr>
              <w:t>max</w:t>
            </w:r>
            <w:r w:rsidRPr="00745914">
              <w:rPr>
                <w:rFonts w:ascii="Poppins" w:hAnsi="Poppins" w:cs="Poppins"/>
              </w:rPr>
              <w:t xml:space="preserve">): </w:t>
            </w:r>
            <w:r w:rsidR="00914249" w:rsidRPr="00745914">
              <w:rPr>
                <w:rFonts w:ascii="Poppins" w:hAnsi="Poppins" w:cs="Poppins"/>
              </w:rPr>
              <w:t>22 (12</w:t>
            </w:r>
            <w:r w:rsidR="003D0946" w:rsidRPr="00745914">
              <w:rPr>
                <w:rFonts w:ascii="Poppins" w:hAnsi="Poppins" w:cs="Poppins"/>
              </w:rPr>
              <w:t xml:space="preserve"> - </w:t>
            </w:r>
            <w:r w:rsidR="00914249" w:rsidRPr="00745914">
              <w:rPr>
                <w:rFonts w:ascii="Poppins" w:hAnsi="Poppins" w:cs="Poppins"/>
              </w:rPr>
              <w:t xml:space="preserve">32) dB(A) </w:t>
            </w:r>
            <w:r w:rsidR="003D0946" w:rsidRPr="00745914">
              <w:rPr>
                <w:rFonts w:ascii="Poppins" w:hAnsi="Poppins" w:cs="Poppins"/>
              </w:rPr>
              <w:t xml:space="preserve"> - </w:t>
            </w:r>
            <w:r w:rsidR="00914249" w:rsidRPr="00745914">
              <w:rPr>
                <w:rFonts w:ascii="Poppins" w:hAnsi="Poppins" w:cs="Poppins"/>
              </w:rPr>
              <w:t>valori riferiti a fattore di direzionalità pari a 2 in campo chiuso, costante d’ambiente 300 m2 e distanza pari a 5 m</w:t>
            </w:r>
          </w:p>
          <w:p w14:paraId="0A0C5EF5" w14:textId="77777777" w:rsidR="00914249" w:rsidRPr="00745914" w:rsidRDefault="00C2188A" w:rsidP="00745914">
            <w:pPr>
              <w:pStyle w:val="Paragrafoelenco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Dimensioni (LxHxP): </w:t>
            </w:r>
            <w:r w:rsidR="00914249" w:rsidRPr="00745914">
              <w:rPr>
                <w:rFonts w:ascii="Poppins" w:hAnsi="Poppins" w:cs="Poppins"/>
                <w:color w:val="000000"/>
              </w:rPr>
              <w:t>1102x335x128 mm</w:t>
            </w:r>
          </w:p>
          <w:p w14:paraId="17A381CC" w14:textId="77777777" w:rsidR="00914249" w:rsidRPr="00745914" w:rsidRDefault="00C2188A" w:rsidP="00745914">
            <w:pPr>
              <w:pStyle w:val="Paragrafoelenco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Peso:</w:t>
            </w:r>
            <w:r w:rsidR="00914249" w:rsidRPr="00745914">
              <w:rPr>
                <w:rFonts w:ascii="Poppins" w:hAnsi="Poppins" w:cs="Poppins"/>
                <w:color w:val="000000"/>
              </w:rPr>
              <w:t xml:space="preserve"> 16 kg</w:t>
            </w:r>
          </w:p>
          <w:p w14:paraId="76B729B3" w14:textId="7F153BCF" w:rsidR="00914249" w:rsidRPr="00745914" w:rsidRDefault="00914249" w:rsidP="00745914">
            <w:pPr>
              <w:pStyle w:val="Paragrafoelenco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Temperatura acqua </w:t>
            </w:r>
            <w:proofErr w:type="gramStart"/>
            <w:r w:rsidR="007F0804" w:rsidRPr="00745914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</w:t>
            </w:r>
            <w:proofErr w:type="gramEnd"/>
            <w:r w:rsidR="003D0946" w:rsidRPr="00745914">
              <w:rPr>
                <w:rFonts w:ascii="Poppins" w:hAnsi="Poppins" w:cs="Poppins"/>
                <w:color w:val="000000"/>
              </w:rPr>
              <w:t xml:space="preserve"> </w:t>
            </w:r>
            <w:r w:rsidR="007F0804" w:rsidRPr="00745914">
              <w:rPr>
                <w:rFonts w:ascii="Poppins" w:hAnsi="Poppins" w:cs="Poppins"/>
                <w:color w:val="000000"/>
              </w:rPr>
              <w:t>max</w:t>
            </w:r>
            <w:r w:rsidRPr="00745914">
              <w:rPr>
                <w:rFonts w:ascii="Poppins" w:hAnsi="Poppins" w:cs="Poppins"/>
                <w:color w:val="000000"/>
              </w:rPr>
              <w:t xml:space="preserve">: </w:t>
            </w:r>
            <w:r w:rsidR="00B051EA">
              <w:rPr>
                <w:rFonts w:ascii="Poppins" w:hAnsi="Poppins" w:cs="Poppins"/>
                <w:color w:val="000000"/>
              </w:rPr>
              <w:t>da 4 a 85 °C</w:t>
            </w:r>
          </w:p>
          <w:p w14:paraId="6BC7B9E0" w14:textId="44168C8F" w:rsidR="00914249" w:rsidRPr="00745914" w:rsidRDefault="00914249" w:rsidP="00745914">
            <w:pPr>
              <w:pStyle w:val="Paragrafoelenco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7F0804" w:rsidRPr="00745914">
              <w:rPr>
                <w:rFonts w:ascii="Poppins" w:hAnsi="Poppins" w:cs="Poppins"/>
                <w:color w:val="000000"/>
              </w:rPr>
              <w:t>3/4”</w:t>
            </w:r>
            <w:r w:rsidRPr="00745914">
              <w:rPr>
                <w:rFonts w:ascii="Poppins" w:hAnsi="Poppins" w:cs="Poppins"/>
                <w:color w:val="000000"/>
              </w:rPr>
              <w:t xml:space="preserve"> Eurocono, a sinistra</w:t>
            </w:r>
          </w:p>
          <w:p w14:paraId="6832BE55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7DBCBBBC" w14:textId="600FB096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914249">
              <w:rPr>
                <w:rFonts w:ascii="Poppins" w:hAnsi="Poppins" w:cs="Poppins"/>
                <w:b/>
              </w:rPr>
              <w:t xml:space="preserve">Marca </w:t>
            </w:r>
            <w:r w:rsidR="00542CF8">
              <w:rPr>
                <w:rFonts w:ascii="Poppins" w:hAnsi="Poppins" w:cs="Poppins"/>
                <w:b/>
              </w:rPr>
              <w:t>Emmeti</w:t>
            </w:r>
            <w:r w:rsidRPr="00914249">
              <w:rPr>
                <w:rFonts w:ascii="Poppins" w:hAnsi="Poppins" w:cs="Poppins"/>
                <w:b/>
              </w:rPr>
              <w:t xml:space="preserve"> – Modello </w:t>
            </w:r>
            <w:r w:rsidR="00A97AB3">
              <w:rPr>
                <w:rFonts w:ascii="Poppins" w:hAnsi="Poppins" w:cs="Poppins"/>
                <w:b/>
              </w:rPr>
              <w:t>Ventilconvettore</w:t>
            </w:r>
            <w:r w:rsidRPr="00914249">
              <w:rPr>
                <w:rFonts w:ascii="Poppins" w:hAnsi="Poppins" w:cs="Poppins"/>
                <w:b/>
              </w:rPr>
              <w:t xml:space="preserve"> SILENCE THIN ETWW 260 SR o equivalente</w:t>
            </w:r>
            <w:r w:rsidR="00745914">
              <w:rPr>
                <w:rFonts w:ascii="Poppins" w:hAnsi="Poppins" w:cs="Poppins"/>
                <w:b/>
              </w:rPr>
              <w:t>.</w:t>
            </w:r>
          </w:p>
        </w:tc>
      </w:tr>
      <w:tr w:rsidR="00914249" w:rsidRPr="00D5395B" w14:paraId="457D6DD6" w14:textId="77777777" w:rsidTr="008574C8">
        <w:tc>
          <w:tcPr>
            <w:tcW w:w="1208" w:type="dxa"/>
          </w:tcPr>
          <w:p w14:paraId="29C6B014" w14:textId="502442B7" w:rsidR="00914249" w:rsidRPr="00914249" w:rsidRDefault="00914249" w:rsidP="0091424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lastRenderedPageBreak/>
              <w:t>075238</w:t>
            </w:r>
            <w:r w:rsidR="00542CF8">
              <w:rPr>
                <w:rFonts w:ascii="Poppins" w:hAnsi="Poppins" w:cs="Poppins"/>
                <w:sz w:val="20"/>
              </w:rPr>
              <w:t>4</w:t>
            </w:r>
            <w:r w:rsidRPr="00914249">
              <w:rPr>
                <w:rFonts w:ascii="Poppins" w:hAnsi="Poppins" w:cs="Poppins"/>
                <w:sz w:val="20"/>
              </w:rPr>
              <w:t>4</w:t>
            </w:r>
          </w:p>
        </w:tc>
        <w:tc>
          <w:tcPr>
            <w:tcW w:w="1867" w:type="dxa"/>
          </w:tcPr>
          <w:p w14:paraId="465DBF24" w14:textId="77777777" w:rsidR="00F26DBC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Ventilconvettore</w:t>
            </w:r>
          </w:p>
          <w:p w14:paraId="157A93AF" w14:textId="77777777" w:rsidR="00914249" w:rsidRPr="00914249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 xml:space="preserve">SILENCE THIN </w:t>
            </w:r>
            <w:r w:rsidR="00914249" w:rsidRPr="00914249">
              <w:rPr>
                <w:rFonts w:ascii="Poppins" w:hAnsi="Poppins" w:cs="Poppins"/>
                <w:sz w:val="20"/>
              </w:rPr>
              <w:t>ETWW 280 SR</w:t>
            </w:r>
          </w:p>
        </w:tc>
        <w:tc>
          <w:tcPr>
            <w:tcW w:w="6525" w:type="dxa"/>
          </w:tcPr>
          <w:p w14:paraId="1A805E9E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Ventilconvettore a parete, di tipo compatto, versione “Scheda THINW-010 V”, con tecnologia DC-Inverter.</w:t>
            </w:r>
          </w:p>
          <w:p w14:paraId="49BA9629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Predisposto per essere controllato da un sistema BMS (Building Management System) tramite ingresso analogico 0-10 Vdc.</w:t>
            </w:r>
          </w:p>
          <w:p w14:paraId="161F76AB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50183472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>L’unità presenta il deflettore orizzontale con orientamento automatico del flusso dell’aria, filtro aria, raccordo scarico condensa, dima per fissaggio a muro.</w:t>
            </w:r>
          </w:p>
          <w:p w14:paraId="4BA0C757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20C2AD8" w14:textId="777777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914249">
              <w:rPr>
                <w:rFonts w:ascii="Poppins" w:hAnsi="Poppins" w:cs="Poppins"/>
                <w:b/>
              </w:rPr>
              <w:t>Dati tecnici:</w:t>
            </w:r>
          </w:p>
          <w:p w14:paraId="57D4A34B" w14:textId="77777777" w:rsidR="00914249" w:rsidRPr="00745914" w:rsidRDefault="00914249" w:rsidP="00745914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Potenza frigorifera med (</w:t>
            </w:r>
            <w:r w:rsidR="007F0804" w:rsidRPr="00745914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="007F0804" w:rsidRPr="00745914">
              <w:rPr>
                <w:rFonts w:ascii="Poppins" w:hAnsi="Poppins" w:cs="Poppins"/>
                <w:color w:val="000000"/>
              </w:rPr>
              <w:t>max</w:t>
            </w:r>
            <w:r w:rsidRPr="00745914">
              <w:rPr>
                <w:rFonts w:ascii="Poppins" w:hAnsi="Poppins" w:cs="Poppins"/>
                <w:color w:val="000000"/>
              </w:rPr>
              <w:t>): 1,75 (0,91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>2,31) kW</w:t>
            </w:r>
          </w:p>
          <w:p w14:paraId="138953C8" w14:textId="77777777" w:rsidR="00914249" w:rsidRPr="00745914" w:rsidRDefault="00395ABD" w:rsidP="00745914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745914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745914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max): 300 (157 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>397) l/h</w:t>
            </w:r>
          </w:p>
          <w:p w14:paraId="789A89D6" w14:textId="3923E255" w:rsidR="00914249" w:rsidRPr="00745914" w:rsidRDefault="00395ABD" w:rsidP="00745914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 xml:space="preserve">max): 4,2 (1,3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>6,9) kPa</w:t>
            </w:r>
            <w:r w:rsidR="00745914" w:rsidRPr="00745914">
              <w:rPr>
                <w:rFonts w:ascii="Poppins" w:hAnsi="Poppins" w:cs="Poppins"/>
                <w:color w:val="000000"/>
              </w:rPr>
              <w:t xml:space="preserve"> </w:t>
            </w:r>
            <w:r w:rsidR="00BF210C" w:rsidRPr="00745914">
              <w:rPr>
                <w:rFonts w:ascii="Poppins" w:hAnsi="Poppins" w:cs="Poppins"/>
              </w:rPr>
              <w:t>(temperatura acqua 7°C Dt 5°C; temperatura aria 27 °C b.s./19 °C b.u.)</w:t>
            </w:r>
          </w:p>
          <w:p w14:paraId="5BA6C170" w14:textId="77777777" w:rsidR="00914249" w:rsidRPr="00745914" w:rsidRDefault="00395ABD" w:rsidP="00745914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Potenza termica med (min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>max): 1,98 (0,96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>2,60) kW</w:t>
            </w:r>
          </w:p>
          <w:p w14:paraId="2757D8B4" w14:textId="77777777" w:rsidR="00914249" w:rsidRPr="00745914" w:rsidRDefault="00395ABD" w:rsidP="00745914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745914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745914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acqua med (min 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max): 341 (165 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>447) l/h</w:t>
            </w:r>
          </w:p>
          <w:p w14:paraId="47449422" w14:textId="49F966D6" w:rsidR="00914249" w:rsidRPr="00745914" w:rsidRDefault="00395ABD" w:rsidP="00745914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Perdita di carico med (min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 xml:space="preserve">max): 4,1 (1,1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</w:rPr>
              <w:t>6,6)  kPa</w:t>
            </w:r>
            <w:r w:rsidR="00745914" w:rsidRPr="00745914">
              <w:rPr>
                <w:rFonts w:ascii="Poppins" w:hAnsi="Poppins" w:cs="Poppins"/>
                <w:color w:val="000000"/>
              </w:rPr>
              <w:t xml:space="preserve"> </w:t>
            </w:r>
            <w:r w:rsidR="00BF210C" w:rsidRPr="00745914">
              <w:rPr>
                <w:rFonts w:ascii="Poppins" w:hAnsi="Poppins" w:cs="Poppins"/>
              </w:rPr>
              <w:t>(temperatura acqua 45°C Dt 5°C; temperatura aria 20 °C)</w:t>
            </w:r>
          </w:p>
          <w:p w14:paraId="2CF3B571" w14:textId="77777777" w:rsidR="00914249" w:rsidRPr="00745914" w:rsidRDefault="007F0804" w:rsidP="00745914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745914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745914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aria med (min 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 xml:space="preserve">max): </w:t>
            </w:r>
            <w:r w:rsidR="00914249" w:rsidRPr="00745914">
              <w:rPr>
                <w:rFonts w:ascii="Poppins" w:hAnsi="Poppins" w:cs="Poppins"/>
                <w:color w:val="000000"/>
                <w:lang w:val="sv-SE"/>
              </w:rPr>
              <w:t>283 (138</w:t>
            </w:r>
            <w:r w:rsidR="003D0946" w:rsidRPr="00745914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="00914249" w:rsidRPr="00745914">
              <w:rPr>
                <w:rFonts w:ascii="Poppins" w:hAnsi="Poppins" w:cs="Poppins"/>
                <w:color w:val="000000"/>
                <w:lang w:val="sv-SE"/>
              </w:rPr>
              <w:t>440) m3/h</w:t>
            </w:r>
          </w:p>
          <w:p w14:paraId="1C8488C5" w14:textId="77777777" w:rsidR="00914249" w:rsidRPr="00745914" w:rsidRDefault="00BF210C" w:rsidP="00745914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237FA371" w14:textId="77777777" w:rsidR="00914249" w:rsidRPr="00745914" w:rsidRDefault="007F0804" w:rsidP="00745914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Potenza massima assorbita: </w:t>
            </w:r>
            <w:r w:rsidR="00914249" w:rsidRPr="00745914">
              <w:rPr>
                <w:rFonts w:ascii="Poppins" w:hAnsi="Poppins" w:cs="Poppins"/>
                <w:color w:val="000000"/>
              </w:rPr>
              <w:t>20 W</w:t>
            </w:r>
          </w:p>
          <w:p w14:paraId="72ADF087" w14:textId="77777777" w:rsidR="00914249" w:rsidRPr="00745914" w:rsidRDefault="007F0804" w:rsidP="00745914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Corrente assorbita: </w:t>
            </w:r>
            <w:r w:rsidR="00914249" w:rsidRPr="00745914">
              <w:rPr>
                <w:rFonts w:ascii="Poppins" w:hAnsi="Poppins" w:cs="Poppins"/>
                <w:color w:val="000000"/>
              </w:rPr>
              <w:t>0,16 A</w:t>
            </w:r>
          </w:p>
          <w:p w14:paraId="15F15A04" w14:textId="77777777" w:rsidR="00914249" w:rsidRPr="00745914" w:rsidRDefault="00C2188A" w:rsidP="00745914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</w:rPr>
              <w:t>Livello di potenza sonora med (</w:t>
            </w:r>
            <w:r w:rsidR="007F0804" w:rsidRPr="00745914">
              <w:rPr>
                <w:rFonts w:ascii="Poppins" w:hAnsi="Poppins" w:cs="Poppins"/>
              </w:rPr>
              <w:t xml:space="preserve">min </w:t>
            </w:r>
            <w:r w:rsidR="003D0946" w:rsidRPr="00745914">
              <w:rPr>
                <w:rFonts w:ascii="Poppins" w:hAnsi="Poppins" w:cs="Poppins"/>
              </w:rPr>
              <w:t xml:space="preserve"> - </w:t>
            </w:r>
            <w:r w:rsidR="007F0804" w:rsidRPr="00745914">
              <w:rPr>
                <w:rFonts w:ascii="Poppins" w:hAnsi="Poppins" w:cs="Poppins"/>
              </w:rPr>
              <w:t>max</w:t>
            </w:r>
            <w:r w:rsidRPr="00745914">
              <w:rPr>
                <w:rFonts w:ascii="Poppins" w:hAnsi="Poppins" w:cs="Poppins"/>
              </w:rPr>
              <w:t xml:space="preserve">): </w:t>
            </w:r>
            <w:r w:rsidR="00914249" w:rsidRPr="00745914">
              <w:rPr>
                <w:rFonts w:ascii="Poppins" w:hAnsi="Poppins" w:cs="Poppins"/>
                <w:color w:val="000000"/>
              </w:rPr>
              <w:t>40 (29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 </w:t>
            </w:r>
            <w:r w:rsidR="00914249" w:rsidRPr="00745914">
              <w:rPr>
                <w:rFonts w:ascii="Poppins" w:hAnsi="Poppins" w:cs="Poppins"/>
                <w:color w:val="000000"/>
              </w:rPr>
              <w:t>50)</w:t>
            </w:r>
            <w:r w:rsidR="00914249" w:rsidRPr="00745914">
              <w:rPr>
                <w:rFonts w:ascii="Poppins" w:hAnsi="Poppins" w:cs="Poppins"/>
              </w:rPr>
              <w:t xml:space="preserve"> dB(A)</w:t>
            </w:r>
          </w:p>
          <w:p w14:paraId="6716FF60" w14:textId="5A186D77" w:rsidR="00914249" w:rsidRPr="00745914" w:rsidRDefault="00C2188A" w:rsidP="00745914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</w:rPr>
              <w:t>Livello di pressione sonora med (</w:t>
            </w:r>
            <w:r w:rsidR="007F0804" w:rsidRPr="00745914">
              <w:rPr>
                <w:rFonts w:ascii="Poppins" w:hAnsi="Poppins" w:cs="Poppins"/>
              </w:rPr>
              <w:t xml:space="preserve">min </w:t>
            </w:r>
            <w:r w:rsidR="003D0946" w:rsidRPr="00745914">
              <w:rPr>
                <w:rFonts w:ascii="Poppins" w:hAnsi="Poppins" w:cs="Poppins"/>
              </w:rPr>
              <w:t xml:space="preserve"> - </w:t>
            </w:r>
            <w:r w:rsidR="007F0804" w:rsidRPr="00745914">
              <w:rPr>
                <w:rFonts w:ascii="Poppins" w:hAnsi="Poppins" w:cs="Poppins"/>
              </w:rPr>
              <w:t>max</w:t>
            </w:r>
            <w:r w:rsidRPr="00745914">
              <w:rPr>
                <w:rFonts w:ascii="Poppins" w:hAnsi="Poppins" w:cs="Poppins"/>
              </w:rPr>
              <w:t xml:space="preserve">): </w:t>
            </w:r>
            <w:r w:rsidR="00914249" w:rsidRPr="00745914">
              <w:rPr>
                <w:rFonts w:ascii="Poppins" w:hAnsi="Poppins" w:cs="Poppins"/>
              </w:rPr>
              <w:t>23 (12</w:t>
            </w:r>
            <w:r w:rsidR="003D0946" w:rsidRPr="00745914">
              <w:rPr>
                <w:rFonts w:ascii="Poppins" w:hAnsi="Poppins" w:cs="Poppins"/>
              </w:rPr>
              <w:t xml:space="preserve"> - </w:t>
            </w:r>
            <w:r w:rsidR="00914249" w:rsidRPr="00745914">
              <w:rPr>
                <w:rFonts w:ascii="Poppins" w:hAnsi="Poppins" w:cs="Poppins"/>
              </w:rPr>
              <w:t xml:space="preserve">33) dB(A) </w:t>
            </w:r>
            <w:r w:rsidR="003D0946" w:rsidRPr="00745914">
              <w:rPr>
                <w:rFonts w:ascii="Poppins" w:hAnsi="Poppins" w:cs="Poppins"/>
              </w:rPr>
              <w:t xml:space="preserve"> - </w:t>
            </w:r>
            <w:r w:rsidR="00914249" w:rsidRPr="00745914">
              <w:rPr>
                <w:rFonts w:ascii="Poppins" w:hAnsi="Poppins" w:cs="Poppins"/>
              </w:rPr>
              <w:t>valori riferiti a fattore di direzionalità pari a 2 in campo chiuso, costante d’ambiente 300 m2 e distanza pari a 5 m</w:t>
            </w:r>
          </w:p>
          <w:p w14:paraId="7850015B" w14:textId="77777777" w:rsidR="00914249" w:rsidRPr="00745914" w:rsidRDefault="00C2188A" w:rsidP="00745914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Dimensioni (LxHxP): </w:t>
            </w:r>
            <w:r w:rsidR="00914249" w:rsidRPr="00745914">
              <w:rPr>
                <w:rFonts w:ascii="Poppins" w:hAnsi="Poppins" w:cs="Poppins"/>
                <w:color w:val="000000"/>
              </w:rPr>
              <w:t>1302x335x128 mm</w:t>
            </w:r>
          </w:p>
          <w:p w14:paraId="3050E716" w14:textId="77777777" w:rsidR="00914249" w:rsidRPr="00745914" w:rsidRDefault="00C2188A" w:rsidP="00745914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Peso:</w:t>
            </w:r>
            <w:r w:rsidR="00914249" w:rsidRPr="00745914">
              <w:rPr>
                <w:rFonts w:ascii="Poppins" w:hAnsi="Poppins" w:cs="Poppins"/>
                <w:color w:val="000000"/>
              </w:rPr>
              <w:t xml:space="preserve"> 19 kg</w:t>
            </w:r>
          </w:p>
          <w:p w14:paraId="2ABE078B" w14:textId="47B96564" w:rsidR="00914249" w:rsidRPr="00745914" w:rsidRDefault="00914249" w:rsidP="00745914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Temperatura acqua </w:t>
            </w:r>
            <w:proofErr w:type="gramStart"/>
            <w:r w:rsidR="007F0804" w:rsidRPr="00745914">
              <w:rPr>
                <w:rFonts w:ascii="Poppins" w:hAnsi="Poppins" w:cs="Poppins"/>
                <w:color w:val="000000"/>
              </w:rPr>
              <w:t xml:space="preserve">min </w:t>
            </w:r>
            <w:r w:rsidR="003D0946" w:rsidRPr="00745914">
              <w:rPr>
                <w:rFonts w:ascii="Poppins" w:hAnsi="Poppins" w:cs="Poppins"/>
                <w:color w:val="000000"/>
              </w:rPr>
              <w:t xml:space="preserve"> -</w:t>
            </w:r>
            <w:proofErr w:type="gramEnd"/>
            <w:r w:rsidR="003D0946" w:rsidRPr="00745914">
              <w:rPr>
                <w:rFonts w:ascii="Poppins" w:hAnsi="Poppins" w:cs="Poppins"/>
                <w:color w:val="000000"/>
              </w:rPr>
              <w:t xml:space="preserve"> </w:t>
            </w:r>
            <w:r w:rsidR="007F0804" w:rsidRPr="00745914">
              <w:rPr>
                <w:rFonts w:ascii="Poppins" w:hAnsi="Poppins" w:cs="Poppins"/>
                <w:color w:val="000000"/>
              </w:rPr>
              <w:t>max</w:t>
            </w:r>
            <w:r w:rsidRPr="00745914">
              <w:rPr>
                <w:rFonts w:ascii="Poppins" w:hAnsi="Poppins" w:cs="Poppins"/>
                <w:color w:val="000000"/>
              </w:rPr>
              <w:t xml:space="preserve">: </w:t>
            </w:r>
            <w:r w:rsidR="00B051EA">
              <w:rPr>
                <w:rFonts w:ascii="Poppins" w:hAnsi="Poppins" w:cs="Poppins"/>
                <w:color w:val="000000"/>
              </w:rPr>
              <w:t>da 4 a 85 °C</w:t>
            </w:r>
          </w:p>
          <w:p w14:paraId="57341D16" w14:textId="30640C60" w:rsidR="00914249" w:rsidRPr="00745914" w:rsidRDefault="00914249" w:rsidP="00745914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Attacchi ingresso e uscita acqua: </w:t>
            </w:r>
            <w:r w:rsidR="007F0804" w:rsidRPr="00745914">
              <w:rPr>
                <w:rFonts w:ascii="Poppins" w:hAnsi="Poppins" w:cs="Poppins"/>
                <w:color w:val="000000"/>
              </w:rPr>
              <w:t>3/4”</w:t>
            </w:r>
            <w:r w:rsidRPr="00745914">
              <w:rPr>
                <w:rFonts w:ascii="Poppins" w:hAnsi="Poppins" w:cs="Poppins"/>
                <w:color w:val="000000"/>
              </w:rPr>
              <w:t xml:space="preserve"> Eurocono, a sinistra</w:t>
            </w:r>
          </w:p>
          <w:p w14:paraId="054CBAAC" w14:textId="77777777" w:rsidR="00914249" w:rsidRPr="00914249" w:rsidRDefault="00914249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6BA21E9D" w14:textId="492D4F77" w:rsidR="00914249" w:rsidRPr="00914249" w:rsidRDefault="00914249" w:rsidP="00A97AB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914249">
              <w:rPr>
                <w:rFonts w:ascii="Poppins" w:hAnsi="Poppins" w:cs="Poppins"/>
                <w:b/>
              </w:rPr>
              <w:t xml:space="preserve">Marca </w:t>
            </w:r>
            <w:r w:rsidR="00542CF8">
              <w:rPr>
                <w:rFonts w:ascii="Poppins" w:hAnsi="Poppins" w:cs="Poppins"/>
                <w:b/>
              </w:rPr>
              <w:t>Emmeti</w:t>
            </w:r>
            <w:r w:rsidRPr="00914249">
              <w:rPr>
                <w:rFonts w:ascii="Poppins" w:hAnsi="Poppins" w:cs="Poppins"/>
                <w:b/>
              </w:rPr>
              <w:t xml:space="preserve"> – Modello </w:t>
            </w:r>
            <w:r w:rsidR="00A97AB3">
              <w:rPr>
                <w:rFonts w:ascii="Poppins" w:hAnsi="Poppins" w:cs="Poppins"/>
                <w:b/>
              </w:rPr>
              <w:t>Ventilconvettore</w:t>
            </w:r>
            <w:r w:rsidRPr="00914249">
              <w:rPr>
                <w:rFonts w:ascii="Poppins" w:hAnsi="Poppins" w:cs="Poppins"/>
                <w:b/>
              </w:rPr>
              <w:t xml:space="preserve"> SILENCE THIN ETWW 280 SR o equivalente</w:t>
            </w:r>
            <w:r w:rsidR="00745914">
              <w:rPr>
                <w:rFonts w:ascii="Poppins" w:hAnsi="Poppins" w:cs="Poppins"/>
                <w:b/>
              </w:rPr>
              <w:t>.</w:t>
            </w:r>
          </w:p>
        </w:tc>
      </w:tr>
      <w:tr w:rsidR="00395ABD" w:rsidRPr="00D5395B" w14:paraId="612634FE" w14:textId="77777777" w:rsidTr="008574C8">
        <w:tc>
          <w:tcPr>
            <w:tcW w:w="1208" w:type="dxa"/>
          </w:tcPr>
          <w:p w14:paraId="77EB8DDF" w14:textId="77777777" w:rsidR="00395ABD" w:rsidRPr="00914249" w:rsidRDefault="00395ABD" w:rsidP="0091424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07523225</w:t>
            </w:r>
          </w:p>
        </w:tc>
        <w:tc>
          <w:tcPr>
            <w:tcW w:w="1867" w:type="dxa"/>
          </w:tcPr>
          <w:p w14:paraId="22AE89C4" w14:textId="77777777" w:rsidR="00F26DBC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Ventilconvettore</w:t>
            </w:r>
          </w:p>
          <w:p w14:paraId="1CE7F175" w14:textId="77777777" w:rsidR="00395ABD" w:rsidRPr="00914249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t xml:space="preserve">SILENCE THIN </w:t>
            </w:r>
            <w:r w:rsidR="00395ABD" w:rsidRPr="00395ABD">
              <w:rPr>
                <w:rFonts w:ascii="Poppins" w:hAnsi="Poppins" w:cs="Poppins"/>
                <w:sz w:val="20"/>
              </w:rPr>
              <w:t xml:space="preserve">ETWW </w:t>
            </w:r>
            <w:r w:rsidR="00395ABD">
              <w:rPr>
                <w:rFonts w:ascii="Poppins" w:hAnsi="Poppins" w:cs="Poppins"/>
                <w:sz w:val="20"/>
              </w:rPr>
              <w:t xml:space="preserve">240 </w:t>
            </w:r>
            <w:r w:rsidR="003D0946">
              <w:rPr>
                <w:rFonts w:ascii="Poppins" w:hAnsi="Poppins" w:cs="Poppins"/>
                <w:sz w:val="20"/>
              </w:rPr>
              <w:t>DV</w:t>
            </w:r>
          </w:p>
        </w:tc>
        <w:tc>
          <w:tcPr>
            <w:tcW w:w="6525" w:type="dxa"/>
          </w:tcPr>
          <w:p w14:paraId="0926D366" w14:textId="77777777" w:rsidR="00395ABD" w:rsidRPr="00395ABD" w:rsidRDefault="00395ABD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395ABD">
              <w:rPr>
                <w:rFonts w:ascii="Poppins" w:hAnsi="Poppins" w:cs="Poppins"/>
                <w:color w:val="000000"/>
                <w:sz w:val="20"/>
              </w:rPr>
              <w:t>Ventilconvettore a parete, di tipo compatto, versione “THINW-LAN”, con tecnologia DC-Inverter.</w:t>
            </w:r>
          </w:p>
          <w:p w14:paraId="3188A4E1" w14:textId="77777777" w:rsidR="00395ABD" w:rsidRPr="00395ABD" w:rsidRDefault="00395ABD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395ABD">
              <w:rPr>
                <w:rFonts w:ascii="Poppins" w:hAnsi="Poppins" w:cs="Poppins"/>
                <w:color w:val="000000"/>
                <w:sz w:val="20"/>
              </w:rPr>
              <w:lastRenderedPageBreak/>
              <w:t>Scheda di controllo funzionamento con regolazione prevista per il collegamento con comando remoto LAN a parete</w:t>
            </w:r>
            <w:r w:rsidR="003D0946">
              <w:rPr>
                <w:rFonts w:ascii="Poppins" w:hAnsi="Poppins" w:cs="Poppins"/>
                <w:color w:val="000000"/>
                <w:sz w:val="20"/>
              </w:rPr>
              <w:t xml:space="preserve"> </w:t>
            </w:r>
            <w:r w:rsidRPr="00395ABD">
              <w:rPr>
                <w:rFonts w:ascii="Poppins" w:hAnsi="Poppins" w:cs="Poppins"/>
                <w:color w:val="000000"/>
                <w:sz w:val="20"/>
              </w:rPr>
              <w:t>(fornito separatamente) con possibilità di gestione centralizzata fino ad un massimo di 30 unità versione “THINW-LAN” nello stesso ambiente.</w:t>
            </w:r>
          </w:p>
          <w:p w14:paraId="622A27C0" w14:textId="77777777" w:rsidR="00395ABD" w:rsidRPr="00395ABD" w:rsidRDefault="00395ABD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395ABD">
              <w:rPr>
                <w:rFonts w:ascii="Poppins" w:hAnsi="Poppins" w:cs="Poppins"/>
                <w:color w:val="000000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0643CCB1" w14:textId="77777777" w:rsidR="00395ABD" w:rsidRDefault="00395ABD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395ABD">
              <w:rPr>
                <w:rFonts w:ascii="Poppins" w:hAnsi="Poppins" w:cs="Poppins"/>
                <w:color w:val="000000"/>
                <w:sz w:val="20"/>
              </w:rPr>
              <w:t>L’unità presenta il deflettore orizzontale con orientamento automatico del flusso dell’aria, filtro aria, raccordo scarico condensa, dima per fissaggio a muro.</w:t>
            </w:r>
          </w:p>
          <w:p w14:paraId="721050E7" w14:textId="77777777" w:rsidR="003D0946" w:rsidRDefault="003D0946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76FCAD5E" w14:textId="77777777" w:rsidR="003D0946" w:rsidRPr="00914249" w:rsidRDefault="003D0946" w:rsidP="00A97AB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914249">
              <w:rPr>
                <w:rFonts w:ascii="Poppins" w:hAnsi="Poppins" w:cs="Poppins"/>
                <w:b/>
              </w:rPr>
              <w:t>Dati tecnici:</w:t>
            </w:r>
          </w:p>
          <w:p w14:paraId="5693EE4D" w14:textId="77777777" w:rsidR="003D0946" w:rsidRPr="00745914" w:rsidRDefault="003D0946" w:rsidP="00745914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Potenza frigorifera med (min  - max): 0,80 (0,48  - 1,07) kW</w:t>
            </w:r>
          </w:p>
          <w:p w14:paraId="0429E342" w14:textId="77777777" w:rsidR="003D0946" w:rsidRPr="00745914" w:rsidRDefault="003D0946" w:rsidP="00745914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745914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745914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>acqua med (min  - max): 138 (82  - 184) l/h</w:t>
            </w:r>
          </w:p>
          <w:p w14:paraId="59573F69" w14:textId="2077E514" w:rsidR="003D0946" w:rsidRPr="00745914" w:rsidRDefault="003D0946" w:rsidP="00745914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  <w:color w:val="000000"/>
              </w:rPr>
              <w:t>Perdita di carico med (min  - max): 3,0 (1.1  - 2,5) kPa</w:t>
            </w:r>
            <w:r w:rsidR="00745914" w:rsidRPr="00745914">
              <w:rPr>
                <w:rFonts w:ascii="Poppins" w:hAnsi="Poppins" w:cs="Poppins"/>
                <w:color w:val="000000"/>
              </w:rPr>
              <w:t xml:space="preserve"> </w:t>
            </w:r>
            <w:r w:rsidRPr="00745914">
              <w:rPr>
                <w:rFonts w:ascii="Poppins" w:hAnsi="Poppins" w:cs="Poppins"/>
              </w:rPr>
              <w:t>(temperatura acqua 7°C Dt 5°C; temperatura aria 27 °C b.s./19 °C b.u.)</w:t>
            </w:r>
          </w:p>
          <w:p w14:paraId="03287637" w14:textId="77777777" w:rsidR="003D0946" w:rsidRPr="00745914" w:rsidRDefault="003D0946" w:rsidP="00745914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Potenza termica med (min  - max): 0,94 (0,53  - 1,27) kW</w:t>
            </w:r>
          </w:p>
          <w:p w14:paraId="424BD201" w14:textId="77777777" w:rsidR="003D0946" w:rsidRPr="00745914" w:rsidRDefault="003D0946" w:rsidP="00745914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745914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745914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>acqua med (min  - max): 162 (92  - 218) l/h</w:t>
            </w:r>
          </w:p>
          <w:p w14:paraId="1228F807" w14:textId="4C41F7EE" w:rsidR="003D0946" w:rsidRPr="00745914" w:rsidRDefault="003D0946" w:rsidP="00745914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  <w:color w:val="000000"/>
              </w:rPr>
              <w:t>Perdita di carico med (min  - max): 3,1 (1,1  - 5,4) kPa</w:t>
            </w:r>
            <w:r w:rsidR="00745914" w:rsidRPr="00745914">
              <w:rPr>
                <w:rFonts w:ascii="Poppins" w:hAnsi="Poppins" w:cs="Poppins"/>
                <w:color w:val="000000"/>
              </w:rPr>
              <w:t xml:space="preserve"> </w:t>
            </w:r>
            <w:r w:rsidRPr="00745914">
              <w:rPr>
                <w:rFonts w:ascii="Poppins" w:hAnsi="Poppins" w:cs="Poppins"/>
              </w:rPr>
              <w:t>(temperatura acqua 45°C Dt 5°C; temperatura aria 20 °C)</w:t>
            </w:r>
          </w:p>
          <w:p w14:paraId="48BFD03A" w14:textId="77777777" w:rsidR="003D0946" w:rsidRPr="00745914" w:rsidRDefault="003D0946" w:rsidP="00745914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745914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745914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>aria med (min  - max:) 155 (84  - 228) m3/h</w:t>
            </w:r>
          </w:p>
          <w:p w14:paraId="01A416F1" w14:textId="77777777" w:rsidR="003D0946" w:rsidRPr="00745914" w:rsidRDefault="003D0946" w:rsidP="00745914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0F10D52D" w14:textId="77777777" w:rsidR="003D0946" w:rsidRPr="00745914" w:rsidRDefault="003D0946" w:rsidP="00745914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Potenza massima assorbita: 13 W</w:t>
            </w:r>
          </w:p>
          <w:p w14:paraId="13CEC69D" w14:textId="77777777" w:rsidR="003D0946" w:rsidRPr="00745914" w:rsidRDefault="003D0946" w:rsidP="00745914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Corrente assorbita: 0,10 A</w:t>
            </w:r>
          </w:p>
          <w:p w14:paraId="7EA63AE7" w14:textId="77777777" w:rsidR="003D0946" w:rsidRPr="00745914" w:rsidRDefault="003D0946" w:rsidP="00745914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</w:rPr>
              <w:t xml:space="preserve">Livello di potenza sonora med (min  - max): </w:t>
            </w:r>
            <w:r w:rsidRPr="00745914">
              <w:rPr>
                <w:rFonts w:ascii="Poppins" w:hAnsi="Poppins" w:cs="Poppins"/>
                <w:color w:val="000000"/>
              </w:rPr>
              <w:t>38 (29 - 48)</w:t>
            </w:r>
            <w:r w:rsidRPr="00745914">
              <w:rPr>
                <w:rFonts w:ascii="Poppins" w:hAnsi="Poppins" w:cs="Poppins"/>
              </w:rPr>
              <w:t xml:space="preserve"> dB(A)</w:t>
            </w:r>
          </w:p>
          <w:p w14:paraId="4A2EAB83" w14:textId="48B12FDB" w:rsidR="003D0946" w:rsidRPr="00745914" w:rsidRDefault="003D0946" w:rsidP="00745914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</w:rPr>
              <w:t>Livello di pressione sonora med (min  - max): 21 (12 - 31) dB(A)  - valori riferiti a fattore di direzionalità pari a 2 in campo chiuso, costante d’ambiente 300 m2 e distanza pari a 5 m</w:t>
            </w:r>
          </w:p>
          <w:p w14:paraId="7B769EEC" w14:textId="77777777" w:rsidR="003D0946" w:rsidRPr="00745914" w:rsidRDefault="003D0946" w:rsidP="00745914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Dimensioni (LxHxP): 902x335x128 mm</w:t>
            </w:r>
          </w:p>
          <w:p w14:paraId="10BBB7E0" w14:textId="77777777" w:rsidR="003D0946" w:rsidRPr="00745914" w:rsidRDefault="003D0946" w:rsidP="00745914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Peso: 14 kg</w:t>
            </w:r>
          </w:p>
          <w:p w14:paraId="0C89D4D6" w14:textId="602400D0" w:rsidR="003D0946" w:rsidRPr="00745914" w:rsidRDefault="003D0946" w:rsidP="00745914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Temperatura acqua </w:t>
            </w:r>
            <w:proofErr w:type="gramStart"/>
            <w:r w:rsidRPr="00745914">
              <w:rPr>
                <w:rFonts w:ascii="Poppins" w:hAnsi="Poppins" w:cs="Poppins"/>
                <w:color w:val="000000"/>
              </w:rPr>
              <w:t>min  -</w:t>
            </w:r>
            <w:proofErr w:type="gramEnd"/>
            <w:r w:rsidRPr="00745914">
              <w:rPr>
                <w:rFonts w:ascii="Poppins" w:hAnsi="Poppins" w:cs="Poppins"/>
                <w:color w:val="000000"/>
              </w:rPr>
              <w:t xml:space="preserve"> max: </w:t>
            </w:r>
            <w:r w:rsidR="00B051EA">
              <w:rPr>
                <w:rFonts w:ascii="Poppins" w:hAnsi="Poppins" w:cs="Poppins"/>
                <w:color w:val="000000"/>
              </w:rPr>
              <w:t>da 4 a 85 °C</w:t>
            </w:r>
          </w:p>
          <w:p w14:paraId="1EB6BBA9" w14:textId="77777777" w:rsidR="003D0946" w:rsidRPr="00745914" w:rsidRDefault="003D0946" w:rsidP="00745914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Attacchi ingresso e uscita acqua: 3/4” Eurocono, a destra</w:t>
            </w:r>
          </w:p>
          <w:p w14:paraId="6349F26C" w14:textId="77777777" w:rsidR="00395ABD" w:rsidRDefault="00395ABD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6E603A2" w14:textId="2DCF474F" w:rsidR="003D0946" w:rsidRPr="003D0946" w:rsidRDefault="003D0946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D094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542CF8">
              <w:rPr>
                <w:rFonts w:ascii="Poppins" w:hAnsi="Poppins" w:cs="Poppins"/>
                <w:b/>
                <w:sz w:val="20"/>
              </w:rPr>
              <w:t>Emmeti</w:t>
            </w:r>
            <w:r w:rsidRPr="003D0946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A97AB3">
              <w:rPr>
                <w:rFonts w:ascii="Poppins" w:hAnsi="Poppins" w:cs="Poppins"/>
                <w:b/>
                <w:sz w:val="20"/>
              </w:rPr>
              <w:t>Ventilconvettore</w:t>
            </w:r>
            <w:r w:rsidRPr="003D0946">
              <w:rPr>
                <w:rFonts w:ascii="Poppins" w:hAnsi="Poppins" w:cs="Poppins"/>
                <w:b/>
                <w:sz w:val="20"/>
              </w:rPr>
              <w:t xml:space="preserve"> SILENCE THIN ETWW 2</w:t>
            </w:r>
            <w:r>
              <w:rPr>
                <w:rFonts w:ascii="Poppins" w:hAnsi="Poppins" w:cs="Poppins"/>
                <w:b/>
                <w:sz w:val="20"/>
              </w:rPr>
              <w:t>40</w:t>
            </w:r>
            <w:r w:rsidRPr="003D0946">
              <w:rPr>
                <w:rFonts w:ascii="Poppins" w:hAnsi="Poppins" w:cs="Poppins"/>
                <w:b/>
                <w:sz w:val="20"/>
              </w:rPr>
              <w:t xml:space="preserve"> </w:t>
            </w:r>
            <w:r>
              <w:rPr>
                <w:rFonts w:ascii="Poppins" w:hAnsi="Poppins" w:cs="Poppins"/>
                <w:b/>
                <w:sz w:val="20"/>
              </w:rPr>
              <w:t>DV</w:t>
            </w:r>
            <w:r w:rsidRPr="003D0946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 w:rsidR="00745914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95ABD" w:rsidRPr="00D5395B" w14:paraId="01C5E9EE" w14:textId="77777777" w:rsidTr="008574C8">
        <w:tc>
          <w:tcPr>
            <w:tcW w:w="1208" w:type="dxa"/>
          </w:tcPr>
          <w:p w14:paraId="11CBD7A2" w14:textId="77777777" w:rsidR="00395ABD" w:rsidRPr="00914249" w:rsidRDefault="00395ABD" w:rsidP="0091424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07523235</w:t>
            </w:r>
          </w:p>
        </w:tc>
        <w:tc>
          <w:tcPr>
            <w:tcW w:w="1867" w:type="dxa"/>
          </w:tcPr>
          <w:p w14:paraId="541C0FC8" w14:textId="77777777" w:rsidR="00F26DBC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Ventilconvettore</w:t>
            </w:r>
          </w:p>
          <w:p w14:paraId="539652C2" w14:textId="77777777" w:rsidR="00395ABD" w:rsidRPr="00914249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lastRenderedPageBreak/>
              <w:t xml:space="preserve">SILENCE THIN </w:t>
            </w:r>
            <w:r w:rsidR="00395ABD" w:rsidRPr="00395ABD">
              <w:rPr>
                <w:rFonts w:ascii="Poppins" w:hAnsi="Poppins" w:cs="Poppins"/>
                <w:sz w:val="20"/>
              </w:rPr>
              <w:t xml:space="preserve">ETWW </w:t>
            </w:r>
            <w:r w:rsidR="00395ABD">
              <w:rPr>
                <w:rFonts w:ascii="Poppins" w:hAnsi="Poppins" w:cs="Poppins"/>
                <w:sz w:val="20"/>
              </w:rPr>
              <w:t xml:space="preserve">260 </w:t>
            </w:r>
            <w:r w:rsidR="003D0946">
              <w:rPr>
                <w:rFonts w:ascii="Poppins" w:hAnsi="Poppins" w:cs="Poppins"/>
                <w:sz w:val="20"/>
              </w:rPr>
              <w:t>DV</w:t>
            </w:r>
          </w:p>
        </w:tc>
        <w:tc>
          <w:tcPr>
            <w:tcW w:w="6525" w:type="dxa"/>
          </w:tcPr>
          <w:p w14:paraId="48F1B3EB" w14:textId="77777777" w:rsidR="003D0946" w:rsidRPr="00395ABD" w:rsidRDefault="003D0946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395ABD">
              <w:rPr>
                <w:rFonts w:ascii="Poppins" w:hAnsi="Poppins" w:cs="Poppins"/>
                <w:color w:val="000000"/>
                <w:sz w:val="20"/>
              </w:rPr>
              <w:lastRenderedPageBreak/>
              <w:t>Ventilconvettore a parete, di tipo compatto, versione “THINW-LAN”, con tecnologia DC-Inverter.</w:t>
            </w:r>
          </w:p>
          <w:p w14:paraId="7B90173C" w14:textId="77777777" w:rsidR="003D0946" w:rsidRPr="00395ABD" w:rsidRDefault="003D0946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395ABD">
              <w:rPr>
                <w:rFonts w:ascii="Poppins" w:hAnsi="Poppins" w:cs="Poppins"/>
                <w:color w:val="000000"/>
                <w:sz w:val="20"/>
              </w:rPr>
              <w:lastRenderedPageBreak/>
              <w:t>Scheda di controllo funzionamento con regolazione prevista per il collegamento con comando remoto LAN a parete</w:t>
            </w:r>
            <w:r>
              <w:rPr>
                <w:rFonts w:ascii="Poppins" w:hAnsi="Poppins" w:cs="Poppins"/>
                <w:color w:val="000000"/>
                <w:sz w:val="20"/>
              </w:rPr>
              <w:t xml:space="preserve"> </w:t>
            </w:r>
            <w:r w:rsidRPr="00395ABD">
              <w:rPr>
                <w:rFonts w:ascii="Poppins" w:hAnsi="Poppins" w:cs="Poppins"/>
                <w:color w:val="000000"/>
                <w:sz w:val="20"/>
              </w:rPr>
              <w:t>(fornito separatamente) con possibilità di gestione centralizzata fino ad un massimo di 30 unità versione “THINW-LAN” nello stesso ambiente.</w:t>
            </w:r>
          </w:p>
          <w:p w14:paraId="61D842F8" w14:textId="77777777" w:rsidR="003D0946" w:rsidRPr="00395ABD" w:rsidRDefault="003D0946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395ABD">
              <w:rPr>
                <w:rFonts w:ascii="Poppins" w:hAnsi="Poppins" w:cs="Poppins"/>
                <w:color w:val="000000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408E0CC5" w14:textId="77777777" w:rsidR="003D0946" w:rsidRDefault="003D0946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395ABD">
              <w:rPr>
                <w:rFonts w:ascii="Poppins" w:hAnsi="Poppins" w:cs="Poppins"/>
                <w:color w:val="000000"/>
                <w:sz w:val="20"/>
              </w:rPr>
              <w:t>L’unità presenta il deflettore orizzontale con orientamento automatico del flusso dell’aria, filtro aria, raccordo scarico condensa, dima per fissaggio a muro.</w:t>
            </w:r>
          </w:p>
          <w:p w14:paraId="248CB1E4" w14:textId="77777777" w:rsidR="003D0946" w:rsidRDefault="003D0946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449146E1" w14:textId="77777777" w:rsidR="003D0946" w:rsidRPr="00914249" w:rsidRDefault="003D0946" w:rsidP="00A97AB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914249">
              <w:rPr>
                <w:rFonts w:ascii="Poppins" w:hAnsi="Poppins" w:cs="Poppins"/>
                <w:b/>
              </w:rPr>
              <w:t>Dati tecnici:</w:t>
            </w:r>
          </w:p>
          <w:p w14:paraId="1458F16B" w14:textId="77777777" w:rsidR="003D0946" w:rsidRPr="00745914" w:rsidRDefault="003D0946" w:rsidP="00745914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Potenza frigorifera med (min  - max): 1,03 (0,58 - 1,65) kW</w:t>
            </w:r>
          </w:p>
          <w:p w14:paraId="33325AE2" w14:textId="77777777" w:rsidR="003D0946" w:rsidRPr="00745914" w:rsidRDefault="003D0946" w:rsidP="00745914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745914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745914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>acqua med (min  - max): 177 (99  - 283) l/h</w:t>
            </w:r>
          </w:p>
          <w:p w14:paraId="6B3AA32A" w14:textId="65D576F4" w:rsidR="003D0946" w:rsidRPr="00745914" w:rsidRDefault="003D0946" w:rsidP="00745914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  <w:color w:val="000000"/>
              </w:rPr>
              <w:t>Perdita di carico med (min  - max): 4,8 (3,9  - 5,7) kPa</w:t>
            </w:r>
            <w:r w:rsidR="00745914" w:rsidRPr="00745914">
              <w:rPr>
                <w:rFonts w:ascii="Poppins" w:hAnsi="Poppins" w:cs="Poppins"/>
                <w:color w:val="000000"/>
              </w:rPr>
              <w:t xml:space="preserve"> </w:t>
            </w:r>
            <w:r w:rsidRPr="00745914">
              <w:rPr>
                <w:rFonts w:ascii="Poppins" w:hAnsi="Poppins" w:cs="Poppins"/>
              </w:rPr>
              <w:t>(temperatura acqua 7°C Dt 5°C; temperatura aria 27 °C b.s./19 °C b.u.)</w:t>
            </w:r>
          </w:p>
          <w:p w14:paraId="439281C9" w14:textId="77777777" w:rsidR="003D0946" w:rsidRPr="00745914" w:rsidRDefault="003D0946" w:rsidP="00745914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Potenza termica med (min  - max): 1,26 (0,66 - 1,80) kW</w:t>
            </w:r>
          </w:p>
          <w:p w14:paraId="6689DBDA" w14:textId="77777777" w:rsidR="003D0946" w:rsidRPr="00745914" w:rsidRDefault="003D0946" w:rsidP="00745914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745914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745914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>acqua med (min  - max): 217 (113  - 310) l/h</w:t>
            </w:r>
          </w:p>
          <w:p w14:paraId="6C15F9DC" w14:textId="39171D24" w:rsidR="003D0946" w:rsidRPr="00745914" w:rsidRDefault="003D0946" w:rsidP="00745914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  <w:color w:val="000000"/>
              </w:rPr>
              <w:t>Perdita di carico med (min  - max): 3,5 (2,8  - 4,0) kPa</w:t>
            </w:r>
            <w:r w:rsidR="00745914" w:rsidRPr="00745914">
              <w:rPr>
                <w:rFonts w:ascii="Poppins" w:hAnsi="Poppins" w:cs="Poppins"/>
                <w:color w:val="000000"/>
              </w:rPr>
              <w:t xml:space="preserve"> </w:t>
            </w:r>
            <w:r w:rsidRPr="00745914">
              <w:rPr>
                <w:rFonts w:ascii="Poppins" w:hAnsi="Poppins" w:cs="Poppins"/>
              </w:rPr>
              <w:t>(temperatura acqua 45°C Dt 5°C; temperatura aria 20 °C)</w:t>
            </w:r>
          </w:p>
          <w:p w14:paraId="221F591F" w14:textId="77777777" w:rsidR="003D0946" w:rsidRPr="00745914" w:rsidRDefault="003D0946" w:rsidP="00745914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745914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745914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>aria med (min  - max): 229 (124 - 331) m3/h</w:t>
            </w:r>
          </w:p>
          <w:p w14:paraId="27AAB8D4" w14:textId="77777777" w:rsidR="003D0946" w:rsidRPr="00745914" w:rsidRDefault="003D0946" w:rsidP="00745914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5B816A31" w14:textId="77777777" w:rsidR="003D0946" w:rsidRPr="00745914" w:rsidRDefault="003D0946" w:rsidP="00745914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Potenza massima assorbita: 15 W</w:t>
            </w:r>
          </w:p>
          <w:p w14:paraId="0ED3B717" w14:textId="77777777" w:rsidR="003D0946" w:rsidRPr="00745914" w:rsidRDefault="003D0946" w:rsidP="00745914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Corrente assorbita: 0,12 A</w:t>
            </w:r>
          </w:p>
          <w:p w14:paraId="6B23A64C" w14:textId="77777777" w:rsidR="003D0946" w:rsidRPr="00745914" w:rsidRDefault="003D0946" w:rsidP="00745914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</w:rPr>
              <w:t xml:space="preserve">Livello di potenza sonora med (min  - max): </w:t>
            </w:r>
            <w:r w:rsidRPr="00745914">
              <w:rPr>
                <w:rFonts w:ascii="Poppins" w:hAnsi="Poppins" w:cs="Poppins"/>
                <w:color w:val="000000"/>
              </w:rPr>
              <w:t>39 (29 - 49)</w:t>
            </w:r>
            <w:r w:rsidRPr="00745914">
              <w:rPr>
                <w:rFonts w:ascii="Poppins" w:hAnsi="Poppins" w:cs="Poppins"/>
              </w:rPr>
              <w:t xml:space="preserve"> dB(A)</w:t>
            </w:r>
          </w:p>
          <w:p w14:paraId="51AFB39C" w14:textId="1D276A33" w:rsidR="003D0946" w:rsidRPr="00745914" w:rsidRDefault="003D0946" w:rsidP="00745914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</w:rPr>
              <w:t>Livello di pressione sonora med (min  - max): 22 (12 - 32) dB(A)  - valori riferiti a fattore di direzionalità pari a 2 in campo chiuso, costante d’ambiente 300 m2 e distanza pari a 5 m</w:t>
            </w:r>
          </w:p>
          <w:p w14:paraId="5C8A4734" w14:textId="77777777" w:rsidR="003D0946" w:rsidRPr="00745914" w:rsidRDefault="003D0946" w:rsidP="00745914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Dimensioni (LxHxP): 1102x335x128 mm</w:t>
            </w:r>
          </w:p>
          <w:p w14:paraId="3FDA866F" w14:textId="77777777" w:rsidR="003D0946" w:rsidRPr="00745914" w:rsidRDefault="003D0946" w:rsidP="00745914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Peso: 16 kg</w:t>
            </w:r>
          </w:p>
          <w:p w14:paraId="3D64236C" w14:textId="03100983" w:rsidR="003D0946" w:rsidRPr="00745914" w:rsidRDefault="003D0946" w:rsidP="00745914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Temperatura acqua </w:t>
            </w:r>
            <w:proofErr w:type="gramStart"/>
            <w:r w:rsidRPr="00745914">
              <w:rPr>
                <w:rFonts w:ascii="Poppins" w:hAnsi="Poppins" w:cs="Poppins"/>
                <w:color w:val="000000"/>
              </w:rPr>
              <w:t>min  -</w:t>
            </w:r>
            <w:proofErr w:type="gramEnd"/>
            <w:r w:rsidRPr="00745914">
              <w:rPr>
                <w:rFonts w:ascii="Poppins" w:hAnsi="Poppins" w:cs="Poppins"/>
                <w:color w:val="000000"/>
              </w:rPr>
              <w:t xml:space="preserve"> max: </w:t>
            </w:r>
            <w:r w:rsidR="00B051EA">
              <w:rPr>
                <w:rFonts w:ascii="Poppins" w:hAnsi="Poppins" w:cs="Poppins"/>
                <w:color w:val="000000"/>
              </w:rPr>
              <w:t>da 4 a 85 °C</w:t>
            </w:r>
          </w:p>
          <w:p w14:paraId="45AFAA92" w14:textId="5FFE4EE3" w:rsidR="003D0946" w:rsidRPr="00745914" w:rsidRDefault="003D0946" w:rsidP="00745914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Attacchi ingresso e uscita acqua: 3/4” Eurocono, a destra</w:t>
            </w:r>
          </w:p>
          <w:p w14:paraId="7F2F6FB0" w14:textId="77777777" w:rsidR="00395ABD" w:rsidRDefault="00395ABD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59DCAC2C" w14:textId="71A7955E" w:rsidR="003D0946" w:rsidRPr="00914249" w:rsidRDefault="003D0946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D094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542CF8">
              <w:rPr>
                <w:rFonts w:ascii="Poppins" w:hAnsi="Poppins" w:cs="Poppins"/>
                <w:b/>
                <w:sz w:val="20"/>
              </w:rPr>
              <w:t>Emmeti</w:t>
            </w:r>
            <w:r w:rsidRPr="003D0946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A97AB3">
              <w:rPr>
                <w:rFonts w:ascii="Poppins" w:hAnsi="Poppins" w:cs="Poppins"/>
                <w:b/>
                <w:sz w:val="20"/>
              </w:rPr>
              <w:t>Ventilconvettore</w:t>
            </w:r>
            <w:r w:rsidRPr="003D0946">
              <w:rPr>
                <w:rFonts w:ascii="Poppins" w:hAnsi="Poppins" w:cs="Poppins"/>
                <w:b/>
                <w:sz w:val="20"/>
              </w:rPr>
              <w:t xml:space="preserve"> SILENCE THIN ETWW 2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3D0946">
              <w:rPr>
                <w:rFonts w:ascii="Poppins" w:hAnsi="Poppins" w:cs="Poppins"/>
                <w:b/>
                <w:sz w:val="20"/>
              </w:rPr>
              <w:t xml:space="preserve"> </w:t>
            </w:r>
            <w:r>
              <w:rPr>
                <w:rFonts w:ascii="Poppins" w:hAnsi="Poppins" w:cs="Poppins"/>
                <w:b/>
                <w:sz w:val="20"/>
              </w:rPr>
              <w:t>DV</w:t>
            </w:r>
            <w:r w:rsidRPr="003D0946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 w:rsidR="00745914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95ABD" w:rsidRPr="00D5395B" w14:paraId="56AD0203" w14:textId="77777777" w:rsidTr="008574C8">
        <w:tc>
          <w:tcPr>
            <w:tcW w:w="1208" w:type="dxa"/>
          </w:tcPr>
          <w:p w14:paraId="20AC100D" w14:textId="77777777" w:rsidR="00395ABD" w:rsidRPr="00914249" w:rsidRDefault="00395ABD" w:rsidP="0091424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07523245</w:t>
            </w:r>
          </w:p>
        </w:tc>
        <w:tc>
          <w:tcPr>
            <w:tcW w:w="1867" w:type="dxa"/>
          </w:tcPr>
          <w:p w14:paraId="03F08C3C" w14:textId="77777777" w:rsidR="00F26DBC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Ventilconvettore</w:t>
            </w:r>
          </w:p>
          <w:p w14:paraId="3E40852E" w14:textId="77777777" w:rsidR="00395ABD" w:rsidRPr="00914249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lastRenderedPageBreak/>
              <w:t xml:space="preserve">SILENCE THIN </w:t>
            </w:r>
            <w:r w:rsidR="00395ABD" w:rsidRPr="00395ABD">
              <w:rPr>
                <w:rFonts w:ascii="Poppins" w:hAnsi="Poppins" w:cs="Poppins"/>
                <w:sz w:val="20"/>
              </w:rPr>
              <w:t xml:space="preserve">ETWW </w:t>
            </w:r>
            <w:r w:rsidR="00395ABD">
              <w:rPr>
                <w:rFonts w:ascii="Poppins" w:hAnsi="Poppins" w:cs="Poppins"/>
                <w:sz w:val="20"/>
              </w:rPr>
              <w:t xml:space="preserve">280 </w:t>
            </w:r>
            <w:r w:rsidR="003D0946">
              <w:rPr>
                <w:rFonts w:ascii="Poppins" w:hAnsi="Poppins" w:cs="Poppins"/>
                <w:sz w:val="20"/>
              </w:rPr>
              <w:t>DV</w:t>
            </w:r>
          </w:p>
        </w:tc>
        <w:tc>
          <w:tcPr>
            <w:tcW w:w="6525" w:type="dxa"/>
          </w:tcPr>
          <w:p w14:paraId="4C421611" w14:textId="77777777" w:rsidR="003D0946" w:rsidRPr="00395ABD" w:rsidRDefault="003D0946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395ABD">
              <w:rPr>
                <w:rFonts w:ascii="Poppins" w:hAnsi="Poppins" w:cs="Poppins"/>
                <w:color w:val="000000"/>
                <w:sz w:val="20"/>
              </w:rPr>
              <w:lastRenderedPageBreak/>
              <w:t>Ventilconvettore a parete, di tipo compatto, versione “THINW-LAN”, con tecnologia DC-Inverter.</w:t>
            </w:r>
          </w:p>
          <w:p w14:paraId="1E557AA5" w14:textId="77777777" w:rsidR="003D0946" w:rsidRPr="00395ABD" w:rsidRDefault="003D0946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395ABD">
              <w:rPr>
                <w:rFonts w:ascii="Poppins" w:hAnsi="Poppins" w:cs="Poppins"/>
                <w:color w:val="000000"/>
                <w:sz w:val="20"/>
              </w:rPr>
              <w:lastRenderedPageBreak/>
              <w:t>Scheda di controllo funzionamento con regolazione prevista per il collegamento con comando remoto LAN a parete</w:t>
            </w:r>
            <w:r>
              <w:rPr>
                <w:rFonts w:ascii="Poppins" w:hAnsi="Poppins" w:cs="Poppins"/>
                <w:color w:val="000000"/>
                <w:sz w:val="20"/>
              </w:rPr>
              <w:t xml:space="preserve"> </w:t>
            </w:r>
            <w:r w:rsidRPr="00395ABD">
              <w:rPr>
                <w:rFonts w:ascii="Poppins" w:hAnsi="Poppins" w:cs="Poppins"/>
                <w:color w:val="000000"/>
                <w:sz w:val="20"/>
              </w:rPr>
              <w:t>(fornito separatamente) con possibilità di gestione centralizzata fino ad un massimo di 30 unità versione “THINW-LAN” nello stesso ambiente.</w:t>
            </w:r>
          </w:p>
          <w:p w14:paraId="504ED811" w14:textId="77777777" w:rsidR="003D0946" w:rsidRPr="00395ABD" w:rsidRDefault="003D0946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395ABD">
              <w:rPr>
                <w:rFonts w:ascii="Poppins" w:hAnsi="Poppins" w:cs="Poppins"/>
                <w:color w:val="000000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7BC3F2FE" w14:textId="77777777" w:rsidR="003D0946" w:rsidRDefault="003D0946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395ABD">
              <w:rPr>
                <w:rFonts w:ascii="Poppins" w:hAnsi="Poppins" w:cs="Poppins"/>
                <w:color w:val="000000"/>
                <w:sz w:val="20"/>
              </w:rPr>
              <w:t>L’unità presenta il deflettore orizzontale con orientamento automatico del flusso dell’aria, filtro aria, raccordo scarico condensa, dima per fissaggio a muro.</w:t>
            </w:r>
          </w:p>
          <w:p w14:paraId="274DECEA" w14:textId="77777777" w:rsidR="003D0946" w:rsidRDefault="003D0946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7386A38C" w14:textId="77777777" w:rsidR="003D0946" w:rsidRPr="00914249" w:rsidRDefault="003D0946" w:rsidP="00A97AB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914249">
              <w:rPr>
                <w:rFonts w:ascii="Poppins" w:hAnsi="Poppins" w:cs="Poppins"/>
                <w:b/>
              </w:rPr>
              <w:t>Dati tecnici:</w:t>
            </w:r>
          </w:p>
          <w:p w14:paraId="0F3D2A33" w14:textId="77777777" w:rsidR="003D0946" w:rsidRPr="00745914" w:rsidRDefault="003D0946" w:rsidP="00745914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Potenza frigorifera med (min  - max): 1,75 (0,91 - 2,31) kW</w:t>
            </w:r>
          </w:p>
          <w:p w14:paraId="38888F37" w14:textId="77777777" w:rsidR="003D0946" w:rsidRPr="00745914" w:rsidRDefault="003D0946" w:rsidP="00745914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745914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745914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>acqua med (min  - max): 300 (157  - 397) l/h</w:t>
            </w:r>
          </w:p>
          <w:p w14:paraId="76EBA467" w14:textId="2B90E7D4" w:rsidR="003D0946" w:rsidRPr="00745914" w:rsidRDefault="003D0946" w:rsidP="00745914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  <w:color w:val="000000"/>
              </w:rPr>
              <w:t>Perdita di carico med (min  - max): 4,2 (1,3  - 6,9) kPa</w:t>
            </w:r>
            <w:r w:rsidR="00745914" w:rsidRPr="00745914">
              <w:rPr>
                <w:rFonts w:ascii="Poppins" w:hAnsi="Poppins" w:cs="Poppins"/>
                <w:color w:val="000000"/>
              </w:rPr>
              <w:t xml:space="preserve"> </w:t>
            </w:r>
            <w:r w:rsidRPr="00745914">
              <w:rPr>
                <w:rFonts w:ascii="Poppins" w:hAnsi="Poppins" w:cs="Poppins"/>
              </w:rPr>
              <w:t>(temperatura acqua 7°C Dt 5°C; temperatura aria 27 °C b.s./19 °C b.u.)</w:t>
            </w:r>
          </w:p>
          <w:p w14:paraId="490EE86C" w14:textId="77777777" w:rsidR="003D0946" w:rsidRPr="00745914" w:rsidRDefault="003D0946" w:rsidP="00745914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Potenza termica med (min  - max): 1,98 (0,96 - 2,60) kW</w:t>
            </w:r>
          </w:p>
          <w:p w14:paraId="5BF74B61" w14:textId="77777777" w:rsidR="003D0946" w:rsidRPr="00745914" w:rsidRDefault="003D0946" w:rsidP="00745914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745914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745914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>acqua med (min  - max): 341 (165  - 447) l/h</w:t>
            </w:r>
          </w:p>
          <w:p w14:paraId="4123CC1A" w14:textId="5D48349C" w:rsidR="003D0946" w:rsidRPr="00745914" w:rsidRDefault="003D0946" w:rsidP="00745914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  <w:color w:val="000000"/>
              </w:rPr>
              <w:t>Perdita di carico med (min  - max): 4,1 (1,1  - 6,6)  kPa</w:t>
            </w:r>
            <w:r w:rsidR="00745914" w:rsidRPr="00745914">
              <w:rPr>
                <w:rFonts w:ascii="Poppins" w:hAnsi="Poppins" w:cs="Poppins"/>
                <w:color w:val="000000"/>
              </w:rPr>
              <w:t xml:space="preserve"> </w:t>
            </w:r>
            <w:r w:rsidRPr="00745914">
              <w:rPr>
                <w:rFonts w:ascii="Poppins" w:hAnsi="Poppins" w:cs="Poppins"/>
              </w:rPr>
              <w:t>(temperatura acqua 45°C Dt 5°C; temperatura aria 20 °C)</w:t>
            </w:r>
          </w:p>
          <w:p w14:paraId="1559D990" w14:textId="77777777" w:rsidR="003D0946" w:rsidRPr="00745914" w:rsidRDefault="003D0946" w:rsidP="00745914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745914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745914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745914">
              <w:rPr>
                <w:rFonts w:ascii="Poppins" w:hAnsi="Poppins" w:cs="Poppins"/>
                <w:color w:val="000000"/>
                <w:lang w:val="sv-SE"/>
              </w:rPr>
              <w:t>aria med (min  - max): 283 (138 - 440) m3/h</w:t>
            </w:r>
          </w:p>
          <w:p w14:paraId="32FC342B" w14:textId="77777777" w:rsidR="003D0946" w:rsidRPr="00745914" w:rsidRDefault="003D0946" w:rsidP="00745914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106A1AB5" w14:textId="77777777" w:rsidR="003D0946" w:rsidRPr="00745914" w:rsidRDefault="003D0946" w:rsidP="00745914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Potenza massima assorbita: 20 W</w:t>
            </w:r>
          </w:p>
          <w:p w14:paraId="518F575D" w14:textId="77777777" w:rsidR="003D0946" w:rsidRPr="00745914" w:rsidRDefault="003D0946" w:rsidP="00745914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Corrente assorbita: 0,16 A</w:t>
            </w:r>
          </w:p>
          <w:p w14:paraId="03175AD0" w14:textId="77777777" w:rsidR="003D0946" w:rsidRPr="00745914" w:rsidRDefault="003D0946" w:rsidP="00745914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</w:rPr>
              <w:t xml:space="preserve">Livello di potenza sonora med (min  - max): </w:t>
            </w:r>
            <w:r w:rsidRPr="00745914">
              <w:rPr>
                <w:rFonts w:ascii="Poppins" w:hAnsi="Poppins" w:cs="Poppins"/>
                <w:color w:val="000000"/>
              </w:rPr>
              <w:t>40 (29 - 50)</w:t>
            </w:r>
            <w:r w:rsidRPr="00745914">
              <w:rPr>
                <w:rFonts w:ascii="Poppins" w:hAnsi="Poppins" w:cs="Poppins"/>
              </w:rPr>
              <w:t xml:space="preserve"> dB(A)</w:t>
            </w:r>
          </w:p>
          <w:p w14:paraId="320390BD" w14:textId="173A9BB2" w:rsidR="003D0946" w:rsidRPr="00745914" w:rsidRDefault="003D0946" w:rsidP="00745914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745914">
              <w:rPr>
                <w:rFonts w:ascii="Poppins" w:hAnsi="Poppins" w:cs="Poppins"/>
              </w:rPr>
              <w:t>Livello di pressione sonora med (min  - max): 23 (12 - 33) dB(A)  - valori riferiti a fattore di direzionalità pari a 2 in campo chiuso, costante d’ambiente 300 m2 e distanza pari a 5 m</w:t>
            </w:r>
          </w:p>
          <w:p w14:paraId="4DD47ED3" w14:textId="77777777" w:rsidR="003D0946" w:rsidRPr="00745914" w:rsidRDefault="003D0946" w:rsidP="00745914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Dimensioni (LxHxP): 1302x335x128 mm</w:t>
            </w:r>
          </w:p>
          <w:p w14:paraId="6C123F2A" w14:textId="77777777" w:rsidR="003D0946" w:rsidRPr="00745914" w:rsidRDefault="003D0946" w:rsidP="00745914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Peso: 19 kg</w:t>
            </w:r>
          </w:p>
          <w:p w14:paraId="130E1849" w14:textId="63250BC0" w:rsidR="003D0946" w:rsidRPr="00745914" w:rsidRDefault="003D0946" w:rsidP="00745914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 xml:space="preserve">Temperatura acqua </w:t>
            </w:r>
            <w:proofErr w:type="gramStart"/>
            <w:r w:rsidRPr="00745914">
              <w:rPr>
                <w:rFonts w:ascii="Poppins" w:hAnsi="Poppins" w:cs="Poppins"/>
                <w:color w:val="000000"/>
              </w:rPr>
              <w:t>min  -</w:t>
            </w:r>
            <w:proofErr w:type="gramEnd"/>
            <w:r w:rsidRPr="00745914">
              <w:rPr>
                <w:rFonts w:ascii="Poppins" w:hAnsi="Poppins" w:cs="Poppins"/>
                <w:color w:val="000000"/>
              </w:rPr>
              <w:t xml:space="preserve"> max: </w:t>
            </w:r>
            <w:r w:rsidR="00B051EA">
              <w:rPr>
                <w:rFonts w:ascii="Poppins" w:hAnsi="Poppins" w:cs="Poppins"/>
                <w:color w:val="000000"/>
              </w:rPr>
              <w:t>da 4 a 85 °C</w:t>
            </w:r>
          </w:p>
          <w:p w14:paraId="1EC65CE6" w14:textId="4355F507" w:rsidR="003D0946" w:rsidRPr="00745914" w:rsidRDefault="003D0946" w:rsidP="00745914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745914">
              <w:rPr>
                <w:rFonts w:ascii="Poppins" w:hAnsi="Poppins" w:cs="Poppins"/>
                <w:color w:val="000000"/>
              </w:rPr>
              <w:t>Attacchi ingresso e uscita acqua: 3/4” Eurocono, a destra</w:t>
            </w:r>
          </w:p>
          <w:p w14:paraId="3AE695C2" w14:textId="77777777" w:rsidR="00395ABD" w:rsidRDefault="00395ABD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B0C01C7" w14:textId="3980E417" w:rsidR="003D0946" w:rsidRPr="00914249" w:rsidRDefault="003D0946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D094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542CF8">
              <w:rPr>
                <w:rFonts w:ascii="Poppins" w:hAnsi="Poppins" w:cs="Poppins"/>
                <w:b/>
                <w:sz w:val="20"/>
              </w:rPr>
              <w:t>Emmeti</w:t>
            </w:r>
            <w:r w:rsidRPr="003D0946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A97AB3">
              <w:rPr>
                <w:rFonts w:ascii="Poppins" w:hAnsi="Poppins" w:cs="Poppins"/>
                <w:b/>
                <w:sz w:val="20"/>
              </w:rPr>
              <w:t>Ventilconvettore</w:t>
            </w:r>
            <w:r w:rsidRPr="003D0946">
              <w:rPr>
                <w:rFonts w:ascii="Poppins" w:hAnsi="Poppins" w:cs="Poppins"/>
                <w:b/>
                <w:sz w:val="20"/>
              </w:rPr>
              <w:t xml:space="preserve"> SILENCE THIN ETWW 2</w:t>
            </w:r>
            <w:r>
              <w:rPr>
                <w:rFonts w:ascii="Poppins" w:hAnsi="Poppins" w:cs="Poppins"/>
                <w:b/>
                <w:sz w:val="20"/>
              </w:rPr>
              <w:t>80</w:t>
            </w:r>
            <w:r w:rsidRPr="003D0946">
              <w:rPr>
                <w:rFonts w:ascii="Poppins" w:hAnsi="Poppins" w:cs="Poppins"/>
                <w:b/>
                <w:sz w:val="20"/>
              </w:rPr>
              <w:t xml:space="preserve"> </w:t>
            </w:r>
            <w:r>
              <w:rPr>
                <w:rFonts w:ascii="Poppins" w:hAnsi="Poppins" w:cs="Poppins"/>
                <w:b/>
                <w:sz w:val="20"/>
              </w:rPr>
              <w:t>DV</w:t>
            </w:r>
            <w:r w:rsidRPr="003D0946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 w:rsidR="00745914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95ABD" w:rsidRPr="00D5395B" w14:paraId="1777D429" w14:textId="77777777" w:rsidTr="008574C8">
        <w:tc>
          <w:tcPr>
            <w:tcW w:w="1208" w:type="dxa"/>
          </w:tcPr>
          <w:p w14:paraId="46331B4F" w14:textId="77777777" w:rsidR="00395ABD" w:rsidRDefault="00395ABD" w:rsidP="00395AB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07523325</w:t>
            </w:r>
          </w:p>
        </w:tc>
        <w:tc>
          <w:tcPr>
            <w:tcW w:w="1867" w:type="dxa"/>
          </w:tcPr>
          <w:p w14:paraId="31AB86F5" w14:textId="77777777" w:rsidR="00F26DBC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Ventilconvettore</w:t>
            </w:r>
          </w:p>
          <w:p w14:paraId="1C653601" w14:textId="77777777" w:rsidR="00395ABD" w:rsidRPr="00914249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lastRenderedPageBreak/>
              <w:t xml:space="preserve">SILENCE THIN </w:t>
            </w:r>
            <w:r w:rsidR="00395ABD" w:rsidRPr="00395ABD">
              <w:rPr>
                <w:rFonts w:ascii="Poppins" w:hAnsi="Poppins" w:cs="Poppins"/>
                <w:sz w:val="20"/>
              </w:rPr>
              <w:t xml:space="preserve">ETWW </w:t>
            </w:r>
            <w:r w:rsidR="00395ABD">
              <w:rPr>
                <w:rFonts w:ascii="Poppins" w:hAnsi="Poppins" w:cs="Poppins"/>
                <w:sz w:val="20"/>
              </w:rPr>
              <w:t>240 SV</w:t>
            </w:r>
          </w:p>
        </w:tc>
        <w:tc>
          <w:tcPr>
            <w:tcW w:w="6525" w:type="dxa"/>
          </w:tcPr>
          <w:p w14:paraId="71D58566" w14:textId="77777777" w:rsidR="003D0946" w:rsidRPr="00395ABD" w:rsidRDefault="003D0946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395ABD">
              <w:rPr>
                <w:rFonts w:ascii="Poppins" w:hAnsi="Poppins" w:cs="Poppins"/>
                <w:color w:val="000000"/>
                <w:sz w:val="20"/>
              </w:rPr>
              <w:lastRenderedPageBreak/>
              <w:t>Ventilconvettore a parete, di tipo compatto, versione “THINW-LAN”, con tecnologia DC-Inverter.</w:t>
            </w:r>
          </w:p>
          <w:p w14:paraId="276B8D5F" w14:textId="77777777" w:rsidR="003D0946" w:rsidRPr="00395ABD" w:rsidRDefault="003D0946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395ABD">
              <w:rPr>
                <w:rFonts w:ascii="Poppins" w:hAnsi="Poppins" w:cs="Poppins"/>
                <w:color w:val="000000"/>
                <w:sz w:val="20"/>
              </w:rPr>
              <w:lastRenderedPageBreak/>
              <w:t>Scheda di controllo funzionamento con regolazione prevista per il collegamento con comando remoto LAN a parete</w:t>
            </w:r>
            <w:r>
              <w:rPr>
                <w:rFonts w:ascii="Poppins" w:hAnsi="Poppins" w:cs="Poppins"/>
                <w:color w:val="000000"/>
                <w:sz w:val="20"/>
              </w:rPr>
              <w:t xml:space="preserve"> </w:t>
            </w:r>
            <w:r w:rsidRPr="00395ABD">
              <w:rPr>
                <w:rFonts w:ascii="Poppins" w:hAnsi="Poppins" w:cs="Poppins"/>
                <w:color w:val="000000"/>
                <w:sz w:val="20"/>
              </w:rPr>
              <w:t>(fornito separatamente) con possibilità di gestione centralizzata fino ad un massimo di 30 unità versione “THINW-LAN” nello stesso ambiente.</w:t>
            </w:r>
          </w:p>
          <w:p w14:paraId="641B3DF7" w14:textId="77777777" w:rsidR="003D0946" w:rsidRPr="00395ABD" w:rsidRDefault="003D0946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395ABD">
              <w:rPr>
                <w:rFonts w:ascii="Poppins" w:hAnsi="Poppins" w:cs="Poppins"/>
                <w:color w:val="000000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04251F60" w14:textId="77777777" w:rsidR="003D0946" w:rsidRDefault="003D0946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395ABD">
              <w:rPr>
                <w:rFonts w:ascii="Poppins" w:hAnsi="Poppins" w:cs="Poppins"/>
                <w:color w:val="000000"/>
                <w:sz w:val="20"/>
              </w:rPr>
              <w:t>L’unità presenta il deflettore orizzontale con orientamento automatico del flusso dell’aria, filtro aria, raccordo scarico condensa, dima per fissaggio a muro.</w:t>
            </w:r>
          </w:p>
          <w:p w14:paraId="1F3155E8" w14:textId="77777777" w:rsidR="003D0946" w:rsidRDefault="003D0946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42B96951" w14:textId="77777777" w:rsidR="003D0946" w:rsidRPr="00914249" w:rsidRDefault="003D0946" w:rsidP="00A97AB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914249">
              <w:rPr>
                <w:rFonts w:ascii="Poppins" w:hAnsi="Poppins" w:cs="Poppins"/>
                <w:b/>
              </w:rPr>
              <w:t>Dati tecnici:</w:t>
            </w:r>
          </w:p>
          <w:p w14:paraId="5E0A1F91" w14:textId="77777777" w:rsidR="003D0946" w:rsidRPr="00164BCE" w:rsidRDefault="003D0946" w:rsidP="00164BCE">
            <w:pPr>
              <w:pStyle w:val="Paragrafoelenco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64BCE">
              <w:rPr>
                <w:rFonts w:ascii="Poppins" w:hAnsi="Poppins" w:cs="Poppins"/>
                <w:color w:val="000000"/>
              </w:rPr>
              <w:t>Potenza frigorifera med (min  - max): 0,80 (0,48  - 1,07) kW</w:t>
            </w:r>
          </w:p>
          <w:p w14:paraId="4569E108" w14:textId="77777777" w:rsidR="003D0946" w:rsidRPr="00164BCE" w:rsidRDefault="003D0946" w:rsidP="00164BCE">
            <w:pPr>
              <w:pStyle w:val="Paragrafoelenco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164BCE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164BCE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164BCE">
              <w:rPr>
                <w:rFonts w:ascii="Poppins" w:hAnsi="Poppins" w:cs="Poppins"/>
                <w:color w:val="000000"/>
                <w:lang w:val="sv-SE"/>
              </w:rPr>
              <w:t>acqua med (min  - max): 138 (82  - 184) l/h</w:t>
            </w:r>
          </w:p>
          <w:p w14:paraId="0E75BFA2" w14:textId="78E6E8DD" w:rsidR="003D0946" w:rsidRPr="00164BCE" w:rsidRDefault="003D0946" w:rsidP="00164BCE">
            <w:pPr>
              <w:pStyle w:val="Paragrafoelenco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164BCE">
              <w:rPr>
                <w:rFonts w:ascii="Poppins" w:hAnsi="Poppins" w:cs="Poppins"/>
                <w:color w:val="000000"/>
              </w:rPr>
              <w:t>Perdita di carico med (min  - max): 3,0 (1.1  - 2,5) kPa</w:t>
            </w:r>
            <w:r w:rsidR="00164BCE" w:rsidRPr="00164BCE">
              <w:rPr>
                <w:rFonts w:ascii="Poppins" w:hAnsi="Poppins" w:cs="Poppins"/>
                <w:color w:val="000000"/>
              </w:rPr>
              <w:t xml:space="preserve"> </w:t>
            </w:r>
            <w:r w:rsidRPr="00164BCE">
              <w:rPr>
                <w:rFonts w:ascii="Poppins" w:hAnsi="Poppins" w:cs="Poppins"/>
              </w:rPr>
              <w:t>(temperatura acqua 7°C Dt 5°C; temperatura aria 27 °C b.s./19 °C b.u.)</w:t>
            </w:r>
          </w:p>
          <w:p w14:paraId="56455AEE" w14:textId="77777777" w:rsidR="003D0946" w:rsidRPr="00164BCE" w:rsidRDefault="003D0946" w:rsidP="00164BCE">
            <w:pPr>
              <w:pStyle w:val="Paragrafoelenco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64BCE">
              <w:rPr>
                <w:rFonts w:ascii="Poppins" w:hAnsi="Poppins" w:cs="Poppins"/>
                <w:color w:val="000000"/>
              </w:rPr>
              <w:t>Potenza termica med (min  - max): 0,94 (0,53  - 1,27) kW</w:t>
            </w:r>
          </w:p>
          <w:p w14:paraId="3DBE3554" w14:textId="77777777" w:rsidR="003D0946" w:rsidRPr="00164BCE" w:rsidRDefault="003D0946" w:rsidP="00164BCE">
            <w:pPr>
              <w:pStyle w:val="Paragrafoelenco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164BCE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164BCE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164BCE">
              <w:rPr>
                <w:rFonts w:ascii="Poppins" w:hAnsi="Poppins" w:cs="Poppins"/>
                <w:color w:val="000000"/>
                <w:lang w:val="sv-SE"/>
              </w:rPr>
              <w:t>acqua med (min  - max): 162 (92  - 218) l/h</w:t>
            </w:r>
          </w:p>
          <w:p w14:paraId="2923A7C1" w14:textId="44F47BA9" w:rsidR="003D0946" w:rsidRPr="00164BCE" w:rsidRDefault="003D0946" w:rsidP="00164BCE">
            <w:pPr>
              <w:pStyle w:val="Paragrafoelenco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164BCE">
              <w:rPr>
                <w:rFonts w:ascii="Poppins" w:hAnsi="Poppins" w:cs="Poppins"/>
                <w:color w:val="000000"/>
              </w:rPr>
              <w:t>Perdita di carico med (min  - max): 3,1 (1,1  - 5,4) kPa</w:t>
            </w:r>
            <w:r w:rsidR="00164BCE" w:rsidRPr="00164BCE">
              <w:rPr>
                <w:rFonts w:ascii="Poppins" w:hAnsi="Poppins" w:cs="Poppins"/>
                <w:color w:val="000000"/>
              </w:rPr>
              <w:t xml:space="preserve"> </w:t>
            </w:r>
            <w:r w:rsidRPr="00164BCE">
              <w:rPr>
                <w:rFonts w:ascii="Poppins" w:hAnsi="Poppins" w:cs="Poppins"/>
              </w:rPr>
              <w:t>(temperatura acqua 45°C Dt 5°C; temperatura aria 20 °C)</w:t>
            </w:r>
          </w:p>
          <w:p w14:paraId="57E76078" w14:textId="77777777" w:rsidR="003D0946" w:rsidRPr="00164BCE" w:rsidRDefault="003D0946" w:rsidP="00164BCE">
            <w:pPr>
              <w:pStyle w:val="Paragrafoelenco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164BCE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164BCE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164BCE">
              <w:rPr>
                <w:rFonts w:ascii="Poppins" w:hAnsi="Poppins" w:cs="Poppins"/>
                <w:color w:val="000000"/>
                <w:lang w:val="sv-SE"/>
              </w:rPr>
              <w:t>aria med (min  - max:) 155 (84  - 228) m3/h</w:t>
            </w:r>
          </w:p>
          <w:p w14:paraId="626CAEC3" w14:textId="77777777" w:rsidR="003D0946" w:rsidRPr="00164BCE" w:rsidRDefault="003D0946" w:rsidP="00164BCE">
            <w:pPr>
              <w:pStyle w:val="Paragrafoelenco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64BCE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7E796081" w14:textId="77777777" w:rsidR="003D0946" w:rsidRPr="00164BCE" w:rsidRDefault="003D0946" w:rsidP="00164BCE">
            <w:pPr>
              <w:pStyle w:val="Paragrafoelenco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64BCE">
              <w:rPr>
                <w:rFonts w:ascii="Poppins" w:hAnsi="Poppins" w:cs="Poppins"/>
                <w:color w:val="000000"/>
              </w:rPr>
              <w:t>Potenza massima assorbita: 13 W</w:t>
            </w:r>
          </w:p>
          <w:p w14:paraId="117823C3" w14:textId="77777777" w:rsidR="003D0946" w:rsidRPr="00164BCE" w:rsidRDefault="003D0946" w:rsidP="00164BCE">
            <w:pPr>
              <w:pStyle w:val="Paragrafoelenco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64BCE">
              <w:rPr>
                <w:rFonts w:ascii="Poppins" w:hAnsi="Poppins" w:cs="Poppins"/>
                <w:color w:val="000000"/>
              </w:rPr>
              <w:t>Corrente assorbita: 0,10 A</w:t>
            </w:r>
          </w:p>
          <w:p w14:paraId="49009CB9" w14:textId="77777777" w:rsidR="003D0946" w:rsidRPr="00164BCE" w:rsidRDefault="003D0946" w:rsidP="00164BCE">
            <w:pPr>
              <w:pStyle w:val="Paragrafoelenco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164BCE">
              <w:rPr>
                <w:rFonts w:ascii="Poppins" w:hAnsi="Poppins" w:cs="Poppins"/>
              </w:rPr>
              <w:t xml:space="preserve">Livello di potenza sonora med (min  - max): </w:t>
            </w:r>
            <w:r w:rsidRPr="00164BCE">
              <w:rPr>
                <w:rFonts w:ascii="Poppins" w:hAnsi="Poppins" w:cs="Poppins"/>
                <w:color w:val="000000"/>
              </w:rPr>
              <w:t>38 (29 - 48)</w:t>
            </w:r>
            <w:r w:rsidRPr="00164BCE">
              <w:rPr>
                <w:rFonts w:ascii="Poppins" w:hAnsi="Poppins" w:cs="Poppins"/>
              </w:rPr>
              <w:t xml:space="preserve"> dB(A)</w:t>
            </w:r>
          </w:p>
          <w:p w14:paraId="3789377B" w14:textId="1BD50404" w:rsidR="003D0946" w:rsidRPr="00164BCE" w:rsidRDefault="003D0946" w:rsidP="00164BCE">
            <w:pPr>
              <w:pStyle w:val="Paragrafoelenco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164BCE">
              <w:rPr>
                <w:rFonts w:ascii="Poppins" w:hAnsi="Poppins" w:cs="Poppins"/>
              </w:rPr>
              <w:t>Livello di pressione sonora med (min  - max): 21 (12 - 31) dB(A)  - valori riferiti a fattore di direzionalità pari a 2 in campo chiuso, costante d’ambiente 300 m2 e distanza pari a 5 m</w:t>
            </w:r>
          </w:p>
          <w:p w14:paraId="26222E18" w14:textId="77777777" w:rsidR="003D0946" w:rsidRPr="00164BCE" w:rsidRDefault="003D0946" w:rsidP="00164BCE">
            <w:pPr>
              <w:pStyle w:val="Paragrafoelenco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64BCE">
              <w:rPr>
                <w:rFonts w:ascii="Poppins" w:hAnsi="Poppins" w:cs="Poppins"/>
                <w:color w:val="000000"/>
              </w:rPr>
              <w:t>Dimensioni (LxHxP): 902x335x128 mm</w:t>
            </w:r>
          </w:p>
          <w:p w14:paraId="084F2258" w14:textId="77777777" w:rsidR="003D0946" w:rsidRPr="00164BCE" w:rsidRDefault="003D0946" w:rsidP="00164BCE">
            <w:pPr>
              <w:pStyle w:val="Paragrafoelenco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64BCE">
              <w:rPr>
                <w:rFonts w:ascii="Poppins" w:hAnsi="Poppins" w:cs="Poppins"/>
                <w:color w:val="000000"/>
              </w:rPr>
              <w:t>Peso: 14 kg</w:t>
            </w:r>
          </w:p>
          <w:p w14:paraId="5EE5325B" w14:textId="21C9A3B2" w:rsidR="003D0946" w:rsidRPr="00164BCE" w:rsidRDefault="003D0946" w:rsidP="00164BCE">
            <w:pPr>
              <w:pStyle w:val="Paragrafoelenco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64BCE">
              <w:rPr>
                <w:rFonts w:ascii="Poppins" w:hAnsi="Poppins" w:cs="Poppins"/>
                <w:color w:val="000000"/>
              </w:rPr>
              <w:t xml:space="preserve">Temperatura acqua </w:t>
            </w:r>
            <w:proofErr w:type="gramStart"/>
            <w:r w:rsidRPr="00164BCE">
              <w:rPr>
                <w:rFonts w:ascii="Poppins" w:hAnsi="Poppins" w:cs="Poppins"/>
                <w:color w:val="000000"/>
              </w:rPr>
              <w:t>min  -</w:t>
            </w:r>
            <w:proofErr w:type="gramEnd"/>
            <w:r w:rsidRPr="00164BCE">
              <w:rPr>
                <w:rFonts w:ascii="Poppins" w:hAnsi="Poppins" w:cs="Poppins"/>
                <w:color w:val="000000"/>
              </w:rPr>
              <w:t xml:space="preserve"> max: </w:t>
            </w:r>
            <w:r w:rsidR="00B051EA">
              <w:rPr>
                <w:rFonts w:ascii="Poppins" w:hAnsi="Poppins" w:cs="Poppins"/>
                <w:color w:val="000000"/>
              </w:rPr>
              <w:t>da 4 a 85 °C</w:t>
            </w:r>
          </w:p>
          <w:p w14:paraId="19C9A33B" w14:textId="77777777" w:rsidR="003D0946" w:rsidRPr="00164BCE" w:rsidRDefault="003D0946" w:rsidP="00164BCE">
            <w:pPr>
              <w:pStyle w:val="Paragrafoelenco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64BCE">
              <w:rPr>
                <w:rFonts w:ascii="Poppins" w:hAnsi="Poppins" w:cs="Poppins"/>
                <w:color w:val="000000"/>
              </w:rPr>
              <w:t>Attacchi ingresso e uscita acqua: 3/4” Eurocono, a sinistra</w:t>
            </w:r>
          </w:p>
          <w:p w14:paraId="6787BD90" w14:textId="77777777" w:rsidR="00395ABD" w:rsidRDefault="00395ABD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5D8020D1" w14:textId="48529F8A" w:rsidR="003D0946" w:rsidRPr="00914249" w:rsidRDefault="003D0946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D094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542CF8">
              <w:rPr>
                <w:rFonts w:ascii="Poppins" w:hAnsi="Poppins" w:cs="Poppins"/>
                <w:b/>
                <w:sz w:val="20"/>
              </w:rPr>
              <w:t>Emmeti</w:t>
            </w:r>
            <w:r w:rsidRPr="003D0946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A97AB3">
              <w:rPr>
                <w:rFonts w:ascii="Poppins" w:hAnsi="Poppins" w:cs="Poppins"/>
                <w:b/>
                <w:sz w:val="20"/>
              </w:rPr>
              <w:t>Ventilconvettore</w:t>
            </w:r>
            <w:r w:rsidRPr="003D0946">
              <w:rPr>
                <w:rFonts w:ascii="Poppins" w:hAnsi="Poppins" w:cs="Poppins"/>
                <w:b/>
                <w:sz w:val="20"/>
              </w:rPr>
              <w:t xml:space="preserve"> SILENCE THIN ETWW 2</w:t>
            </w:r>
            <w:r>
              <w:rPr>
                <w:rFonts w:ascii="Poppins" w:hAnsi="Poppins" w:cs="Poppins"/>
                <w:b/>
                <w:sz w:val="20"/>
              </w:rPr>
              <w:t>40</w:t>
            </w:r>
            <w:r w:rsidRPr="003D0946">
              <w:rPr>
                <w:rFonts w:ascii="Poppins" w:hAnsi="Poppins" w:cs="Poppins"/>
                <w:b/>
                <w:sz w:val="20"/>
              </w:rPr>
              <w:t xml:space="preserve"> </w:t>
            </w:r>
            <w:r>
              <w:rPr>
                <w:rFonts w:ascii="Poppins" w:hAnsi="Poppins" w:cs="Poppins"/>
                <w:b/>
                <w:sz w:val="20"/>
              </w:rPr>
              <w:t>SV</w:t>
            </w:r>
            <w:r w:rsidRPr="003D0946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 w:rsidR="00164BCE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95ABD" w:rsidRPr="00D5395B" w14:paraId="13CAB509" w14:textId="77777777" w:rsidTr="008574C8">
        <w:tc>
          <w:tcPr>
            <w:tcW w:w="1208" w:type="dxa"/>
          </w:tcPr>
          <w:p w14:paraId="6B12E163" w14:textId="77777777" w:rsidR="00395ABD" w:rsidRDefault="00395ABD" w:rsidP="00395AB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07523335</w:t>
            </w:r>
          </w:p>
        </w:tc>
        <w:tc>
          <w:tcPr>
            <w:tcW w:w="1867" w:type="dxa"/>
          </w:tcPr>
          <w:p w14:paraId="4E5D9185" w14:textId="77777777" w:rsidR="00F26DBC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Ventilconvettore</w:t>
            </w:r>
          </w:p>
          <w:p w14:paraId="76A46D36" w14:textId="77777777" w:rsidR="00395ABD" w:rsidRPr="00914249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lastRenderedPageBreak/>
              <w:t xml:space="preserve">SILENCE THIN </w:t>
            </w:r>
            <w:r w:rsidR="00395ABD" w:rsidRPr="00395ABD">
              <w:rPr>
                <w:rFonts w:ascii="Poppins" w:hAnsi="Poppins" w:cs="Poppins"/>
                <w:sz w:val="20"/>
              </w:rPr>
              <w:t xml:space="preserve">ETWW </w:t>
            </w:r>
            <w:r w:rsidR="00395ABD">
              <w:rPr>
                <w:rFonts w:ascii="Poppins" w:hAnsi="Poppins" w:cs="Poppins"/>
                <w:sz w:val="20"/>
              </w:rPr>
              <w:t>260 SV</w:t>
            </w:r>
          </w:p>
        </w:tc>
        <w:tc>
          <w:tcPr>
            <w:tcW w:w="6525" w:type="dxa"/>
          </w:tcPr>
          <w:p w14:paraId="1CFE9EEA" w14:textId="77777777" w:rsidR="003D0946" w:rsidRPr="00395ABD" w:rsidRDefault="003D0946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395ABD">
              <w:rPr>
                <w:rFonts w:ascii="Poppins" w:hAnsi="Poppins" w:cs="Poppins"/>
                <w:color w:val="000000"/>
                <w:sz w:val="20"/>
              </w:rPr>
              <w:lastRenderedPageBreak/>
              <w:t>Ventilconvettore a parete, di tipo compatto, versione “THINW-LAN”, con tecnologia DC-Inverter.</w:t>
            </w:r>
          </w:p>
          <w:p w14:paraId="6F2338DE" w14:textId="77777777" w:rsidR="003D0946" w:rsidRPr="00395ABD" w:rsidRDefault="003D0946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395ABD">
              <w:rPr>
                <w:rFonts w:ascii="Poppins" w:hAnsi="Poppins" w:cs="Poppins"/>
                <w:color w:val="000000"/>
                <w:sz w:val="20"/>
              </w:rPr>
              <w:lastRenderedPageBreak/>
              <w:t>Scheda di controllo funzionamento con regolazione prevista per il collegamento con comando remoto LAN a parete</w:t>
            </w:r>
            <w:r>
              <w:rPr>
                <w:rFonts w:ascii="Poppins" w:hAnsi="Poppins" w:cs="Poppins"/>
                <w:color w:val="000000"/>
                <w:sz w:val="20"/>
              </w:rPr>
              <w:t xml:space="preserve"> </w:t>
            </w:r>
            <w:r w:rsidRPr="00395ABD">
              <w:rPr>
                <w:rFonts w:ascii="Poppins" w:hAnsi="Poppins" w:cs="Poppins"/>
                <w:color w:val="000000"/>
                <w:sz w:val="20"/>
              </w:rPr>
              <w:t>(fornito separatamente) con possibilità di gestione centralizzata fino ad un massimo di 30 unità versione “THINW-LAN” nello stesso ambiente.</w:t>
            </w:r>
          </w:p>
          <w:p w14:paraId="35498FE4" w14:textId="77777777" w:rsidR="003D0946" w:rsidRPr="00395ABD" w:rsidRDefault="003D0946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395ABD">
              <w:rPr>
                <w:rFonts w:ascii="Poppins" w:hAnsi="Poppins" w:cs="Poppins"/>
                <w:color w:val="000000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6221DF63" w14:textId="77777777" w:rsidR="003D0946" w:rsidRDefault="003D0946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395ABD">
              <w:rPr>
                <w:rFonts w:ascii="Poppins" w:hAnsi="Poppins" w:cs="Poppins"/>
                <w:color w:val="000000"/>
                <w:sz w:val="20"/>
              </w:rPr>
              <w:t>L’unità presenta il deflettore orizzontale con orientamento automatico del flusso dell’aria, filtro aria, raccordo scarico condensa, dima per fissaggio a muro.</w:t>
            </w:r>
          </w:p>
          <w:p w14:paraId="4883D6B2" w14:textId="77777777" w:rsidR="003D0946" w:rsidRDefault="003D0946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04D03C91" w14:textId="77777777" w:rsidR="003D0946" w:rsidRPr="00914249" w:rsidRDefault="003D0946" w:rsidP="00A97AB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914249">
              <w:rPr>
                <w:rFonts w:ascii="Poppins" w:hAnsi="Poppins" w:cs="Poppins"/>
                <w:b/>
              </w:rPr>
              <w:t>Dati tecnici:</w:t>
            </w:r>
          </w:p>
          <w:p w14:paraId="43B0283E" w14:textId="77777777" w:rsidR="003D0946" w:rsidRPr="00164BCE" w:rsidRDefault="003D0946" w:rsidP="00164BCE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64BCE">
              <w:rPr>
                <w:rFonts w:ascii="Poppins" w:hAnsi="Poppins" w:cs="Poppins"/>
                <w:color w:val="000000"/>
              </w:rPr>
              <w:t>Potenza frigorifera med (min  - max): 1,03 (0,58 - 1,65) kW</w:t>
            </w:r>
          </w:p>
          <w:p w14:paraId="5804BABF" w14:textId="77777777" w:rsidR="003D0946" w:rsidRPr="00164BCE" w:rsidRDefault="003D0946" w:rsidP="00164BCE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164BCE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164BCE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164BCE">
              <w:rPr>
                <w:rFonts w:ascii="Poppins" w:hAnsi="Poppins" w:cs="Poppins"/>
                <w:color w:val="000000"/>
                <w:lang w:val="sv-SE"/>
              </w:rPr>
              <w:t>acqua med (min  - max): 177 (99  - 283) l/h</w:t>
            </w:r>
          </w:p>
          <w:p w14:paraId="03F2F5E8" w14:textId="11A1C3E1" w:rsidR="003D0946" w:rsidRPr="00164BCE" w:rsidRDefault="003D0946" w:rsidP="00164BCE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164BCE">
              <w:rPr>
                <w:rFonts w:ascii="Poppins" w:hAnsi="Poppins" w:cs="Poppins"/>
                <w:color w:val="000000"/>
              </w:rPr>
              <w:t>Perdita di carico med (min  - max): 4,8 (3,9  - 5,7) kPa</w:t>
            </w:r>
            <w:r w:rsidR="00164BCE" w:rsidRPr="00164BCE">
              <w:rPr>
                <w:rFonts w:ascii="Poppins" w:hAnsi="Poppins" w:cs="Poppins"/>
                <w:color w:val="000000"/>
              </w:rPr>
              <w:t xml:space="preserve"> </w:t>
            </w:r>
            <w:r w:rsidRPr="00164BCE">
              <w:rPr>
                <w:rFonts w:ascii="Poppins" w:hAnsi="Poppins" w:cs="Poppins"/>
              </w:rPr>
              <w:t>(temperatura acqua 7°C Dt 5°C; temperatura aria 27 °C b.s./19 °C b.u.)</w:t>
            </w:r>
          </w:p>
          <w:p w14:paraId="1AD0685A" w14:textId="77777777" w:rsidR="003D0946" w:rsidRPr="00164BCE" w:rsidRDefault="003D0946" w:rsidP="00164BCE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64BCE">
              <w:rPr>
                <w:rFonts w:ascii="Poppins" w:hAnsi="Poppins" w:cs="Poppins"/>
                <w:color w:val="000000"/>
              </w:rPr>
              <w:t>Potenza termica med (min  - max): 1,26 (0,66 - 1,80) kW</w:t>
            </w:r>
          </w:p>
          <w:p w14:paraId="483FF878" w14:textId="77777777" w:rsidR="003D0946" w:rsidRPr="00164BCE" w:rsidRDefault="003D0946" w:rsidP="00164BCE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164BCE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164BCE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164BCE">
              <w:rPr>
                <w:rFonts w:ascii="Poppins" w:hAnsi="Poppins" w:cs="Poppins"/>
                <w:color w:val="000000"/>
                <w:lang w:val="sv-SE"/>
              </w:rPr>
              <w:t>acqua med (min  - max): 217 (113  - 310) l/h</w:t>
            </w:r>
          </w:p>
          <w:p w14:paraId="08348AFD" w14:textId="04BBAE78" w:rsidR="003D0946" w:rsidRPr="00164BCE" w:rsidRDefault="003D0946" w:rsidP="00164BCE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164BCE">
              <w:rPr>
                <w:rFonts w:ascii="Poppins" w:hAnsi="Poppins" w:cs="Poppins"/>
                <w:color w:val="000000"/>
              </w:rPr>
              <w:t>Perdita di carico med (min  - max): 3,5 (2,8  - 4,0) kPa</w:t>
            </w:r>
            <w:r w:rsidR="00164BCE" w:rsidRPr="00164BCE">
              <w:rPr>
                <w:rFonts w:ascii="Poppins" w:hAnsi="Poppins" w:cs="Poppins"/>
                <w:color w:val="000000"/>
              </w:rPr>
              <w:t xml:space="preserve"> </w:t>
            </w:r>
            <w:r w:rsidRPr="00164BCE">
              <w:rPr>
                <w:rFonts w:ascii="Poppins" w:hAnsi="Poppins" w:cs="Poppins"/>
              </w:rPr>
              <w:t>(temperatura acqua 45°C Dt 5°C; temperatura aria 20 °C)</w:t>
            </w:r>
          </w:p>
          <w:p w14:paraId="62C4B545" w14:textId="77777777" w:rsidR="003D0946" w:rsidRPr="00164BCE" w:rsidRDefault="003D0946" w:rsidP="00164BCE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164BCE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164BCE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164BCE">
              <w:rPr>
                <w:rFonts w:ascii="Poppins" w:hAnsi="Poppins" w:cs="Poppins"/>
                <w:color w:val="000000"/>
                <w:lang w:val="sv-SE"/>
              </w:rPr>
              <w:t>aria med (min  - max): 229 (124 - 331) m3/h</w:t>
            </w:r>
          </w:p>
          <w:p w14:paraId="2F6AFC19" w14:textId="77777777" w:rsidR="003D0946" w:rsidRPr="00164BCE" w:rsidRDefault="003D0946" w:rsidP="00164BCE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64BCE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3656115E" w14:textId="77777777" w:rsidR="003D0946" w:rsidRPr="00164BCE" w:rsidRDefault="003D0946" w:rsidP="00164BCE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64BCE">
              <w:rPr>
                <w:rFonts w:ascii="Poppins" w:hAnsi="Poppins" w:cs="Poppins"/>
                <w:color w:val="000000"/>
              </w:rPr>
              <w:t>Potenza massima assorbita: 15 W</w:t>
            </w:r>
          </w:p>
          <w:p w14:paraId="1EE5052A" w14:textId="77777777" w:rsidR="003D0946" w:rsidRPr="00164BCE" w:rsidRDefault="003D0946" w:rsidP="00164BCE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64BCE">
              <w:rPr>
                <w:rFonts w:ascii="Poppins" w:hAnsi="Poppins" w:cs="Poppins"/>
                <w:color w:val="000000"/>
              </w:rPr>
              <w:t>Corrente assorbita: 0,12 A</w:t>
            </w:r>
          </w:p>
          <w:p w14:paraId="5303D0B5" w14:textId="77777777" w:rsidR="003D0946" w:rsidRPr="00164BCE" w:rsidRDefault="003D0946" w:rsidP="00164BCE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164BCE">
              <w:rPr>
                <w:rFonts w:ascii="Poppins" w:hAnsi="Poppins" w:cs="Poppins"/>
              </w:rPr>
              <w:t xml:space="preserve">Livello di potenza sonora med (min  - max): </w:t>
            </w:r>
            <w:r w:rsidRPr="00164BCE">
              <w:rPr>
                <w:rFonts w:ascii="Poppins" w:hAnsi="Poppins" w:cs="Poppins"/>
                <w:color w:val="000000"/>
              </w:rPr>
              <w:t>39 (29 - 49)</w:t>
            </w:r>
            <w:r w:rsidRPr="00164BCE">
              <w:rPr>
                <w:rFonts w:ascii="Poppins" w:hAnsi="Poppins" w:cs="Poppins"/>
              </w:rPr>
              <w:t xml:space="preserve"> dB(A)</w:t>
            </w:r>
          </w:p>
          <w:p w14:paraId="546A8F49" w14:textId="33C24CB7" w:rsidR="003D0946" w:rsidRPr="00164BCE" w:rsidRDefault="003D0946" w:rsidP="00164BCE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164BCE">
              <w:rPr>
                <w:rFonts w:ascii="Poppins" w:hAnsi="Poppins" w:cs="Poppins"/>
              </w:rPr>
              <w:t>Livello di pressione sonora med (min  - max): 22 (12 - 32) dB(A)  - valori riferiti a fattore di direzionalità pari a 2 in campo chiuso, costante d’ambiente 300 m2 e distanza pari a 5 m</w:t>
            </w:r>
          </w:p>
          <w:p w14:paraId="1707D411" w14:textId="77777777" w:rsidR="003D0946" w:rsidRPr="00164BCE" w:rsidRDefault="003D0946" w:rsidP="00164BCE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64BCE">
              <w:rPr>
                <w:rFonts w:ascii="Poppins" w:hAnsi="Poppins" w:cs="Poppins"/>
                <w:color w:val="000000"/>
              </w:rPr>
              <w:t>Dimensioni (LxHxP): 1102x335x128 mm</w:t>
            </w:r>
          </w:p>
          <w:p w14:paraId="225F3CE9" w14:textId="77777777" w:rsidR="003D0946" w:rsidRPr="00164BCE" w:rsidRDefault="003D0946" w:rsidP="00164BCE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64BCE">
              <w:rPr>
                <w:rFonts w:ascii="Poppins" w:hAnsi="Poppins" w:cs="Poppins"/>
                <w:color w:val="000000"/>
              </w:rPr>
              <w:t>Peso: 16 kg</w:t>
            </w:r>
          </w:p>
          <w:p w14:paraId="3AB07AFB" w14:textId="77ABA5BB" w:rsidR="003D0946" w:rsidRPr="00164BCE" w:rsidRDefault="003D0946" w:rsidP="00164BCE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64BCE">
              <w:rPr>
                <w:rFonts w:ascii="Poppins" w:hAnsi="Poppins" w:cs="Poppins"/>
                <w:color w:val="000000"/>
              </w:rPr>
              <w:t xml:space="preserve">Temperatura acqua </w:t>
            </w:r>
            <w:proofErr w:type="gramStart"/>
            <w:r w:rsidRPr="00164BCE">
              <w:rPr>
                <w:rFonts w:ascii="Poppins" w:hAnsi="Poppins" w:cs="Poppins"/>
                <w:color w:val="000000"/>
              </w:rPr>
              <w:t>min  -</w:t>
            </w:r>
            <w:proofErr w:type="gramEnd"/>
            <w:r w:rsidRPr="00164BCE">
              <w:rPr>
                <w:rFonts w:ascii="Poppins" w:hAnsi="Poppins" w:cs="Poppins"/>
                <w:color w:val="000000"/>
              </w:rPr>
              <w:t xml:space="preserve"> max: </w:t>
            </w:r>
            <w:r w:rsidR="00B051EA">
              <w:rPr>
                <w:rFonts w:ascii="Poppins" w:hAnsi="Poppins" w:cs="Poppins"/>
                <w:color w:val="000000"/>
              </w:rPr>
              <w:t>da 4 a 85 °C</w:t>
            </w:r>
          </w:p>
          <w:p w14:paraId="1F6ABBD6" w14:textId="7C289CA8" w:rsidR="003D0946" w:rsidRPr="00164BCE" w:rsidRDefault="003D0946" w:rsidP="00164BCE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64BCE">
              <w:rPr>
                <w:rFonts w:ascii="Poppins" w:hAnsi="Poppins" w:cs="Poppins"/>
                <w:color w:val="000000"/>
              </w:rPr>
              <w:t>Attacchi ingresso e uscita acqua: 3/4” Eurocono, a sinistra</w:t>
            </w:r>
          </w:p>
          <w:p w14:paraId="5CB4D39D" w14:textId="77777777" w:rsidR="003D0946" w:rsidRPr="00395ABD" w:rsidRDefault="003D0946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202703D5" w14:textId="6AB2123D" w:rsidR="00395ABD" w:rsidRPr="00914249" w:rsidRDefault="003D0946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D094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542CF8">
              <w:rPr>
                <w:rFonts w:ascii="Poppins" w:hAnsi="Poppins" w:cs="Poppins"/>
                <w:b/>
                <w:sz w:val="20"/>
              </w:rPr>
              <w:t>Emmeti</w:t>
            </w:r>
            <w:r w:rsidRPr="003D0946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A97AB3">
              <w:rPr>
                <w:rFonts w:ascii="Poppins" w:hAnsi="Poppins" w:cs="Poppins"/>
                <w:b/>
                <w:sz w:val="20"/>
              </w:rPr>
              <w:t>Ventilconvettore</w:t>
            </w:r>
            <w:r w:rsidRPr="003D0946">
              <w:rPr>
                <w:rFonts w:ascii="Poppins" w:hAnsi="Poppins" w:cs="Poppins"/>
                <w:b/>
                <w:sz w:val="20"/>
              </w:rPr>
              <w:t xml:space="preserve"> SILENCE THIN ETWW 2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3D0946">
              <w:rPr>
                <w:rFonts w:ascii="Poppins" w:hAnsi="Poppins" w:cs="Poppins"/>
                <w:b/>
                <w:sz w:val="20"/>
              </w:rPr>
              <w:t xml:space="preserve"> </w:t>
            </w:r>
            <w:r>
              <w:rPr>
                <w:rFonts w:ascii="Poppins" w:hAnsi="Poppins" w:cs="Poppins"/>
                <w:b/>
                <w:sz w:val="20"/>
              </w:rPr>
              <w:t>SV</w:t>
            </w:r>
            <w:r w:rsidRPr="003D0946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 w:rsidR="00164BCE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95ABD" w:rsidRPr="00D5395B" w14:paraId="2E3A1E59" w14:textId="77777777" w:rsidTr="008574C8">
        <w:tc>
          <w:tcPr>
            <w:tcW w:w="1208" w:type="dxa"/>
          </w:tcPr>
          <w:p w14:paraId="628FC5A7" w14:textId="77777777" w:rsidR="00395ABD" w:rsidRDefault="00395ABD" w:rsidP="00395AB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07523345</w:t>
            </w:r>
          </w:p>
        </w:tc>
        <w:tc>
          <w:tcPr>
            <w:tcW w:w="1867" w:type="dxa"/>
          </w:tcPr>
          <w:p w14:paraId="409E7807" w14:textId="77777777" w:rsidR="00F26DBC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Ventilconvettore</w:t>
            </w:r>
          </w:p>
          <w:p w14:paraId="1A6F6EA6" w14:textId="77777777" w:rsidR="00395ABD" w:rsidRPr="00914249" w:rsidRDefault="00F26DBC" w:rsidP="00F26DBC">
            <w:pPr>
              <w:jc w:val="center"/>
              <w:rPr>
                <w:rFonts w:ascii="Poppins" w:hAnsi="Poppins" w:cs="Poppins"/>
                <w:sz w:val="20"/>
              </w:rPr>
            </w:pPr>
            <w:r w:rsidRPr="00914249">
              <w:rPr>
                <w:rFonts w:ascii="Poppins" w:hAnsi="Poppins" w:cs="Poppins"/>
                <w:sz w:val="20"/>
              </w:rPr>
              <w:lastRenderedPageBreak/>
              <w:t xml:space="preserve">SILENCE THIN </w:t>
            </w:r>
            <w:r w:rsidR="00395ABD" w:rsidRPr="00395ABD">
              <w:rPr>
                <w:rFonts w:ascii="Poppins" w:hAnsi="Poppins" w:cs="Poppins"/>
                <w:sz w:val="20"/>
              </w:rPr>
              <w:t xml:space="preserve">ETWW </w:t>
            </w:r>
            <w:r w:rsidR="00395ABD">
              <w:rPr>
                <w:rFonts w:ascii="Poppins" w:hAnsi="Poppins" w:cs="Poppins"/>
                <w:sz w:val="20"/>
              </w:rPr>
              <w:t>280 SV</w:t>
            </w:r>
          </w:p>
        </w:tc>
        <w:tc>
          <w:tcPr>
            <w:tcW w:w="6525" w:type="dxa"/>
          </w:tcPr>
          <w:p w14:paraId="3FF4A26F" w14:textId="77777777" w:rsidR="003D0946" w:rsidRPr="00395ABD" w:rsidRDefault="003D0946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395ABD">
              <w:rPr>
                <w:rFonts w:ascii="Poppins" w:hAnsi="Poppins" w:cs="Poppins"/>
                <w:color w:val="000000"/>
                <w:sz w:val="20"/>
              </w:rPr>
              <w:lastRenderedPageBreak/>
              <w:t>Ventilconvettore a parete, di tipo compatto, versione “THINW-LAN”, con tecnologia DC-Inverter.</w:t>
            </w:r>
          </w:p>
          <w:p w14:paraId="270844C8" w14:textId="77777777" w:rsidR="003D0946" w:rsidRPr="00395ABD" w:rsidRDefault="003D0946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395ABD">
              <w:rPr>
                <w:rFonts w:ascii="Poppins" w:hAnsi="Poppins" w:cs="Poppins"/>
                <w:color w:val="000000"/>
                <w:sz w:val="20"/>
              </w:rPr>
              <w:lastRenderedPageBreak/>
              <w:t>Scheda di controllo funzionamento con regolazione prevista per il collegamento con comando remoto LAN a parete</w:t>
            </w:r>
            <w:r>
              <w:rPr>
                <w:rFonts w:ascii="Poppins" w:hAnsi="Poppins" w:cs="Poppins"/>
                <w:color w:val="000000"/>
                <w:sz w:val="20"/>
              </w:rPr>
              <w:t xml:space="preserve"> </w:t>
            </w:r>
            <w:r w:rsidRPr="00395ABD">
              <w:rPr>
                <w:rFonts w:ascii="Poppins" w:hAnsi="Poppins" w:cs="Poppins"/>
                <w:color w:val="000000"/>
                <w:sz w:val="20"/>
              </w:rPr>
              <w:t>(fornito separatamente) con possibilità di gestione centralizzata fino ad un massimo di 30 unità versione “THINW-LAN” nello stesso ambiente.</w:t>
            </w:r>
          </w:p>
          <w:p w14:paraId="034378F0" w14:textId="77777777" w:rsidR="003D0946" w:rsidRPr="00395ABD" w:rsidRDefault="003D0946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395ABD">
              <w:rPr>
                <w:rFonts w:ascii="Poppins" w:hAnsi="Poppins" w:cs="Poppins"/>
                <w:color w:val="000000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4E833F37" w14:textId="77777777" w:rsidR="003D0946" w:rsidRDefault="003D0946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395ABD">
              <w:rPr>
                <w:rFonts w:ascii="Poppins" w:hAnsi="Poppins" w:cs="Poppins"/>
                <w:color w:val="000000"/>
                <w:sz w:val="20"/>
              </w:rPr>
              <w:t>L’unità presenta il deflettore orizzontale con orientamento automatico del flusso dell’aria, filtro aria, raccordo scarico condensa, dima per fissaggio a muro.</w:t>
            </w:r>
          </w:p>
          <w:p w14:paraId="1C1D0B62" w14:textId="77777777" w:rsidR="003D0946" w:rsidRDefault="003D0946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214A7663" w14:textId="77777777" w:rsidR="003D0946" w:rsidRPr="00914249" w:rsidRDefault="003D0946" w:rsidP="00A97AB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914249">
              <w:rPr>
                <w:rFonts w:ascii="Poppins" w:hAnsi="Poppins" w:cs="Poppins"/>
                <w:b/>
              </w:rPr>
              <w:t>Dati tecnici:</w:t>
            </w:r>
          </w:p>
          <w:p w14:paraId="40AC67E4" w14:textId="77777777" w:rsidR="003D0946" w:rsidRPr="00164BCE" w:rsidRDefault="003D0946" w:rsidP="00164BCE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64BCE">
              <w:rPr>
                <w:rFonts w:ascii="Poppins" w:hAnsi="Poppins" w:cs="Poppins"/>
                <w:color w:val="000000"/>
              </w:rPr>
              <w:t>Potenza frigorifera med (min  - max): 1,75 (0,91 - 2,31) kW</w:t>
            </w:r>
          </w:p>
          <w:p w14:paraId="311A6AF3" w14:textId="77777777" w:rsidR="003D0946" w:rsidRPr="00164BCE" w:rsidRDefault="003D0946" w:rsidP="00164BCE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164BCE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164BCE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164BCE">
              <w:rPr>
                <w:rFonts w:ascii="Poppins" w:hAnsi="Poppins" w:cs="Poppins"/>
                <w:color w:val="000000"/>
                <w:lang w:val="sv-SE"/>
              </w:rPr>
              <w:t>acqua med (min  - max): 300 (157  - 397) l/h</w:t>
            </w:r>
          </w:p>
          <w:p w14:paraId="6C486A05" w14:textId="375FE34D" w:rsidR="003D0946" w:rsidRPr="00164BCE" w:rsidRDefault="003D0946" w:rsidP="00164BCE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164BCE">
              <w:rPr>
                <w:rFonts w:ascii="Poppins" w:hAnsi="Poppins" w:cs="Poppins"/>
                <w:color w:val="000000"/>
              </w:rPr>
              <w:t>Perdita di carico med (min  - max): 4,2 (1,3  - 6,9) kPa</w:t>
            </w:r>
            <w:r w:rsidR="00164BCE" w:rsidRPr="00164BCE">
              <w:rPr>
                <w:rFonts w:ascii="Poppins" w:hAnsi="Poppins" w:cs="Poppins"/>
                <w:color w:val="000000"/>
              </w:rPr>
              <w:t xml:space="preserve"> </w:t>
            </w:r>
            <w:r w:rsidRPr="00164BCE">
              <w:rPr>
                <w:rFonts w:ascii="Poppins" w:hAnsi="Poppins" w:cs="Poppins"/>
              </w:rPr>
              <w:t>(temperatura acqua 7°C Dt 5°C; temperatura aria 27 °C b.s./19 °C b.u.)</w:t>
            </w:r>
          </w:p>
          <w:p w14:paraId="3118452B" w14:textId="77777777" w:rsidR="003D0946" w:rsidRPr="00164BCE" w:rsidRDefault="003D0946" w:rsidP="00164BCE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64BCE">
              <w:rPr>
                <w:rFonts w:ascii="Poppins" w:hAnsi="Poppins" w:cs="Poppins"/>
                <w:color w:val="000000"/>
              </w:rPr>
              <w:t>Potenza termica med (min  - max): 1,98 (0,96 - 2,60) kW</w:t>
            </w:r>
          </w:p>
          <w:p w14:paraId="0B224623" w14:textId="77777777" w:rsidR="003D0946" w:rsidRPr="00164BCE" w:rsidRDefault="003D0946" w:rsidP="00164BCE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164BCE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164BCE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164BCE">
              <w:rPr>
                <w:rFonts w:ascii="Poppins" w:hAnsi="Poppins" w:cs="Poppins"/>
                <w:color w:val="000000"/>
                <w:lang w:val="sv-SE"/>
              </w:rPr>
              <w:t>acqua med (min  - max): 341 (165  - 447) l/h</w:t>
            </w:r>
          </w:p>
          <w:p w14:paraId="5E25001A" w14:textId="714B16A6" w:rsidR="003D0946" w:rsidRPr="00164BCE" w:rsidRDefault="003D0946" w:rsidP="00164BCE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164BCE">
              <w:rPr>
                <w:rFonts w:ascii="Poppins" w:hAnsi="Poppins" w:cs="Poppins"/>
                <w:color w:val="000000"/>
              </w:rPr>
              <w:t>Perdita di carico med (min  - max): 4,1 (1,1  - 6,6)  kPa</w:t>
            </w:r>
            <w:r w:rsidR="00164BCE" w:rsidRPr="00164BCE">
              <w:rPr>
                <w:rFonts w:ascii="Poppins" w:hAnsi="Poppins" w:cs="Poppins"/>
                <w:color w:val="000000"/>
              </w:rPr>
              <w:t xml:space="preserve"> </w:t>
            </w:r>
            <w:r w:rsidRPr="00164BCE">
              <w:rPr>
                <w:rFonts w:ascii="Poppins" w:hAnsi="Poppins" w:cs="Poppins"/>
              </w:rPr>
              <w:t>(temperatura acqua 45°C Dt 5°C; temperatura aria 20 °C)</w:t>
            </w:r>
          </w:p>
          <w:p w14:paraId="4C81DD7B" w14:textId="77777777" w:rsidR="003D0946" w:rsidRPr="00164BCE" w:rsidRDefault="003D0946" w:rsidP="00164BCE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164BCE">
              <w:rPr>
                <w:rFonts w:ascii="Poppins" w:hAnsi="Poppins" w:cs="Poppins"/>
                <w:color w:val="000000"/>
                <w:lang w:val="sv-SE"/>
              </w:rPr>
              <w:t>Portata d</w:t>
            </w:r>
            <w:r w:rsidRPr="00164BCE">
              <w:rPr>
                <w:rFonts w:ascii="Poppins" w:hAnsi="Poppins" w:cs="Poppins" w:hint="eastAsia"/>
                <w:color w:val="000000"/>
                <w:lang w:val="sv-SE"/>
              </w:rPr>
              <w:t>’</w:t>
            </w:r>
            <w:r w:rsidRPr="00164BCE">
              <w:rPr>
                <w:rFonts w:ascii="Poppins" w:hAnsi="Poppins" w:cs="Poppins"/>
                <w:color w:val="000000"/>
                <w:lang w:val="sv-SE"/>
              </w:rPr>
              <w:t>aria med (min  - max): 283 (138 - 440) m3/h</w:t>
            </w:r>
          </w:p>
          <w:p w14:paraId="2D1A9113" w14:textId="77777777" w:rsidR="003D0946" w:rsidRPr="00164BCE" w:rsidRDefault="003D0946" w:rsidP="00164BCE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64BCE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6F3C5420" w14:textId="77777777" w:rsidR="003D0946" w:rsidRPr="00164BCE" w:rsidRDefault="003D0946" w:rsidP="00164BCE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64BCE">
              <w:rPr>
                <w:rFonts w:ascii="Poppins" w:hAnsi="Poppins" w:cs="Poppins"/>
                <w:color w:val="000000"/>
              </w:rPr>
              <w:t>Potenza massima assorbita: 20 W</w:t>
            </w:r>
          </w:p>
          <w:p w14:paraId="787441BD" w14:textId="77777777" w:rsidR="003D0946" w:rsidRPr="00164BCE" w:rsidRDefault="003D0946" w:rsidP="00164BCE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64BCE">
              <w:rPr>
                <w:rFonts w:ascii="Poppins" w:hAnsi="Poppins" w:cs="Poppins"/>
                <w:color w:val="000000"/>
              </w:rPr>
              <w:t>Corrente assorbita: 0,16 A</w:t>
            </w:r>
          </w:p>
          <w:p w14:paraId="1F0AE214" w14:textId="77777777" w:rsidR="003D0946" w:rsidRPr="00164BCE" w:rsidRDefault="003D0946" w:rsidP="00164BCE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164BCE">
              <w:rPr>
                <w:rFonts w:ascii="Poppins" w:hAnsi="Poppins" w:cs="Poppins"/>
              </w:rPr>
              <w:t xml:space="preserve">Livello di potenza sonora med (min  - max): </w:t>
            </w:r>
            <w:r w:rsidRPr="00164BCE">
              <w:rPr>
                <w:rFonts w:ascii="Poppins" w:hAnsi="Poppins" w:cs="Poppins"/>
                <w:color w:val="000000"/>
              </w:rPr>
              <w:t>40 (29 - 50)</w:t>
            </w:r>
            <w:r w:rsidRPr="00164BCE">
              <w:rPr>
                <w:rFonts w:ascii="Poppins" w:hAnsi="Poppins" w:cs="Poppins"/>
              </w:rPr>
              <w:t xml:space="preserve"> dB(A)</w:t>
            </w:r>
          </w:p>
          <w:p w14:paraId="7F8FDAD3" w14:textId="0A1DCFB7" w:rsidR="003D0946" w:rsidRPr="00164BCE" w:rsidRDefault="003D0946" w:rsidP="00164BCE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164BCE">
              <w:rPr>
                <w:rFonts w:ascii="Poppins" w:hAnsi="Poppins" w:cs="Poppins"/>
              </w:rPr>
              <w:t>Livello di pressione sonora med (min  - max): 23 (12 - 33) dB(A)  - valori riferiti a fattore di direzionalità pari a 2 in campo chiuso, costante d’ambiente 300 m2 e distanza pari a 5 m</w:t>
            </w:r>
          </w:p>
          <w:p w14:paraId="4CCACE62" w14:textId="77777777" w:rsidR="003D0946" w:rsidRPr="00164BCE" w:rsidRDefault="003D0946" w:rsidP="00164BCE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64BCE">
              <w:rPr>
                <w:rFonts w:ascii="Poppins" w:hAnsi="Poppins" w:cs="Poppins"/>
                <w:color w:val="000000"/>
              </w:rPr>
              <w:t>Dimensioni (LxHxP): 1302x335x128 mm</w:t>
            </w:r>
          </w:p>
          <w:p w14:paraId="1B5C57A7" w14:textId="77777777" w:rsidR="003D0946" w:rsidRPr="00164BCE" w:rsidRDefault="003D0946" w:rsidP="00164BCE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64BCE">
              <w:rPr>
                <w:rFonts w:ascii="Poppins" w:hAnsi="Poppins" w:cs="Poppins"/>
                <w:color w:val="000000"/>
              </w:rPr>
              <w:t>Peso: 19 kg</w:t>
            </w:r>
          </w:p>
          <w:p w14:paraId="409B512C" w14:textId="5BEDEE3F" w:rsidR="003D0946" w:rsidRPr="00164BCE" w:rsidRDefault="003D0946" w:rsidP="00164BCE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64BCE">
              <w:rPr>
                <w:rFonts w:ascii="Poppins" w:hAnsi="Poppins" w:cs="Poppins"/>
                <w:color w:val="000000"/>
              </w:rPr>
              <w:t xml:space="preserve">Temperatura acqua </w:t>
            </w:r>
            <w:proofErr w:type="gramStart"/>
            <w:r w:rsidRPr="00164BCE">
              <w:rPr>
                <w:rFonts w:ascii="Poppins" w:hAnsi="Poppins" w:cs="Poppins"/>
                <w:color w:val="000000"/>
              </w:rPr>
              <w:t>min  -</w:t>
            </w:r>
            <w:proofErr w:type="gramEnd"/>
            <w:r w:rsidRPr="00164BCE">
              <w:rPr>
                <w:rFonts w:ascii="Poppins" w:hAnsi="Poppins" w:cs="Poppins"/>
                <w:color w:val="000000"/>
              </w:rPr>
              <w:t xml:space="preserve"> max: </w:t>
            </w:r>
            <w:r w:rsidR="00B051EA">
              <w:rPr>
                <w:rFonts w:ascii="Poppins" w:hAnsi="Poppins" w:cs="Poppins"/>
                <w:color w:val="000000"/>
              </w:rPr>
              <w:t>da 4 a 85 °C</w:t>
            </w:r>
          </w:p>
          <w:p w14:paraId="2185E4F8" w14:textId="37F4FF89" w:rsidR="003D0946" w:rsidRPr="00164BCE" w:rsidRDefault="003D0946" w:rsidP="00164BCE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164BCE">
              <w:rPr>
                <w:rFonts w:ascii="Poppins" w:hAnsi="Poppins" w:cs="Poppins"/>
                <w:color w:val="000000"/>
              </w:rPr>
              <w:t>Attacchi ingresso e uscita acqua: 3/4” Eurocono, a sinistra</w:t>
            </w:r>
          </w:p>
          <w:p w14:paraId="28ADCBB9" w14:textId="77777777" w:rsidR="00395ABD" w:rsidRDefault="00395ABD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E6D3294" w14:textId="26F19B15" w:rsidR="003D0946" w:rsidRPr="00914249" w:rsidRDefault="003D0946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3D094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542CF8">
              <w:rPr>
                <w:rFonts w:ascii="Poppins" w:hAnsi="Poppins" w:cs="Poppins"/>
                <w:b/>
                <w:sz w:val="20"/>
              </w:rPr>
              <w:t>Emmeti</w:t>
            </w:r>
            <w:r w:rsidRPr="003D0946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A97AB3">
              <w:rPr>
                <w:rFonts w:ascii="Poppins" w:hAnsi="Poppins" w:cs="Poppins"/>
                <w:b/>
                <w:sz w:val="20"/>
              </w:rPr>
              <w:t>Ventilconvettore</w:t>
            </w:r>
            <w:r w:rsidRPr="003D0946">
              <w:rPr>
                <w:rFonts w:ascii="Poppins" w:hAnsi="Poppins" w:cs="Poppins"/>
                <w:b/>
                <w:sz w:val="20"/>
              </w:rPr>
              <w:t xml:space="preserve"> SILENCE THIN ETWW 2</w:t>
            </w:r>
            <w:r>
              <w:rPr>
                <w:rFonts w:ascii="Poppins" w:hAnsi="Poppins" w:cs="Poppins"/>
                <w:b/>
                <w:sz w:val="20"/>
              </w:rPr>
              <w:t>80</w:t>
            </w:r>
            <w:r w:rsidRPr="003D0946">
              <w:rPr>
                <w:rFonts w:ascii="Poppins" w:hAnsi="Poppins" w:cs="Poppins"/>
                <w:b/>
                <w:sz w:val="20"/>
              </w:rPr>
              <w:t xml:space="preserve"> </w:t>
            </w:r>
            <w:r>
              <w:rPr>
                <w:rFonts w:ascii="Poppins" w:hAnsi="Poppins" w:cs="Poppins"/>
                <w:b/>
                <w:sz w:val="20"/>
              </w:rPr>
              <w:t>SV</w:t>
            </w:r>
            <w:r w:rsidRPr="003D0946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 w:rsidR="00164BCE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542CF8" w:rsidRPr="00D5395B" w14:paraId="43C7E5E1" w14:textId="77777777" w:rsidTr="008574C8">
        <w:tc>
          <w:tcPr>
            <w:tcW w:w="1208" w:type="dxa"/>
          </w:tcPr>
          <w:p w14:paraId="47EC27A8" w14:textId="24B2BFA5" w:rsidR="00542CF8" w:rsidRDefault="00542CF8" w:rsidP="00542CF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130BD4">
              <w:rPr>
                <w:rFonts w:ascii="Poppins" w:hAnsi="Poppins" w:cs="Poppins"/>
                <w:sz w:val="20"/>
              </w:rPr>
              <w:lastRenderedPageBreak/>
              <w:t>07524080</w:t>
            </w:r>
          </w:p>
        </w:tc>
        <w:tc>
          <w:tcPr>
            <w:tcW w:w="1867" w:type="dxa"/>
          </w:tcPr>
          <w:p w14:paraId="49BA4101" w14:textId="786EE95D" w:rsidR="00542CF8" w:rsidRDefault="00542CF8" w:rsidP="00542CF8">
            <w:pPr>
              <w:jc w:val="center"/>
              <w:rPr>
                <w:rFonts w:ascii="Poppins" w:hAnsi="Poppins" w:cs="Poppins"/>
                <w:sz w:val="20"/>
              </w:rPr>
            </w:pPr>
            <w:r w:rsidRPr="00130BD4">
              <w:rPr>
                <w:rFonts w:ascii="Poppins" w:hAnsi="Poppins" w:cs="Poppins"/>
                <w:sz w:val="20"/>
              </w:rPr>
              <w:t xml:space="preserve">Kit valvola motorizzata a 2 vie </w:t>
            </w:r>
            <w:r>
              <w:rPr>
                <w:rFonts w:ascii="Poppins" w:hAnsi="Poppins" w:cs="Poppins"/>
                <w:sz w:val="20"/>
              </w:rPr>
              <w:t>per Silence THIN-Wall</w:t>
            </w:r>
          </w:p>
        </w:tc>
        <w:tc>
          <w:tcPr>
            <w:tcW w:w="6525" w:type="dxa"/>
          </w:tcPr>
          <w:p w14:paraId="51FB9F7A" w14:textId="77777777" w:rsidR="00542CF8" w:rsidRPr="00130BD4" w:rsidRDefault="00542CF8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130BD4">
              <w:rPr>
                <w:rFonts w:ascii="Poppins" w:hAnsi="Poppins" w:cs="Poppins"/>
                <w:sz w:val="20"/>
              </w:rPr>
              <w:t xml:space="preserve">Kit valvola motorizzata a 2 vie </w:t>
            </w:r>
            <w:r>
              <w:rPr>
                <w:rFonts w:ascii="Poppins" w:hAnsi="Poppins" w:cs="Poppins"/>
                <w:sz w:val="20"/>
              </w:rPr>
              <w:t>per Silence THIN-Wall</w:t>
            </w:r>
            <w:r w:rsidRPr="00130BD4">
              <w:rPr>
                <w:rFonts w:ascii="Poppins" w:hAnsi="Poppins" w:cs="Poppins"/>
                <w:color w:val="000000"/>
                <w:sz w:val="20"/>
              </w:rPr>
              <w:t>, completa di valvola di intercettazione con servomotore elettrotermico NC, 230 Vac – 50 Hz e detentore.</w:t>
            </w:r>
          </w:p>
          <w:p w14:paraId="3D21ED8D" w14:textId="77777777" w:rsidR="00542CF8" w:rsidRPr="00130BD4" w:rsidRDefault="00542CF8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095CAF90" w14:textId="5A6E21BE" w:rsidR="00542CF8" w:rsidRPr="00395ABD" w:rsidRDefault="00542CF8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130BD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130BD4">
              <w:rPr>
                <w:rFonts w:ascii="Poppins" w:hAnsi="Poppins" w:cs="Poppins"/>
                <w:b/>
                <w:sz w:val="20"/>
              </w:rPr>
              <w:t xml:space="preserve"> – Modello Kit valvola motorizzata a 2 vie </w:t>
            </w:r>
            <w:r>
              <w:rPr>
                <w:rFonts w:ascii="Poppins" w:hAnsi="Poppins" w:cs="Poppins"/>
                <w:b/>
                <w:sz w:val="20"/>
              </w:rPr>
              <w:t>per Silence THIN-Wall</w:t>
            </w:r>
            <w:r w:rsidRPr="00130BD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542CF8" w:rsidRPr="00D5395B" w14:paraId="056C70D9" w14:textId="77777777" w:rsidTr="008574C8">
        <w:tc>
          <w:tcPr>
            <w:tcW w:w="1208" w:type="dxa"/>
          </w:tcPr>
          <w:p w14:paraId="11697401" w14:textId="610612D1" w:rsidR="00542CF8" w:rsidRDefault="00542CF8" w:rsidP="00542CF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130BD4">
              <w:rPr>
                <w:rFonts w:ascii="Poppins" w:hAnsi="Poppins" w:cs="Poppins"/>
                <w:sz w:val="20"/>
              </w:rPr>
              <w:t>07524070</w:t>
            </w:r>
          </w:p>
        </w:tc>
        <w:tc>
          <w:tcPr>
            <w:tcW w:w="1867" w:type="dxa"/>
          </w:tcPr>
          <w:p w14:paraId="15940AF5" w14:textId="410CD41C" w:rsidR="00542CF8" w:rsidRDefault="00542CF8" w:rsidP="00542CF8">
            <w:pPr>
              <w:jc w:val="center"/>
              <w:rPr>
                <w:rFonts w:ascii="Poppins" w:hAnsi="Poppins" w:cs="Poppins"/>
                <w:sz w:val="20"/>
              </w:rPr>
            </w:pPr>
            <w:r w:rsidRPr="00130BD4">
              <w:rPr>
                <w:rFonts w:ascii="Poppins" w:hAnsi="Poppins" w:cs="Poppins"/>
                <w:sz w:val="20"/>
              </w:rPr>
              <w:t xml:space="preserve">Kit valvola motorizzata a 3 vie </w:t>
            </w:r>
            <w:r>
              <w:rPr>
                <w:rFonts w:ascii="Poppins" w:hAnsi="Poppins" w:cs="Poppins"/>
                <w:sz w:val="20"/>
              </w:rPr>
              <w:t>per Silence THIN-Wall</w:t>
            </w:r>
          </w:p>
        </w:tc>
        <w:tc>
          <w:tcPr>
            <w:tcW w:w="6525" w:type="dxa"/>
          </w:tcPr>
          <w:p w14:paraId="24321D80" w14:textId="77777777" w:rsidR="00542CF8" w:rsidRPr="00130BD4" w:rsidRDefault="00542CF8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130BD4">
              <w:rPr>
                <w:rFonts w:ascii="Poppins" w:hAnsi="Poppins" w:cs="Poppins"/>
                <w:sz w:val="20"/>
              </w:rPr>
              <w:t xml:space="preserve">Kit valvola motorizzata a 3 vie </w:t>
            </w:r>
            <w:r>
              <w:rPr>
                <w:rFonts w:ascii="Poppins" w:hAnsi="Poppins" w:cs="Poppins"/>
                <w:sz w:val="20"/>
              </w:rPr>
              <w:t>per Silence THIN-Wall</w:t>
            </w:r>
            <w:r w:rsidRPr="00130BD4">
              <w:rPr>
                <w:rFonts w:ascii="Poppins" w:hAnsi="Poppins" w:cs="Poppins"/>
                <w:color w:val="000000"/>
                <w:sz w:val="20"/>
              </w:rPr>
              <w:t>, completa di valvola di deviazione con servomotore elettrotermico NC, 230 Vac – 50 Hz, by-pass calibrato e detentore.</w:t>
            </w:r>
          </w:p>
          <w:p w14:paraId="31A27D7C" w14:textId="77777777" w:rsidR="00542CF8" w:rsidRPr="00130BD4" w:rsidRDefault="00542CF8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6B751325" w14:textId="7C7F5648" w:rsidR="00542CF8" w:rsidRPr="00395ABD" w:rsidRDefault="00542CF8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130BD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130BD4">
              <w:rPr>
                <w:rFonts w:ascii="Poppins" w:hAnsi="Poppins" w:cs="Poppins"/>
                <w:b/>
                <w:sz w:val="20"/>
              </w:rPr>
              <w:t xml:space="preserve"> – Modello Kit valvola motorizzata a 3 vie </w:t>
            </w:r>
            <w:r>
              <w:rPr>
                <w:rFonts w:ascii="Poppins" w:hAnsi="Poppins" w:cs="Poppins"/>
                <w:b/>
                <w:sz w:val="20"/>
              </w:rPr>
              <w:t>per Silence THIN-Wall</w:t>
            </w:r>
            <w:r w:rsidRPr="00130BD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542CF8" w:rsidRPr="00D5395B" w14:paraId="78149878" w14:textId="77777777" w:rsidTr="008574C8">
        <w:tc>
          <w:tcPr>
            <w:tcW w:w="1208" w:type="dxa"/>
          </w:tcPr>
          <w:p w14:paraId="5B6D45D1" w14:textId="4FCB4828" w:rsidR="00542CF8" w:rsidRDefault="00542CF8" w:rsidP="00542CF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130BD4">
              <w:rPr>
                <w:rFonts w:ascii="Poppins" w:hAnsi="Poppins" w:cs="Poppins"/>
                <w:sz w:val="20"/>
              </w:rPr>
              <w:t>07525010</w:t>
            </w:r>
          </w:p>
        </w:tc>
        <w:tc>
          <w:tcPr>
            <w:tcW w:w="1867" w:type="dxa"/>
          </w:tcPr>
          <w:p w14:paraId="0A1C47EF" w14:textId="449C0491" w:rsidR="00542CF8" w:rsidRDefault="00542CF8" w:rsidP="00542CF8">
            <w:pPr>
              <w:jc w:val="center"/>
              <w:rPr>
                <w:rFonts w:ascii="Poppins" w:hAnsi="Poppins" w:cs="Poppins"/>
                <w:sz w:val="20"/>
              </w:rPr>
            </w:pPr>
            <w:r w:rsidRPr="00130BD4">
              <w:rPr>
                <w:rFonts w:ascii="Poppins" w:hAnsi="Poppins" w:cs="Poppins"/>
                <w:sz w:val="20"/>
              </w:rPr>
              <w:t xml:space="preserve">Kit coppia adattatori </w:t>
            </w:r>
            <w:r>
              <w:rPr>
                <w:rFonts w:ascii="Poppins" w:hAnsi="Poppins" w:cs="Poppins"/>
                <w:sz w:val="20"/>
              </w:rPr>
              <w:t>3/4</w:t>
            </w:r>
            <w:r w:rsidRPr="00130BD4">
              <w:rPr>
                <w:rFonts w:ascii="Poppins" w:hAnsi="Poppins" w:cs="Poppins"/>
                <w:sz w:val="20"/>
              </w:rPr>
              <w:t xml:space="preserve">” Eurocono – battuta piana </w:t>
            </w:r>
            <w:r>
              <w:rPr>
                <w:rFonts w:ascii="Poppins" w:hAnsi="Poppins" w:cs="Poppins"/>
                <w:sz w:val="20"/>
              </w:rPr>
              <w:t>per Silence THIN-Wall</w:t>
            </w:r>
          </w:p>
        </w:tc>
        <w:tc>
          <w:tcPr>
            <w:tcW w:w="6525" w:type="dxa"/>
          </w:tcPr>
          <w:p w14:paraId="306806F1" w14:textId="77777777" w:rsidR="00542CF8" w:rsidRPr="00130BD4" w:rsidRDefault="00542CF8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30BD4">
              <w:rPr>
                <w:rFonts w:ascii="Poppins" w:hAnsi="Poppins" w:cs="Poppins"/>
                <w:sz w:val="20"/>
              </w:rPr>
              <w:t xml:space="preserve">Kit coppia adattatori </w:t>
            </w:r>
            <w:r>
              <w:rPr>
                <w:rFonts w:ascii="Poppins" w:hAnsi="Poppins" w:cs="Poppins"/>
                <w:sz w:val="20"/>
              </w:rPr>
              <w:t>3/4</w:t>
            </w:r>
            <w:r w:rsidRPr="00130BD4">
              <w:rPr>
                <w:rFonts w:ascii="Poppins" w:hAnsi="Poppins" w:cs="Poppins"/>
                <w:sz w:val="20"/>
              </w:rPr>
              <w:t xml:space="preserve">” Eurocono – battuta piana </w:t>
            </w:r>
            <w:r>
              <w:rPr>
                <w:rFonts w:ascii="Poppins" w:hAnsi="Poppins" w:cs="Poppins"/>
                <w:sz w:val="20"/>
              </w:rPr>
              <w:t>per Silence THIN-Wall</w:t>
            </w:r>
            <w:r w:rsidRPr="00130BD4">
              <w:rPr>
                <w:rFonts w:ascii="Poppins" w:hAnsi="Poppins" w:cs="Poppins"/>
                <w:sz w:val="20"/>
              </w:rPr>
              <w:t>, ETM, ETI.</w:t>
            </w:r>
          </w:p>
          <w:p w14:paraId="21DF2458" w14:textId="77777777" w:rsidR="00542CF8" w:rsidRPr="00130BD4" w:rsidRDefault="00542CF8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130BD4">
              <w:rPr>
                <w:rFonts w:ascii="Poppins" w:hAnsi="Poppins" w:cs="Poppins"/>
                <w:sz w:val="20"/>
              </w:rPr>
              <w:t>In ottone con O-Ring.</w:t>
            </w:r>
          </w:p>
          <w:p w14:paraId="088200D0" w14:textId="77777777" w:rsidR="00542CF8" w:rsidRPr="00130BD4" w:rsidRDefault="00542CF8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130BD4">
              <w:rPr>
                <w:rFonts w:ascii="Poppins" w:hAnsi="Poppins" w:cs="Poppins"/>
                <w:sz w:val="20"/>
              </w:rPr>
              <w:t xml:space="preserve">Permette la trasformazione dei terminali </w:t>
            </w:r>
            <w:r>
              <w:rPr>
                <w:rFonts w:ascii="Poppins" w:hAnsi="Poppins" w:cs="Poppins"/>
                <w:sz w:val="20"/>
              </w:rPr>
              <w:t>3/4</w:t>
            </w:r>
            <w:r w:rsidRPr="00130BD4">
              <w:rPr>
                <w:rFonts w:ascii="Poppins" w:hAnsi="Poppins" w:cs="Poppins"/>
                <w:sz w:val="20"/>
              </w:rPr>
              <w:t xml:space="preserve">” Eurocono in </w:t>
            </w:r>
            <w:r>
              <w:rPr>
                <w:rFonts w:ascii="Poppins" w:hAnsi="Poppins" w:cs="Poppins"/>
                <w:sz w:val="20"/>
              </w:rPr>
              <w:t>raccordi normali con filetto gas</w:t>
            </w:r>
            <w:r w:rsidRPr="00130BD4">
              <w:rPr>
                <w:rFonts w:ascii="Poppins" w:hAnsi="Poppins" w:cs="Poppins"/>
                <w:sz w:val="20"/>
              </w:rPr>
              <w:t xml:space="preserve">i M </w:t>
            </w:r>
            <w:r>
              <w:rPr>
                <w:rFonts w:ascii="Poppins" w:hAnsi="Poppins" w:cs="Poppins"/>
                <w:sz w:val="20"/>
              </w:rPr>
              <w:t>3/4</w:t>
            </w:r>
            <w:r w:rsidRPr="00130BD4">
              <w:rPr>
                <w:rFonts w:ascii="Poppins" w:hAnsi="Poppins" w:cs="Poppins"/>
                <w:sz w:val="20"/>
              </w:rPr>
              <w:t>”.</w:t>
            </w:r>
          </w:p>
          <w:p w14:paraId="7E65F1EB" w14:textId="77777777" w:rsidR="00542CF8" w:rsidRPr="00130BD4" w:rsidRDefault="00542CF8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A00499A" w14:textId="6ECD5112" w:rsidR="00542CF8" w:rsidRPr="00395ABD" w:rsidRDefault="00542CF8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130BD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130BD4">
              <w:rPr>
                <w:rFonts w:ascii="Poppins" w:hAnsi="Poppins" w:cs="Poppins"/>
                <w:b/>
                <w:sz w:val="20"/>
              </w:rPr>
              <w:t xml:space="preserve"> – Modello Kit coppia adattatori </w:t>
            </w:r>
            <w:r>
              <w:rPr>
                <w:rFonts w:ascii="Poppins" w:hAnsi="Poppins" w:cs="Poppins"/>
                <w:b/>
                <w:sz w:val="20"/>
              </w:rPr>
              <w:t>3/4</w:t>
            </w:r>
            <w:r w:rsidRPr="00130BD4">
              <w:rPr>
                <w:rFonts w:ascii="Poppins" w:hAnsi="Poppins" w:cs="Poppins"/>
                <w:b/>
                <w:sz w:val="20"/>
              </w:rPr>
              <w:t xml:space="preserve">” Eurocono – battuta piana </w:t>
            </w:r>
            <w:r>
              <w:rPr>
                <w:rFonts w:ascii="Poppins" w:hAnsi="Poppins" w:cs="Poppins"/>
                <w:b/>
                <w:sz w:val="20"/>
              </w:rPr>
              <w:t>per Silence THIN-Wall</w:t>
            </w:r>
            <w:r w:rsidRPr="00130BD4">
              <w:rPr>
                <w:rFonts w:ascii="Poppins" w:hAnsi="Poppins" w:cs="Poppins"/>
                <w:b/>
                <w:sz w:val="20"/>
              </w:rPr>
              <w:t>, ETM, ETI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542CF8" w:rsidRPr="00D5395B" w14:paraId="17DEE3B6" w14:textId="77777777" w:rsidTr="008574C8">
        <w:tc>
          <w:tcPr>
            <w:tcW w:w="1208" w:type="dxa"/>
          </w:tcPr>
          <w:p w14:paraId="1F931C2D" w14:textId="71414A52" w:rsidR="00542CF8" w:rsidRDefault="00542CF8" w:rsidP="00542CF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130BD4">
              <w:rPr>
                <w:rFonts w:ascii="Poppins" w:hAnsi="Poppins" w:cs="Poppins"/>
                <w:sz w:val="20"/>
              </w:rPr>
              <w:t>07527460</w:t>
            </w:r>
          </w:p>
        </w:tc>
        <w:tc>
          <w:tcPr>
            <w:tcW w:w="1867" w:type="dxa"/>
          </w:tcPr>
          <w:p w14:paraId="69ACB2F3" w14:textId="70CD19A2" w:rsidR="00542CF8" w:rsidRDefault="00542CF8" w:rsidP="00542CF8">
            <w:pPr>
              <w:jc w:val="center"/>
              <w:rPr>
                <w:rFonts w:ascii="Poppins" w:hAnsi="Poppins" w:cs="Poppins"/>
                <w:sz w:val="20"/>
              </w:rPr>
            </w:pPr>
            <w:r w:rsidRPr="00130BD4">
              <w:rPr>
                <w:rFonts w:ascii="Poppins" w:hAnsi="Poppins" w:cs="Poppins"/>
                <w:sz w:val="20"/>
              </w:rPr>
              <w:t xml:space="preserve">Dima predisposizione attacchi </w:t>
            </w:r>
            <w:r>
              <w:rPr>
                <w:rFonts w:ascii="Poppins" w:hAnsi="Poppins" w:cs="Poppins"/>
                <w:sz w:val="20"/>
              </w:rPr>
              <w:t>per Silence THIN-Wall</w:t>
            </w:r>
          </w:p>
        </w:tc>
        <w:tc>
          <w:tcPr>
            <w:tcW w:w="6525" w:type="dxa"/>
          </w:tcPr>
          <w:p w14:paraId="075D40C9" w14:textId="77777777" w:rsidR="00542CF8" w:rsidRPr="00130BD4" w:rsidRDefault="00542CF8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130BD4">
              <w:rPr>
                <w:rFonts w:ascii="Poppins" w:hAnsi="Poppins" w:cs="Poppins"/>
                <w:color w:val="000000"/>
                <w:sz w:val="20"/>
              </w:rPr>
              <w:t>Dima, in carta, per la predisposizione degli attacchi dei ventilconvettori a parete Silence THIN-</w:t>
            </w:r>
            <w:r>
              <w:rPr>
                <w:rFonts w:ascii="Poppins" w:hAnsi="Poppins" w:cs="Poppins"/>
                <w:color w:val="000000"/>
                <w:sz w:val="20"/>
              </w:rPr>
              <w:t>Wall</w:t>
            </w:r>
            <w:r w:rsidRPr="00130BD4">
              <w:rPr>
                <w:rFonts w:ascii="Poppins" w:hAnsi="Poppins" w:cs="Poppins"/>
                <w:color w:val="000000"/>
                <w:sz w:val="20"/>
              </w:rPr>
              <w:t>.</w:t>
            </w:r>
          </w:p>
          <w:p w14:paraId="1F8B05E9" w14:textId="77777777" w:rsidR="00542CF8" w:rsidRPr="00130BD4" w:rsidRDefault="00542CF8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215A14DB" w14:textId="2F95E701" w:rsidR="00542CF8" w:rsidRPr="00395ABD" w:rsidRDefault="00542CF8" w:rsidP="00A97AB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130BD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130BD4">
              <w:rPr>
                <w:rFonts w:ascii="Poppins" w:hAnsi="Poppins" w:cs="Poppins"/>
                <w:b/>
                <w:sz w:val="20"/>
              </w:rPr>
              <w:t xml:space="preserve"> – Modello Dima predisposizione attacchi </w:t>
            </w:r>
            <w:r>
              <w:rPr>
                <w:rFonts w:ascii="Poppins" w:hAnsi="Poppins" w:cs="Poppins"/>
                <w:b/>
                <w:sz w:val="20"/>
              </w:rPr>
              <w:t>per Silence THIN-Wall</w:t>
            </w:r>
            <w:r w:rsidRPr="00130BD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5A22B67D" w14:textId="77777777" w:rsidR="00130BD4" w:rsidRPr="00A06A5E" w:rsidRDefault="00130BD4" w:rsidP="00151E65"/>
    <w:sectPr w:rsidR="00130BD4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A3E76" w14:textId="77777777" w:rsidR="00DE13EB" w:rsidRDefault="00DE13EB">
      <w:r>
        <w:separator/>
      </w:r>
    </w:p>
  </w:endnote>
  <w:endnote w:type="continuationSeparator" w:id="0">
    <w:p w14:paraId="431E4BD3" w14:textId="77777777" w:rsidR="00DE13EB" w:rsidRDefault="00DE1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3D0946" w14:paraId="2816FDF3" w14:textId="77777777" w:rsidTr="00151E65">
      <w:tc>
        <w:tcPr>
          <w:tcW w:w="4792" w:type="dxa"/>
        </w:tcPr>
        <w:p w14:paraId="1DA1E499" w14:textId="1B60922A" w:rsidR="003D0946" w:rsidRPr="00C86331" w:rsidRDefault="003D0946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>
            <w:rPr>
              <w:rFonts w:ascii="Poppins" w:hAnsi="Poppins" w:cs="Poppins"/>
              <w:iCs/>
              <w:noProof/>
              <w:sz w:val="16"/>
            </w:rPr>
            <w:t>S</w:t>
          </w:r>
          <w:r w:rsidR="00783E71">
            <w:rPr>
              <w:rFonts w:ascii="Poppins" w:hAnsi="Poppins" w:cs="Poppins"/>
              <w:iCs/>
              <w:noProof/>
              <w:sz w:val="16"/>
            </w:rPr>
            <w:t>ilence Thin-Wall</w:t>
          </w:r>
          <w:r>
            <w:rPr>
              <w:rFonts w:ascii="Poppins" w:hAnsi="Poppins" w:cs="Poppins"/>
              <w:iCs/>
              <w:noProof/>
              <w:sz w:val="16"/>
            </w:rPr>
            <w:t xml:space="preserve"> ETWW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471" w:type="dxa"/>
        </w:tcPr>
        <w:p w14:paraId="66CB80BF" w14:textId="3BDE40D1" w:rsidR="003D0946" w:rsidRPr="00EC29FF" w:rsidRDefault="003D0946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151E65">
            <w:rPr>
              <w:rFonts w:ascii="Poppins" w:hAnsi="Poppins" w:cs="Poppins"/>
              <w:noProof/>
              <w:sz w:val="14"/>
              <w:szCs w:val="14"/>
            </w:rPr>
            <w:t>25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5190F99" w14:textId="77777777" w:rsidR="003D0946" w:rsidRPr="005C61B9" w:rsidRDefault="003D0946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2C1432AF" wp14:editId="1DE92344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511C5" w14:textId="77777777" w:rsidR="00DE13EB" w:rsidRDefault="00DE13EB">
      <w:r>
        <w:separator/>
      </w:r>
    </w:p>
  </w:footnote>
  <w:footnote w:type="continuationSeparator" w:id="0">
    <w:p w14:paraId="15A114C9" w14:textId="77777777" w:rsidR="00DE13EB" w:rsidRDefault="00DE1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D6F5D" w14:textId="77777777" w:rsidR="003D0946" w:rsidRDefault="003D0946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6F311D5E" wp14:editId="4A409EAD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4DC617FA" w14:textId="77777777" w:rsidR="003D0946" w:rsidRPr="00D440AE" w:rsidRDefault="003D0946" w:rsidP="00CC31A7">
    <w:pPr>
      <w:pStyle w:val="Intestazione"/>
      <w:jc w:val="center"/>
      <w:rPr>
        <w:sz w:val="16"/>
        <w:szCs w:val="16"/>
      </w:rPr>
    </w:pPr>
  </w:p>
  <w:p w14:paraId="4392BFD1" w14:textId="77777777" w:rsidR="003D0946" w:rsidRPr="00D440AE" w:rsidRDefault="003D0946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20EE3"/>
    <w:multiLevelType w:val="hybridMultilevel"/>
    <w:tmpl w:val="B0728F1A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C732D"/>
    <w:multiLevelType w:val="hybridMultilevel"/>
    <w:tmpl w:val="CE041562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E067B"/>
    <w:multiLevelType w:val="hybridMultilevel"/>
    <w:tmpl w:val="B706E27C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41E19"/>
    <w:multiLevelType w:val="hybridMultilevel"/>
    <w:tmpl w:val="D7347A42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E2A16"/>
    <w:multiLevelType w:val="hybridMultilevel"/>
    <w:tmpl w:val="7FD0E532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97184"/>
    <w:multiLevelType w:val="hybridMultilevel"/>
    <w:tmpl w:val="33C6859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B29E8"/>
    <w:multiLevelType w:val="hybridMultilevel"/>
    <w:tmpl w:val="E4008BB8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B7626C"/>
    <w:multiLevelType w:val="hybridMultilevel"/>
    <w:tmpl w:val="0CF206E8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D1578B"/>
    <w:multiLevelType w:val="hybridMultilevel"/>
    <w:tmpl w:val="75D4A8A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1C7B04"/>
    <w:multiLevelType w:val="hybridMultilevel"/>
    <w:tmpl w:val="5156E8AC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836351"/>
    <w:multiLevelType w:val="hybridMultilevel"/>
    <w:tmpl w:val="B0DEDB12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4D5EB6"/>
    <w:multiLevelType w:val="hybridMultilevel"/>
    <w:tmpl w:val="66FC3A34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6E043D"/>
    <w:multiLevelType w:val="hybridMultilevel"/>
    <w:tmpl w:val="868C3BAE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F394A"/>
    <w:multiLevelType w:val="hybridMultilevel"/>
    <w:tmpl w:val="FAB22572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447E41"/>
    <w:multiLevelType w:val="hybridMultilevel"/>
    <w:tmpl w:val="A4B683A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E43C89"/>
    <w:multiLevelType w:val="hybridMultilevel"/>
    <w:tmpl w:val="3898AABA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D96498"/>
    <w:multiLevelType w:val="hybridMultilevel"/>
    <w:tmpl w:val="DC86ACF8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C11C8E"/>
    <w:multiLevelType w:val="hybridMultilevel"/>
    <w:tmpl w:val="76F4DE62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F245B2"/>
    <w:multiLevelType w:val="hybridMultilevel"/>
    <w:tmpl w:val="E57680C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586739"/>
    <w:multiLevelType w:val="hybridMultilevel"/>
    <w:tmpl w:val="81CE4AB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5A7ACD"/>
    <w:multiLevelType w:val="hybridMultilevel"/>
    <w:tmpl w:val="B784BFC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5C4008"/>
    <w:multiLevelType w:val="hybridMultilevel"/>
    <w:tmpl w:val="854E84C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1A29C6"/>
    <w:multiLevelType w:val="hybridMultilevel"/>
    <w:tmpl w:val="99746F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C559A3"/>
    <w:multiLevelType w:val="hybridMultilevel"/>
    <w:tmpl w:val="FE66411A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EC1EC1"/>
    <w:multiLevelType w:val="hybridMultilevel"/>
    <w:tmpl w:val="EF202612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2794815">
    <w:abstractNumId w:val="14"/>
  </w:num>
  <w:num w:numId="2" w16cid:durableId="1263605796">
    <w:abstractNumId w:val="13"/>
  </w:num>
  <w:num w:numId="3" w16cid:durableId="1893152155">
    <w:abstractNumId w:val="9"/>
  </w:num>
  <w:num w:numId="4" w16cid:durableId="1210410123">
    <w:abstractNumId w:val="25"/>
  </w:num>
  <w:num w:numId="5" w16cid:durableId="1588999873">
    <w:abstractNumId w:val="17"/>
  </w:num>
  <w:num w:numId="6" w16cid:durableId="2028553366">
    <w:abstractNumId w:val="26"/>
  </w:num>
  <w:num w:numId="7" w16cid:durableId="1110274010">
    <w:abstractNumId w:val="15"/>
  </w:num>
  <w:num w:numId="8" w16cid:durableId="1474985770">
    <w:abstractNumId w:val="12"/>
  </w:num>
  <w:num w:numId="9" w16cid:durableId="568882100">
    <w:abstractNumId w:val="8"/>
  </w:num>
  <w:num w:numId="10" w16cid:durableId="1294756164">
    <w:abstractNumId w:val="10"/>
  </w:num>
  <w:num w:numId="11" w16cid:durableId="719519992">
    <w:abstractNumId w:val="20"/>
  </w:num>
  <w:num w:numId="12" w16cid:durableId="1670257992">
    <w:abstractNumId w:val="3"/>
  </w:num>
  <w:num w:numId="13" w16cid:durableId="1855416771">
    <w:abstractNumId w:val="5"/>
  </w:num>
  <w:num w:numId="14" w16cid:durableId="640888492">
    <w:abstractNumId w:val="11"/>
  </w:num>
  <w:num w:numId="15" w16cid:durableId="578179559">
    <w:abstractNumId w:val="22"/>
  </w:num>
  <w:num w:numId="16" w16cid:durableId="1514955152">
    <w:abstractNumId w:val="6"/>
  </w:num>
  <w:num w:numId="17" w16cid:durableId="1380209147">
    <w:abstractNumId w:val="16"/>
  </w:num>
  <w:num w:numId="18" w16cid:durableId="2120028129">
    <w:abstractNumId w:val="19"/>
  </w:num>
  <w:num w:numId="19" w16cid:durableId="777484895">
    <w:abstractNumId w:val="21"/>
  </w:num>
  <w:num w:numId="20" w16cid:durableId="1502234168">
    <w:abstractNumId w:val="7"/>
  </w:num>
  <w:num w:numId="21" w16cid:durableId="1649048096">
    <w:abstractNumId w:val="23"/>
  </w:num>
  <w:num w:numId="22" w16cid:durableId="99106521">
    <w:abstractNumId w:val="18"/>
  </w:num>
  <w:num w:numId="23" w16cid:durableId="1342390456">
    <w:abstractNumId w:val="2"/>
  </w:num>
  <w:num w:numId="24" w16cid:durableId="929193593">
    <w:abstractNumId w:val="1"/>
  </w:num>
  <w:num w:numId="25" w16cid:durableId="1419868904">
    <w:abstractNumId w:val="24"/>
  </w:num>
  <w:num w:numId="26" w16cid:durableId="1967273019">
    <w:abstractNumId w:val="0"/>
  </w:num>
  <w:num w:numId="27" w16cid:durableId="1720665136">
    <w:abstractNumId w:val="4"/>
  </w:num>
  <w:num w:numId="28" w16cid:durableId="25574832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43D93"/>
    <w:rsid w:val="0009136B"/>
    <w:rsid w:val="000B6932"/>
    <w:rsid w:val="000C52FA"/>
    <w:rsid w:val="000F7A52"/>
    <w:rsid w:val="00103A0D"/>
    <w:rsid w:val="001127A0"/>
    <w:rsid w:val="00130BD4"/>
    <w:rsid w:val="001441C6"/>
    <w:rsid w:val="001450AB"/>
    <w:rsid w:val="00151E65"/>
    <w:rsid w:val="001620E3"/>
    <w:rsid w:val="00164BCE"/>
    <w:rsid w:val="00171DAE"/>
    <w:rsid w:val="00180C94"/>
    <w:rsid w:val="00195A49"/>
    <w:rsid w:val="001F782F"/>
    <w:rsid w:val="0023000E"/>
    <w:rsid w:val="002346C2"/>
    <w:rsid w:val="00264BCF"/>
    <w:rsid w:val="00272D6B"/>
    <w:rsid w:val="0028448D"/>
    <w:rsid w:val="002862D2"/>
    <w:rsid w:val="002B5D63"/>
    <w:rsid w:val="003333BC"/>
    <w:rsid w:val="00344430"/>
    <w:rsid w:val="003524C7"/>
    <w:rsid w:val="00357812"/>
    <w:rsid w:val="00395ABD"/>
    <w:rsid w:val="003D0946"/>
    <w:rsid w:val="00433C12"/>
    <w:rsid w:val="0044592F"/>
    <w:rsid w:val="00447EFC"/>
    <w:rsid w:val="004706FD"/>
    <w:rsid w:val="00474537"/>
    <w:rsid w:val="0048382E"/>
    <w:rsid w:val="00536743"/>
    <w:rsid w:val="00542CF8"/>
    <w:rsid w:val="0055794D"/>
    <w:rsid w:val="00562E55"/>
    <w:rsid w:val="005C61B9"/>
    <w:rsid w:val="00610639"/>
    <w:rsid w:val="006838B7"/>
    <w:rsid w:val="006B1ACC"/>
    <w:rsid w:val="006B218C"/>
    <w:rsid w:val="006B29B1"/>
    <w:rsid w:val="006C14CB"/>
    <w:rsid w:val="006D044B"/>
    <w:rsid w:val="006D4FDF"/>
    <w:rsid w:val="006E5C4B"/>
    <w:rsid w:val="006F1812"/>
    <w:rsid w:val="006F6AB3"/>
    <w:rsid w:val="00710BB8"/>
    <w:rsid w:val="00727388"/>
    <w:rsid w:val="00745914"/>
    <w:rsid w:val="00745AB1"/>
    <w:rsid w:val="0074712F"/>
    <w:rsid w:val="00782096"/>
    <w:rsid w:val="00783E71"/>
    <w:rsid w:val="007D5EC7"/>
    <w:rsid w:val="007E6E02"/>
    <w:rsid w:val="007E7665"/>
    <w:rsid w:val="007F0804"/>
    <w:rsid w:val="008014DD"/>
    <w:rsid w:val="0080323F"/>
    <w:rsid w:val="00830828"/>
    <w:rsid w:val="00844BBC"/>
    <w:rsid w:val="008574C8"/>
    <w:rsid w:val="00867692"/>
    <w:rsid w:val="008804CB"/>
    <w:rsid w:val="008A2C0A"/>
    <w:rsid w:val="008B5587"/>
    <w:rsid w:val="00914249"/>
    <w:rsid w:val="00923354"/>
    <w:rsid w:val="00927DD4"/>
    <w:rsid w:val="00931A8A"/>
    <w:rsid w:val="00942B09"/>
    <w:rsid w:val="00992282"/>
    <w:rsid w:val="009A219D"/>
    <w:rsid w:val="009C0334"/>
    <w:rsid w:val="009C0A71"/>
    <w:rsid w:val="009C1166"/>
    <w:rsid w:val="009E07DC"/>
    <w:rsid w:val="009E250A"/>
    <w:rsid w:val="009E2742"/>
    <w:rsid w:val="00A06A5E"/>
    <w:rsid w:val="00A216E2"/>
    <w:rsid w:val="00A62A77"/>
    <w:rsid w:val="00A743FF"/>
    <w:rsid w:val="00A97AB3"/>
    <w:rsid w:val="00AC0741"/>
    <w:rsid w:val="00AD05EC"/>
    <w:rsid w:val="00AD1706"/>
    <w:rsid w:val="00AD3ADF"/>
    <w:rsid w:val="00B051EA"/>
    <w:rsid w:val="00B7475F"/>
    <w:rsid w:val="00B93CD1"/>
    <w:rsid w:val="00BB2A5B"/>
    <w:rsid w:val="00BD14D8"/>
    <w:rsid w:val="00BF1E16"/>
    <w:rsid w:val="00BF210C"/>
    <w:rsid w:val="00C203AE"/>
    <w:rsid w:val="00C2188A"/>
    <w:rsid w:val="00C233C1"/>
    <w:rsid w:val="00C25698"/>
    <w:rsid w:val="00C27DFF"/>
    <w:rsid w:val="00C437EE"/>
    <w:rsid w:val="00C50431"/>
    <w:rsid w:val="00C55FF9"/>
    <w:rsid w:val="00C86331"/>
    <w:rsid w:val="00C93402"/>
    <w:rsid w:val="00CB1475"/>
    <w:rsid w:val="00CC31A7"/>
    <w:rsid w:val="00CE7C2F"/>
    <w:rsid w:val="00D061A5"/>
    <w:rsid w:val="00D178ED"/>
    <w:rsid w:val="00D17F30"/>
    <w:rsid w:val="00D229AF"/>
    <w:rsid w:val="00D440AE"/>
    <w:rsid w:val="00D617A8"/>
    <w:rsid w:val="00D902A4"/>
    <w:rsid w:val="00DA3646"/>
    <w:rsid w:val="00DD2E16"/>
    <w:rsid w:val="00DE13EB"/>
    <w:rsid w:val="00DE5C0B"/>
    <w:rsid w:val="00E07577"/>
    <w:rsid w:val="00E17A38"/>
    <w:rsid w:val="00E36C49"/>
    <w:rsid w:val="00E42389"/>
    <w:rsid w:val="00E45D31"/>
    <w:rsid w:val="00E5632D"/>
    <w:rsid w:val="00EA01C8"/>
    <w:rsid w:val="00EB33B9"/>
    <w:rsid w:val="00EC29FF"/>
    <w:rsid w:val="00EC2C17"/>
    <w:rsid w:val="00EC7DB2"/>
    <w:rsid w:val="00EF73E5"/>
    <w:rsid w:val="00F2084C"/>
    <w:rsid w:val="00F26DBC"/>
    <w:rsid w:val="00F50F65"/>
    <w:rsid w:val="00F6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64AB43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914249"/>
    <w:rPr>
      <w:rFonts w:ascii="CG Omega" w:hAnsi="CG Omega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9ABFA-AA77-4E34-B183-E865142CA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13</TotalTime>
  <Pages>25</Pages>
  <Words>7665</Words>
  <Characters>38101</Characters>
  <Application>Microsoft Office Word</Application>
  <DocSecurity>0</DocSecurity>
  <Lines>317</Lines>
  <Paragraphs>91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45675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4</cp:revision>
  <cp:lastPrinted>2013-11-14T13:48:00Z</cp:lastPrinted>
  <dcterms:created xsi:type="dcterms:W3CDTF">2025-11-25T08:21:00Z</dcterms:created>
  <dcterms:modified xsi:type="dcterms:W3CDTF">2025-11-25T08:31:00Z</dcterms:modified>
</cp:coreProperties>
</file>